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4CBE1D7" w14:textId="0FC88A09" w:rsidR="007411D9" w:rsidRPr="00FC0E75" w:rsidRDefault="00187E3C" w:rsidP="00C56EB5">
      <w:pPr>
        <w:jc w:val="center"/>
        <w:rPr>
          <w:rFonts w:cs="Calibri Light"/>
          <w:szCs w:val="24"/>
        </w:rPr>
      </w:pPr>
      <w:r w:rsidRPr="00322A10">
        <w:rPr>
          <w:rFonts w:ascii="Calibri" w:hAnsi="Calibri"/>
          <w:noProof/>
          <w:szCs w:val="24"/>
        </w:rPr>
        <w:drawing>
          <wp:inline distT="0" distB="0" distL="0" distR="0" wp14:anchorId="1B6423A9" wp14:editId="6BB8BA32">
            <wp:extent cx="1919960" cy="2001795"/>
            <wp:effectExtent l="0" t="0" r="4445" b="0"/>
            <wp:docPr id="2" name="Image 2" descr="Une image contenant Graphique, clipart, graphisme, Pochoi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Graphique, clipart, graphisme, Pochoir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411" cy="2007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3C402" w14:textId="77777777" w:rsidR="00C56EB5" w:rsidRPr="00FC0E75" w:rsidRDefault="00C56EB5">
      <w:pPr>
        <w:rPr>
          <w:rFonts w:cs="Calibri Light"/>
          <w:szCs w:val="24"/>
        </w:rPr>
      </w:pPr>
    </w:p>
    <w:p w14:paraId="01A349F9" w14:textId="77777777" w:rsidR="008F5284" w:rsidRPr="00E45DE6" w:rsidRDefault="008F5284" w:rsidP="008F5284">
      <w:pPr>
        <w:jc w:val="center"/>
        <w:rPr>
          <w:rFonts w:cs="Calibri Light"/>
          <w:b/>
          <w:color w:val="204D9C"/>
          <w:szCs w:val="24"/>
        </w:rPr>
      </w:pPr>
      <w:r w:rsidRPr="00E45DE6">
        <w:rPr>
          <w:rFonts w:cs="Calibri Light"/>
          <w:b/>
          <w:color w:val="204D9C"/>
          <w:szCs w:val="24"/>
        </w:rPr>
        <w:t xml:space="preserve">Déclaration de candidature </w:t>
      </w:r>
      <w:r w:rsidR="00F943C7" w:rsidRPr="00E45DE6">
        <w:rPr>
          <w:rFonts w:cs="Calibri Light"/>
          <w:b/>
          <w:color w:val="204D9C"/>
          <w:szCs w:val="24"/>
        </w:rPr>
        <w:t>en groupement</w:t>
      </w:r>
    </w:p>
    <w:p w14:paraId="70598AFE" w14:textId="77777777" w:rsidR="008F5284" w:rsidRPr="00E45DE6" w:rsidRDefault="008F5284" w:rsidP="008F5284">
      <w:pPr>
        <w:jc w:val="center"/>
        <w:rPr>
          <w:rFonts w:cs="Calibri Light"/>
          <w:b/>
          <w:color w:val="204D9C"/>
          <w:szCs w:val="24"/>
        </w:rPr>
      </w:pPr>
    </w:p>
    <w:p w14:paraId="363616F1" w14:textId="7FE9466E" w:rsidR="008F5284" w:rsidRPr="00E169C0" w:rsidRDefault="00E169C0" w:rsidP="00F943C7">
      <w:pPr>
        <w:jc w:val="center"/>
        <w:rPr>
          <w:rFonts w:cs="Calibri Light"/>
          <w:b/>
          <w:color w:val="204D9C"/>
          <w:szCs w:val="24"/>
        </w:rPr>
      </w:pPr>
      <w:bookmarkStart w:id="0" w:name="Objet_Marché_Public"/>
      <w:r w:rsidRPr="00E169C0">
        <w:rPr>
          <w:rFonts w:cs="Calibri Light"/>
          <w:b/>
          <w:color w:val="204D9C"/>
          <w:szCs w:val="24"/>
        </w:rPr>
        <w:t>Gestion déléguée « retraite / invalidité décès »</w:t>
      </w:r>
      <w:bookmarkEnd w:id="0"/>
    </w:p>
    <w:p w14:paraId="541AEF18" w14:textId="77777777" w:rsidR="00C1257E" w:rsidRPr="00FC0E75" w:rsidRDefault="00C1257E" w:rsidP="00C56EB5">
      <w:pPr>
        <w:jc w:val="center"/>
        <w:rPr>
          <w:rFonts w:cs="Calibri Light"/>
          <w:szCs w:val="24"/>
        </w:rPr>
      </w:pPr>
    </w:p>
    <w:p w14:paraId="285359DD" w14:textId="77777777" w:rsidR="00F943C7" w:rsidRPr="00FC0E75" w:rsidRDefault="00F943C7" w:rsidP="00C56EB5">
      <w:pPr>
        <w:jc w:val="center"/>
        <w:rPr>
          <w:rFonts w:cs="Calibri Light"/>
          <w:szCs w:val="24"/>
        </w:rPr>
      </w:pPr>
    </w:p>
    <w:p w14:paraId="7F56F12A" w14:textId="77777777" w:rsidR="00C56EB5" w:rsidRPr="00FC0E75" w:rsidRDefault="00C56EB5" w:rsidP="00C56EB5">
      <w:pPr>
        <w:jc w:val="center"/>
        <w:rPr>
          <w:rFonts w:cs="Calibri Light"/>
          <w:szCs w:val="24"/>
        </w:rPr>
        <w:sectPr w:rsidR="00C56EB5" w:rsidRPr="00FC0E75" w:rsidSect="0099326B"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17" w:right="1417" w:bottom="1417" w:left="1417" w:header="680" w:footer="680" w:gutter="0"/>
          <w:pgBorders w:offsetFrom="page">
            <w:top w:val="single" w:sz="8" w:space="24" w:color="204D9C"/>
            <w:left w:val="single" w:sz="8" w:space="24" w:color="204D9C"/>
            <w:bottom w:val="single" w:sz="8" w:space="24" w:color="204D9C"/>
            <w:right w:val="single" w:sz="8" w:space="24" w:color="204D9C"/>
          </w:pgBorders>
          <w:cols w:space="720"/>
          <w:vAlign w:val="center"/>
          <w:docGrid w:linePitch="360"/>
        </w:sectPr>
      </w:pPr>
    </w:p>
    <w:p w14:paraId="456ED876" w14:textId="77777777" w:rsidR="00C1257E" w:rsidRPr="004E194E" w:rsidRDefault="00C1257E" w:rsidP="00C1257E">
      <w:pPr>
        <w:ind w:left="4678"/>
        <w:rPr>
          <w:rFonts w:cs="Calibri Light"/>
          <w:b/>
          <w:color w:val="204D9C"/>
          <w:sz w:val="22"/>
          <w:szCs w:val="22"/>
        </w:rPr>
      </w:pPr>
      <w:r w:rsidRPr="004E194E">
        <w:rPr>
          <w:rFonts w:cs="Calibri Light"/>
          <w:b/>
          <w:color w:val="204D9C"/>
          <w:sz w:val="22"/>
          <w:szCs w:val="22"/>
        </w:rPr>
        <w:lastRenderedPageBreak/>
        <w:t>A l’attention du pouvoir adjudicateur,</w:t>
      </w:r>
    </w:p>
    <w:p w14:paraId="4872F89D" w14:textId="3525AE95" w:rsidR="00C1257E" w:rsidRPr="004E194E" w:rsidRDefault="0038040B" w:rsidP="00C1257E">
      <w:pPr>
        <w:ind w:left="4678"/>
        <w:rPr>
          <w:rFonts w:cs="Calibri Light"/>
          <w:b/>
          <w:color w:val="204D9C"/>
          <w:sz w:val="22"/>
          <w:szCs w:val="22"/>
        </w:rPr>
      </w:pPr>
      <w:r w:rsidRPr="004E194E">
        <w:rPr>
          <w:rFonts w:cs="Calibri Light"/>
          <w:b/>
          <w:color w:val="204D9C"/>
          <w:sz w:val="22"/>
          <w:szCs w:val="22"/>
        </w:rPr>
        <w:t>La Caisse de prévoyance et retraite des notaires libéraux</w:t>
      </w:r>
    </w:p>
    <w:p w14:paraId="7DB87F64" w14:textId="77777777" w:rsidR="00C1257E" w:rsidRPr="004E194E" w:rsidRDefault="00C1257E" w:rsidP="00873EAF">
      <w:pPr>
        <w:rPr>
          <w:rFonts w:cs="Calibri Light"/>
          <w:color w:val="204D9C"/>
          <w:sz w:val="22"/>
          <w:szCs w:val="22"/>
        </w:rPr>
      </w:pPr>
    </w:p>
    <w:p w14:paraId="29FC0FCC" w14:textId="77777777" w:rsidR="00C1257E" w:rsidRPr="004E194E" w:rsidRDefault="00C1257E" w:rsidP="00873EAF">
      <w:pPr>
        <w:rPr>
          <w:rFonts w:cs="Calibri Light"/>
          <w:b/>
          <w:color w:val="204D9C"/>
          <w:sz w:val="22"/>
          <w:szCs w:val="22"/>
          <w:u w:val="single"/>
        </w:rPr>
      </w:pPr>
      <w:r w:rsidRPr="004E194E">
        <w:rPr>
          <w:rFonts w:cs="Calibri Light"/>
          <w:b/>
          <w:color w:val="204D9C"/>
          <w:sz w:val="22"/>
          <w:szCs w:val="22"/>
          <w:u w:val="single"/>
        </w:rPr>
        <w:t>Objet : Lettre de candidature</w:t>
      </w:r>
    </w:p>
    <w:p w14:paraId="45F6D150" w14:textId="77777777" w:rsidR="00C1257E" w:rsidRPr="004E194E" w:rsidRDefault="00C1257E" w:rsidP="00873EAF">
      <w:pPr>
        <w:rPr>
          <w:rFonts w:cs="Calibri Light"/>
          <w:color w:val="204D9C"/>
          <w:sz w:val="22"/>
          <w:szCs w:val="22"/>
        </w:rPr>
      </w:pPr>
    </w:p>
    <w:p w14:paraId="28C8B97D" w14:textId="38A2D0B8" w:rsidR="008F5284" w:rsidRPr="004E194E" w:rsidRDefault="00C1257E" w:rsidP="003E5BF9">
      <w:pPr>
        <w:rPr>
          <w:b/>
          <w:color w:val="204D9C"/>
          <w:sz w:val="22"/>
          <w:szCs w:val="22"/>
        </w:rPr>
      </w:pPr>
      <w:r w:rsidRPr="004E194E">
        <w:rPr>
          <w:b/>
          <w:color w:val="204D9C"/>
          <w:sz w:val="22"/>
          <w:szCs w:val="22"/>
        </w:rPr>
        <w:t xml:space="preserve">Référence : Consultation </w:t>
      </w:r>
      <w:r w:rsidR="00EB24F7" w:rsidRPr="004E194E">
        <w:rPr>
          <w:b/>
          <w:color w:val="204D9C"/>
          <w:sz w:val="22"/>
          <w:szCs w:val="22"/>
        </w:rPr>
        <w:t>–</w:t>
      </w:r>
      <w:r w:rsidRPr="004E194E">
        <w:rPr>
          <w:b/>
          <w:color w:val="204D9C"/>
          <w:sz w:val="22"/>
          <w:szCs w:val="22"/>
        </w:rPr>
        <w:t xml:space="preserve"> </w:t>
      </w:r>
      <w:r w:rsidR="00EB24F7" w:rsidRPr="004E194E">
        <w:rPr>
          <w:b/>
          <w:color w:val="204D9C"/>
          <w:sz w:val="22"/>
          <w:szCs w:val="22"/>
        </w:rPr>
        <w:t xml:space="preserve">Marché public – </w:t>
      </w:r>
      <w:r w:rsidR="008F5284" w:rsidRPr="004E194E">
        <w:rPr>
          <w:b/>
          <w:color w:val="204D9C"/>
          <w:sz w:val="22"/>
          <w:szCs w:val="22"/>
        </w:rPr>
        <w:fldChar w:fldCharType="begin"/>
      </w:r>
      <w:r w:rsidR="008F5284" w:rsidRPr="004E194E">
        <w:rPr>
          <w:b/>
          <w:color w:val="204D9C"/>
          <w:sz w:val="22"/>
          <w:szCs w:val="22"/>
        </w:rPr>
        <w:instrText xml:space="preserve"> REF  Objet_Marché_Public  \* MERGEFORMAT </w:instrText>
      </w:r>
      <w:r w:rsidR="008F5284" w:rsidRPr="004E194E">
        <w:rPr>
          <w:b/>
          <w:color w:val="204D9C"/>
          <w:sz w:val="22"/>
          <w:szCs w:val="22"/>
        </w:rPr>
        <w:fldChar w:fldCharType="separate"/>
      </w:r>
      <w:r w:rsidR="00DF238A" w:rsidRPr="00DF238A">
        <w:rPr>
          <w:b/>
          <w:color w:val="204D9C"/>
          <w:sz w:val="22"/>
          <w:szCs w:val="22"/>
        </w:rPr>
        <w:t>Gestion déléguée « retraite / invalidité décès »</w:t>
      </w:r>
      <w:r w:rsidR="008F5284" w:rsidRPr="004E194E">
        <w:rPr>
          <w:b/>
          <w:color w:val="204D9C"/>
          <w:sz w:val="22"/>
          <w:szCs w:val="22"/>
        </w:rPr>
        <w:fldChar w:fldCharType="end"/>
      </w:r>
    </w:p>
    <w:p w14:paraId="3780B891" w14:textId="77777777" w:rsidR="00621DA0" w:rsidRPr="004E194E" w:rsidRDefault="00621DA0" w:rsidP="00621DA0">
      <w:pPr>
        <w:rPr>
          <w:rFonts w:cs="Calibri Light"/>
          <w:b/>
          <w:sz w:val="22"/>
          <w:szCs w:val="22"/>
        </w:rPr>
      </w:pPr>
    </w:p>
    <w:p w14:paraId="60356971" w14:textId="77777777" w:rsidR="002C7BBC" w:rsidRPr="00BB77D2" w:rsidRDefault="002C7BBC" w:rsidP="002C7BBC">
      <w:p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Par la présente, le </w:t>
      </w:r>
      <w:r w:rsidRPr="00BB77D2">
        <w:rPr>
          <w:rFonts w:cs="Calibri Light"/>
          <w:b/>
          <w:sz w:val="22"/>
          <w:szCs w:val="22"/>
        </w:rPr>
        <w:t xml:space="preserve">candidat, </w:t>
      </w:r>
      <w:r w:rsidRPr="00BB77D2">
        <w:rPr>
          <w:rFonts w:cs="Calibri Light"/>
          <w:sz w:val="22"/>
          <w:szCs w:val="22"/>
        </w:rPr>
        <w:t>le</w:t>
      </w:r>
      <w:r w:rsidRPr="00BB77D2">
        <w:rPr>
          <w:rFonts w:cs="Calibri Light"/>
          <w:b/>
          <w:sz w:val="22"/>
          <w:szCs w:val="22"/>
        </w:rPr>
        <w:t xml:space="preserve"> </w:t>
      </w:r>
      <w:r w:rsidR="003E5BF9" w:rsidRPr="00BB77D2">
        <w:rPr>
          <w:rFonts w:cs="Calibri Light"/>
          <w:sz w:val="22"/>
          <w:szCs w:val="22"/>
        </w:rPr>
        <w:t>groupement d’entreprises :</w:t>
      </w:r>
    </w:p>
    <w:p w14:paraId="7C1AFAED" w14:textId="77777777" w:rsidR="002C7BBC" w:rsidRPr="00BB77D2" w:rsidRDefault="002C7BBC" w:rsidP="002C7BBC">
      <w:pPr>
        <w:numPr>
          <w:ilvl w:val="0"/>
          <w:numId w:val="20"/>
        </w:numPr>
        <w:ind w:left="567" w:hanging="207"/>
        <w:rPr>
          <w:rFonts w:cs="Calibri Light"/>
          <w:b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Présenté sous la forme d’un groupement </w:t>
      </w:r>
      <w:sdt>
        <w:sdtPr>
          <w:rPr>
            <w:rFonts w:cs="Calibri Light"/>
            <w:sz w:val="22"/>
            <w:szCs w:val="22"/>
          </w:rPr>
          <w:id w:val="-2067336943"/>
          <w:placeholder>
            <w:docPart w:val="EAC5395D5560474992BD9E13A107F43F"/>
          </w:placeholder>
          <w:comboBox>
            <w:listItem w:displayText="conjoint avec mandataire solidaire" w:value="conjoint avec mandataire solidaire"/>
            <w:listItem w:displayText="conjoint avec mandataire non solidaire" w:value="conjoint avec mandataire non solidaire"/>
            <w:listItem w:displayText="solidaire" w:value="solidaire"/>
          </w:comboBox>
        </w:sdtPr>
        <w:sdtEndPr/>
        <w:sdtContent>
          <w:r w:rsidRPr="00BB77D2">
            <w:rPr>
              <w:rFonts w:cs="Calibri Light"/>
              <w:sz w:val="22"/>
              <w:szCs w:val="22"/>
            </w:rPr>
            <w:t>(choisissez la forme du groupement)</w:t>
          </w:r>
        </w:sdtContent>
      </w:sdt>
      <w:r w:rsidRPr="00BB77D2">
        <w:rPr>
          <w:rFonts w:cs="Calibri Light"/>
          <w:b/>
          <w:sz w:val="22"/>
          <w:szCs w:val="22"/>
        </w:rPr>
        <w:t> ;</w:t>
      </w:r>
    </w:p>
    <w:p w14:paraId="32193F00" w14:textId="77777777" w:rsidR="002C7BBC" w:rsidRPr="00BB77D2" w:rsidRDefault="002C7BBC" w:rsidP="002C7BBC">
      <w:pPr>
        <w:numPr>
          <w:ilvl w:val="0"/>
          <w:numId w:val="20"/>
        </w:numPr>
        <w:ind w:left="567" w:hanging="207"/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Composé des </w:t>
      </w:r>
      <w:sdt>
        <w:sdtPr>
          <w:rPr>
            <w:rFonts w:cs="Calibri Light"/>
            <w:sz w:val="22"/>
            <w:szCs w:val="22"/>
          </w:rPr>
          <w:id w:val="610869933"/>
          <w:placeholder>
            <w:docPart w:val="EAC5395D5560474992BD9E13A107F43F"/>
          </w:placeholder>
          <w:comboBox>
            <w:listItem w:displayText="deux" w:value="deux"/>
            <w:listItem w:displayText="trois" w:value="trois"/>
            <w:listItem w:displayText="quatre" w:value="quatre"/>
            <w:listItem w:displayText="cinq" w:value="cinq"/>
            <w:listItem w:displayText="six" w:value="six"/>
            <w:listItem w:displayText="(mentionner le nombre) " w:value="(mentionner le nombre) "/>
          </w:comboBox>
        </w:sdtPr>
        <w:sdtEndPr/>
        <w:sdtContent>
          <w:r w:rsidRPr="00BB77D2">
            <w:rPr>
              <w:rFonts w:cs="Calibri Light"/>
              <w:sz w:val="22"/>
              <w:szCs w:val="22"/>
            </w:rPr>
            <w:t xml:space="preserve">(mentionner le nombre) </w:t>
          </w:r>
        </w:sdtContent>
      </w:sdt>
      <w:r w:rsidRPr="00BB77D2">
        <w:rPr>
          <w:rFonts w:cs="Calibri Light"/>
          <w:sz w:val="22"/>
          <w:szCs w:val="22"/>
        </w:rPr>
        <w:t xml:space="preserve"> membres suivants :</w:t>
      </w:r>
    </w:p>
    <w:p w14:paraId="0D92A1DE" w14:textId="77777777" w:rsidR="002C7BBC" w:rsidRPr="00BB77D2" w:rsidRDefault="008F5284" w:rsidP="002C7BBC">
      <w:pPr>
        <w:numPr>
          <w:ilvl w:val="1"/>
          <w:numId w:val="20"/>
        </w:numPr>
        <w:rPr>
          <w:rFonts w:cs="Calibri Light"/>
          <w:sz w:val="22"/>
          <w:szCs w:val="22"/>
        </w:rPr>
      </w:pPr>
      <w:r w:rsidRPr="00BB77D2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(mentionner la raison ou dénomination sociale du membre du groupement)"/>
            </w:textInput>
          </w:ffData>
        </w:fldChar>
      </w:r>
      <w:r w:rsidRPr="00BB77D2">
        <w:rPr>
          <w:b/>
          <w:sz w:val="22"/>
          <w:szCs w:val="22"/>
        </w:rPr>
        <w:instrText xml:space="preserve"> FORMTEXT </w:instrText>
      </w:r>
      <w:r w:rsidRPr="00BB77D2">
        <w:rPr>
          <w:b/>
          <w:sz w:val="22"/>
          <w:szCs w:val="22"/>
        </w:rPr>
      </w:r>
      <w:r w:rsidRPr="00BB77D2">
        <w:rPr>
          <w:b/>
          <w:sz w:val="22"/>
          <w:szCs w:val="22"/>
        </w:rPr>
        <w:fldChar w:fldCharType="separate"/>
      </w:r>
      <w:r w:rsidRPr="00BB77D2">
        <w:rPr>
          <w:b/>
          <w:noProof/>
          <w:sz w:val="22"/>
          <w:szCs w:val="22"/>
        </w:rPr>
        <w:t>(mentionner la raison ou dénomination sociale du membre du groupement)</w:t>
      </w:r>
      <w:r w:rsidRPr="00BB77D2">
        <w:rPr>
          <w:b/>
          <w:sz w:val="22"/>
          <w:szCs w:val="22"/>
        </w:rPr>
        <w:fldChar w:fldCharType="end"/>
      </w:r>
      <w:r w:rsidR="002C7BBC" w:rsidRPr="00BB77D2">
        <w:rPr>
          <w:rFonts w:cs="Calibri Light"/>
          <w:sz w:val="22"/>
          <w:szCs w:val="22"/>
        </w:rPr>
        <w:t> ;</w:t>
      </w:r>
    </w:p>
    <w:p w14:paraId="4D588456" w14:textId="77777777" w:rsidR="002C7BBC" w:rsidRPr="00BB77D2" w:rsidRDefault="002C7BBC" w:rsidP="002C7BBC">
      <w:pPr>
        <w:numPr>
          <w:ilvl w:val="2"/>
          <w:numId w:val="20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>Dont la forme juridique est la suivante :</w:t>
      </w:r>
      <w:r w:rsidR="00C3656B" w:rsidRPr="00BB77D2">
        <w:rPr>
          <w:rFonts w:cs="Calibri Light"/>
          <w:sz w:val="22"/>
          <w:szCs w:val="22"/>
        </w:rPr>
        <w:t xml:space="preserve"> </w:t>
      </w:r>
      <w:sdt>
        <w:sdtPr>
          <w:rPr>
            <w:rFonts w:cs="Calibri Light"/>
            <w:sz w:val="22"/>
            <w:szCs w:val="22"/>
          </w:rPr>
          <w:id w:val="-697780082"/>
          <w:placeholder>
            <w:docPart w:val="B3FC7B6CB828408EBE1D078D2F23B459"/>
          </w:placeholder>
          <w:comboBox>
            <w:listItem w:displayText="Association loi de 1901" w:value="Association loi de 1901"/>
            <w:listItem w:displayText="Entreprise individuelle" w:value="Entreprise individuelle"/>
            <w:listItem w:displayText="EURL" w:value="EURL"/>
            <w:listItem w:displayText="SARL" w:value="SARL"/>
            <w:listItem w:displayText="SELARL" w:value="SELARL"/>
            <w:listItem w:displayText="SCP" w:value="SCP"/>
            <w:listItem w:displayText="SA" w:value="SA"/>
            <w:listItem w:displayText="SAS" w:value="SAS"/>
            <w:listItem w:displayText="SASU" w:value="SASU"/>
            <w:listItem w:displayText="SNC" w:value="SNC"/>
            <w:listItem w:displayText="SCOP" w:value="SCOP"/>
            <w:listItem w:displayText="SCA" w:value="SCA"/>
            <w:listItem w:displayText="SCS" w:value="SCS"/>
          </w:comboBox>
        </w:sdtPr>
        <w:sdtEndPr/>
        <w:sdtContent>
          <w:r w:rsidR="00C3656B" w:rsidRPr="00BB77D2">
            <w:rPr>
              <w:rFonts w:cs="Calibri Light"/>
              <w:sz w:val="22"/>
              <w:szCs w:val="22"/>
            </w:rPr>
            <w:t>…</w:t>
          </w:r>
        </w:sdtContent>
      </w:sdt>
      <w:r w:rsidRPr="00BB77D2">
        <w:rPr>
          <w:rFonts w:cs="Calibri Light"/>
          <w:sz w:val="22"/>
          <w:szCs w:val="22"/>
        </w:rPr>
        <w:t>;</w:t>
      </w:r>
    </w:p>
    <w:p w14:paraId="57D9A40B" w14:textId="77777777" w:rsidR="002C7BBC" w:rsidRPr="00BB77D2" w:rsidRDefault="002C7BBC" w:rsidP="002C7BBC">
      <w:pPr>
        <w:numPr>
          <w:ilvl w:val="2"/>
          <w:numId w:val="20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Dont le siège social est situé à l’adresse suivante : </w:t>
      </w:r>
      <w:r w:rsidRPr="00BB77D2">
        <w:rPr>
          <w:sz w:val="22"/>
          <w:szCs w:val="22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..............................</w:t>
      </w:r>
      <w:r w:rsidRPr="00BB77D2">
        <w:rPr>
          <w:sz w:val="22"/>
          <w:szCs w:val="22"/>
        </w:rPr>
        <w:fldChar w:fldCharType="end"/>
      </w:r>
      <w:r w:rsidRPr="00BB77D2">
        <w:rPr>
          <w:rFonts w:cs="Calibri Light"/>
          <w:sz w:val="22"/>
          <w:szCs w:val="22"/>
        </w:rPr>
        <w:t> ;</w:t>
      </w:r>
    </w:p>
    <w:p w14:paraId="53771ACD" w14:textId="77777777" w:rsidR="002C7BBC" w:rsidRPr="00BB77D2" w:rsidRDefault="002C7BBC" w:rsidP="002C7BBC">
      <w:pPr>
        <w:numPr>
          <w:ilvl w:val="2"/>
          <w:numId w:val="20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Dont l’adresse électronique est la suivante : </w:t>
      </w:r>
      <w:r w:rsidRPr="00BB77D2">
        <w:rPr>
          <w:sz w:val="22"/>
          <w:szCs w:val="22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..............................</w:t>
      </w:r>
      <w:r w:rsidRPr="00BB77D2">
        <w:rPr>
          <w:sz w:val="22"/>
          <w:szCs w:val="22"/>
        </w:rPr>
        <w:fldChar w:fldCharType="end"/>
      </w:r>
      <w:r w:rsidRPr="00BB77D2">
        <w:rPr>
          <w:rFonts w:cs="Calibri Light"/>
          <w:sz w:val="22"/>
          <w:szCs w:val="22"/>
        </w:rPr>
        <w:t> ;</w:t>
      </w:r>
    </w:p>
    <w:p w14:paraId="1B4C1E64" w14:textId="77777777" w:rsidR="002C7BBC" w:rsidRPr="00BB77D2" w:rsidRDefault="002C7BBC" w:rsidP="002C7BBC">
      <w:pPr>
        <w:numPr>
          <w:ilvl w:val="2"/>
          <w:numId w:val="20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Dont le numéro de téléphone est le suivant : </w:t>
      </w:r>
      <w:r w:rsidRPr="00BB77D2">
        <w:rPr>
          <w:sz w:val="22"/>
          <w:szCs w:val="22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..............................</w:t>
      </w:r>
      <w:r w:rsidRPr="00BB77D2">
        <w:rPr>
          <w:sz w:val="22"/>
          <w:szCs w:val="22"/>
        </w:rPr>
        <w:fldChar w:fldCharType="end"/>
      </w:r>
      <w:r w:rsidRPr="00BB77D2">
        <w:rPr>
          <w:rFonts w:cs="Calibri Light"/>
          <w:sz w:val="22"/>
          <w:szCs w:val="22"/>
        </w:rPr>
        <w:t> ;</w:t>
      </w:r>
    </w:p>
    <w:p w14:paraId="523695BA" w14:textId="77777777" w:rsidR="002C7BBC" w:rsidRPr="00BB77D2" w:rsidRDefault="002C7BBC" w:rsidP="002C7BBC">
      <w:pPr>
        <w:numPr>
          <w:ilvl w:val="2"/>
          <w:numId w:val="20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Dont le numéro de SIRET est le suivant :  </w:t>
      </w:r>
      <w:r w:rsidRPr="00BB77D2">
        <w:rPr>
          <w:sz w:val="22"/>
          <w:szCs w:val="22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..............................</w:t>
      </w:r>
      <w:r w:rsidRPr="00BB77D2">
        <w:rPr>
          <w:sz w:val="22"/>
          <w:szCs w:val="22"/>
        </w:rPr>
        <w:fldChar w:fldCharType="end"/>
      </w:r>
      <w:r w:rsidRPr="00BB77D2">
        <w:rPr>
          <w:rFonts w:cs="Calibri Light"/>
          <w:sz w:val="22"/>
          <w:szCs w:val="22"/>
        </w:rPr>
        <w:t> ;</w:t>
      </w:r>
    </w:p>
    <w:p w14:paraId="131AF1A4" w14:textId="77777777" w:rsidR="002C7BBC" w:rsidRPr="00BB77D2" w:rsidRDefault="008F5284" w:rsidP="002C7BBC">
      <w:pPr>
        <w:numPr>
          <w:ilvl w:val="1"/>
          <w:numId w:val="20"/>
        </w:numPr>
        <w:rPr>
          <w:rFonts w:cs="Calibri Light"/>
          <w:sz w:val="22"/>
          <w:szCs w:val="22"/>
        </w:rPr>
      </w:pPr>
      <w:r w:rsidRPr="00BB77D2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(mentionner la raison ou dénomination sociale du membre du groupement)"/>
            </w:textInput>
          </w:ffData>
        </w:fldChar>
      </w:r>
      <w:r w:rsidRPr="00BB77D2">
        <w:rPr>
          <w:b/>
          <w:sz w:val="22"/>
          <w:szCs w:val="22"/>
        </w:rPr>
        <w:instrText xml:space="preserve"> FORMTEXT </w:instrText>
      </w:r>
      <w:r w:rsidRPr="00BB77D2">
        <w:rPr>
          <w:b/>
          <w:sz w:val="22"/>
          <w:szCs w:val="22"/>
        </w:rPr>
      </w:r>
      <w:r w:rsidRPr="00BB77D2">
        <w:rPr>
          <w:b/>
          <w:sz w:val="22"/>
          <w:szCs w:val="22"/>
        </w:rPr>
        <w:fldChar w:fldCharType="separate"/>
      </w:r>
      <w:r w:rsidRPr="00BB77D2">
        <w:rPr>
          <w:b/>
          <w:noProof/>
          <w:sz w:val="22"/>
          <w:szCs w:val="22"/>
        </w:rPr>
        <w:t>(mentionner la raison ou dénomination sociale du membre du groupement)</w:t>
      </w:r>
      <w:r w:rsidRPr="00BB77D2">
        <w:rPr>
          <w:b/>
          <w:sz w:val="22"/>
          <w:szCs w:val="22"/>
        </w:rPr>
        <w:fldChar w:fldCharType="end"/>
      </w:r>
      <w:r w:rsidR="002C7BBC" w:rsidRPr="00BB77D2">
        <w:rPr>
          <w:rFonts w:cs="Calibri Light"/>
          <w:sz w:val="22"/>
          <w:szCs w:val="22"/>
        </w:rPr>
        <w:t> ;</w:t>
      </w:r>
    </w:p>
    <w:p w14:paraId="0BB4D7BB" w14:textId="77777777" w:rsidR="002C7BBC" w:rsidRPr="00BB77D2" w:rsidRDefault="002C7BBC" w:rsidP="002C7BBC">
      <w:pPr>
        <w:numPr>
          <w:ilvl w:val="2"/>
          <w:numId w:val="20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>Dont la forme juridique est la suivante :</w:t>
      </w:r>
      <w:r w:rsidR="00C3656B" w:rsidRPr="00BB77D2">
        <w:rPr>
          <w:rFonts w:cs="Calibri Light"/>
          <w:sz w:val="22"/>
          <w:szCs w:val="22"/>
        </w:rPr>
        <w:t xml:space="preserve"> </w:t>
      </w:r>
      <w:sdt>
        <w:sdtPr>
          <w:rPr>
            <w:rFonts w:cs="Calibri Light"/>
            <w:sz w:val="22"/>
            <w:szCs w:val="22"/>
          </w:rPr>
          <w:id w:val="1382757664"/>
          <w:placeholder>
            <w:docPart w:val="62CC4B51DDF3473ABAC4E936CB4A0BCD"/>
          </w:placeholder>
          <w:comboBox>
            <w:listItem w:displayText="Association loi de 1901" w:value="Association loi de 1901"/>
            <w:listItem w:displayText="Entreprise individuelle" w:value="Entreprise individuelle"/>
            <w:listItem w:displayText="EURL" w:value="EURL"/>
            <w:listItem w:displayText="SARL" w:value="SARL"/>
            <w:listItem w:displayText="SELARL" w:value="SELARL"/>
            <w:listItem w:displayText="SCP" w:value="SCP"/>
            <w:listItem w:displayText="SA" w:value="SA"/>
            <w:listItem w:displayText="SAS" w:value="SAS"/>
            <w:listItem w:displayText="SASU" w:value="SASU"/>
            <w:listItem w:displayText="SNC" w:value="SNC"/>
            <w:listItem w:displayText="SCOP" w:value="SCOP"/>
            <w:listItem w:displayText="SCA" w:value="SCA"/>
            <w:listItem w:displayText="SCS" w:value="SCS"/>
          </w:comboBox>
        </w:sdtPr>
        <w:sdtEndPr/>
        <w:sdtContent>
          <w:r w:rsidR="00C3656B" w:rsidRPr="00BB77D2">
            <w:rPr>
              <w:rFonts w:cs="Calibri Light"/>
              <w:sz w:val="22"/>
              <w:szCs w:val="22"/>
            </w:rPr>
            <w:t>…</w:t>
          </w:r>
        </w:sdtContent>
      </w:sdt>
      <w:r w:rsidRPr="00BB77D2">
        <w:rPr>
          <w:rFonts w:cs="Calibri Light"/>
          <w:sz w:val="22"/>
          <w:szCs w:val="22"/>
        </w:rPr>
        <w:t>;</w:t>
      </w:r>
    </w:p>
    <w:p w14:paraId="33C4C86C" w14:textId="77777777" w:rsidR="002C7BBC" w:rsidRPr="00BB77D2" w:rsidRDefault="002C7BBC" w:rsidP="002C7BBC">
      <w:pPr>
        <w:numPr>
          <w:ilvl w:val="2"/>
          <w:numId w:val="20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Dont le siège social est situé à l’adresse suivante : </w:t>
      </w:r>
      <w:r w:rsidRPr="00BB77D2">
        <w:rPr>
          <w:sz w:val="22"/>
          <w:szCs w:val="22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..............................</w:t>
      </w:r>
      <w:r w:rsidRPr="00BB77D2">
        <w:rPr>
          <w:sz w:val="22"/>
          <w:szCs w:val="22"/>
        </w:rPr>
        <w:fldChar w:fldCharType="end"/>
      </w:r>
      <w:r w:rsidRPr="00BB77D2">
        <w:rPr>
          <w:rFonts w:cs="Calibri Light"/>
          <w:sz w:val="22"/>
          <w:szCs w:val="22"/>
        </w:rPr>
        <w:t> ;</w:t>
      </w:r>
    </w:p>
    <w:p w14:paraId="1F49A683" w14:textId="77777777" w:rsidR="002C7BBC" w:rsidRPr="00BB77D2" w:rsidRDefault="002C7BBC" w:rsidP="002C7BBC">
      <w:pPr>
        <w:numPr>
          <w:ilvl w:val="2"/>
          <w:numId w:val="20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Dont l’adresse électronique est la suivante : </w:t>
      </w:r>
      <w:r w:rsidRPr="00BB77D2">
        <w:rPr>
          <w:sz w:val="22"/>
          <w:szCs w:val="22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..............................</w:t>
      </w:r>
      <w:r w:rsidRPr="00BB77D2">
        <w:rPr>
          <w:sz w:val="22"/>
          <w:szCs w:val="22"/>
        </w:rPr>
        <w:fldChar w:fldCharType="end"/>
      </w:r>
      <w:r w:rsidRPr="00BB77D2">
        <w:rPr>
          <w:rFonts w:cs="Calibri Light"/>
          <w:sz w:val="22"/>
          <w:szCs w:val="22"/>
        </w:rPr>
        <w:t> ;</w:t>
      </w:r>
    </w:p>
    <w:p w14:paraId="6785A9CF" w14:textId="77777777" w:rsidR="002C7BBC" w:rsidRPr="00BB77D2" w:rsidRDefault="002C7BBC" w:rsidP="002C7BBC">
      <w:pPr>
        <w:numPr>
          <w:ilvl w:val="2"/>
          <w:numId w:val="20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Dont le numéro de téléphone est le suivant : </w:t>
      </w:r>
      <w:r w:rsidRPr="00BB77D2">
        <w:rPr>
          <w:sz w:val="22"/>
          <w:szCs w:val="22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..............................</w:t>
      </w:r>
      <w:r w:rsidRPr="00BB77D2">
        <w:rPr>
          <w:sz w:val="22"/>
          <w:szCs w:val="22"/>
        </w:rPr>
        <w:fldChar w:fldCharType="end"/>
      </w:r>
      <w:r w:rsidRPr="00BB77D2">
        <w:rPr>
          <w:rFonts w:cs="Calibri Light"/>
          <w:sz w:val="22"/>
          <w:szCs w:val="22"/>
        </w:rPr>
        <w:t> ;</w:t>
      </w:r>
    </w:p>
    <w:p w14:paraId="0DD04936" w14:textId="77777777" w:rsidR="002C7BBC" w:rsidRPr="00BB77D2" w:rsidRDefault="002C7BBC" w:rsidP="002C7BBC">
      <w:pPr>
        <w:numPr>
          <w:ilvl w:val="2"/>
          <w:numId w:val="20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Dont le numéro de SIRET est le suivant :  </w:t>
      </w:r>
      <w:r w:rsidRPr="00BB77D2">
        <w:rPr>
          <w:sz w:val="22"/>
          <w:szCs w:val="22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..............................</w:t>
      </w:r>
      <w:r w:rsidRPr="00BB77D2">
        <w:rPr>
          <w:sz w:val="22"/>
          <w:szCs w:val="22"/>
        </w:rPr>
        <w:fldChar w:fldCharType="end"/>
      </w:r>
      <w:r w:rsidRPr="00BB77D2">
        <w:rPr>
          <w:rFonts w:cs="Calibri Light"/>
          <w:sz w:val="22"/>
          <w:szCs w:val="22"/>
        </w:rPr>
        <w:t> ;</w:t>
      </w:r>
    </w:p>
    <w:sdt>
      <w:sdtPr>
        <w:rPr>
          <w:b/>
          <w:sz w:val="22"/>
          <w:szCs w:val="22"/>
        </w:rPr>
        <w:id w:val="690890643"/>
        <w15:repeatingSection/>
      </w:sdtPr>
      <w:sdtEndPr>
        <w:rPr>
          <w:rFonts w:cs="Calibri Light"/>
          <w:b w:val="0"/>
        </w:rPr>
      </w:sdtEndPr>
      <w:sdtContent>
        <w:sdt>
          <w:sdtPr>
            <w:rPr>
              <w:b/>
              <w:sz w:val="22"/>
              <w:szCs w:val="22"/>
            </w:rPr>
            <w:id w:val="1585030205"/>
            <w:placeholder>
              <w:docPart w:val="DefaultPlaceholder_-1854013436"/>
            </w:placeholder>
            <w15:repeatingSectionItem/>
          </w:sdtPr>
          <w:sdtEndPr>
            <w:rPr>
              <w:rFonts w:cs="Calibri Light"/>
              <w:b w:val="0"/>
            </w:rPr>
          </w:sdtEndPr>
          <w:sdtContent>
            <w:p w14:paraId="0A955C62" w14:textId="77777777" w:rsidR="002C7BBC" w:rsidRPr="00BB77D2" w:rsidRDefault="008F5284" w:rsidP="002C7BBC">
              <w:pPr>
                <w:numPr>
                  <w:ilvl w:val="1"/>
                  <w:numId w:val="20"/>
                </w:numPr>
                <w:rPr>
                  <w:rFonts w:cs="Calibri Light"/>
                  <w:sz w:val="22"/>
                  <w:szCs w:val="22"/>
                </w:rPr>
              </w:pPr>
              <w:r w:rsidRPr="00BB77D2">
                <w:rPr>
                  <w:b/>
                  <w:sz w:val="22"/>
                  <w:szCs w:val="22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(mentionner la raison ou dénomination sociale du membre du groupement)"/>
                    </w:textInput>
                  </w:ffData>
                </w:fldChar>
              </w:r>
              <w:r w:rsidRPr="00BB77D2">
                <w:rPr>
                  <w:b/>
                  <w:sz w:val="22"/>
                  <w:szCs w:val="22"/>
                </w:rPr>
                <w:instrText xml:space="preserve"> FORMTEXT </w:instrText>
              </w:r>
              <w:r w:rsidRPr="00BB77D2">
                <w:rPr>
                  <w:b/>
                  <w:sz w:val="22"/>
                  <w:szCs w:val="22"/>
                </w:rPr>
              </w:r>
              <w:r w:rsidRPr="00BB77D2">
                <w:rPr>
                  <w:b/>
                  <w:sz w:val="22"/>
                  <w:szCs w:val="22"/>
                </w:rPr>
                <w:fldChar w:fldCharType="separate"/>
              </w:r>
              <w:r w:rsidRPr="00BB77D2">
                <w:rPr>
                  <w:b/>
                  <w:noProof/>
                  <w:sz w:val="22"/>
                  <w:szCs w:val="22"/>
                </w:rPr>
                <w:t>(mentionner la raison ou dénomination sociale du membre du groupement)</w:t>
              </w:r>
              <w:r w:rsidRPr="00BB77D2">
                <w:rPr>
                  <w:b/>
                  <w:sz w:val="22"/>
                  <w:szCs w:val="22"/>
                </w:rPr>
                <w:fldChar w:fldCharType="end"/>
              </w:r>
              <w:r w:rsidR="002C7BBC" w:rsidRPr="00BB77D2">
                <w:rPr>
                  <w:rFonts w:cs="Calibri Light"/>
                  <w:b/>
                  <w:sz w:val="22"/>
                  <w:szCs w:val="22"/>
                </w:rPr>
                <w:t> ;</w:t>
              </w:r>
            </w:p>
            <w:p w14:paraId="1F05E52F" w14:textId="77777777" w:rsidR="002C7BBC" w:rsidRPr="00BB77D2" w:rsidRDefault="002C7BBC" w:rsidP="002C7BBC">
              <w:pPr>
                <w:numPr>
                  <w:ilvl w:val="2"/>
                  <w:numId w:val="20"/>
                </w:numPr>
                <w:rPr>
                  <w:rFonts w:cs="Calibri Light"/>
                  <w:sz w:val="22"/>
                  <w:szCs w:val="22"/>
                </w:rPr>
              </w:pPr>
              <w:r w:rsidRPr="00BB77D2">
                <w:rPr>
                  <w:rFonts w:cs="Calibri Light"/>
                  <w:sz w:val="22"/>
                  <w:szCs w:val="22"/>
                </w:rPr>
                <w:t>Dont la forme juridique est la suivante :</w:t>
              </w:r>
              <w:r w:rsidR="00C3656B" w:rsidRPr="00BB77D2">
                <w:rPr>
                  <w:rFonts w:cs="Calibri Light"/>
                  <w:sz w:val="22"/>
                  <w:szCs w:val="22"/>
                </w:rPr>
                <w:t xml:space="preserve"> </w:t>
              </w:r>
              <w:sdt>
                <w:sdtPr>
                  <w:rPr>
                    <w:rFonts w:cs="Calibri Light"/>
                    <w:sz w:val="22"/>
                    <w:szCs w:val="22"/>
                  </w:rPr>
                  <w:id w:val="-1383246965"/>
                  <w:placeholder>
                    <w:docPart w:val="5A9930554B2A443C80D64ABC27AAA6F5"/>
                  </w:placeholder>
                  <w:comboBox>
                    <w:listItem w:displayText="Association loi de 1901" w:value="Association loi de 1901"/>
                    <w:listItem w:displayText="Entreprise individuelle" w:value="Entreprise individuelle"/>
                    <w:listItem w:displayText="EURL" w:value="EURL"/>
                    <w:listItem w:displayText="SARL" w:value="SARL"/>
                    <w:listItem w:displayText="SELARL" w:value="SELARL"/>
                    <w:listItem w:displayText="SCP" w:value="SCP"/>
                    <w:listItem w:displayText="SA" w:value="SA"/>
                    <w:listItem w:displayText="SAS" w:value="SAS"/>
                    <w:listItem w:displayText="SASU" w:value="SASU"/>
                    <w:listItem w:displayText="SNC" w:value="SNC"/>
                    <w:listItem w:displayText="SCOP" w:value="SCOP"/>
                    <w:listItem w:displayText="SCA" w:value="SCA"/>
                    <w:listItem w:displayText="SCS" w:value="SCS"/>
                  </w:comboBox>
                </w:sdtPr>
                <w:sdtEndPr/>
                <w:sdtContent>
                  <w:r w:rsidR="00C3656B" w:rsidRPr="00BB77D2">
                    <w:rPr>
                      <w:rFonts w:cs="Calibri Light"/>
                      <w:sz w:val="22"/>
                      <w:szCs w:val="22"/>
                    </w:rPr>
                    <w:t>…</w:t>
                  </w:r>
                </w:sdtContent>
              </w:sdt>
              <w:r w:rsidRPr="00BB77D2">
                <w:rPr>
                  <w:rFonts w:cs="Calibri Light"/>
                  <w:sz w:val="22"/>
                  <w:szCs w:val="22"/>
                </w:rPr>
                <w:t>;</w:t>
              </w:r>
            </w:p>
            <w:p w14:paraId="4035FDC9" w14:textId="77777777" w:rsidR="002C7BBC" w:rsidRPr="00BB77D2" w:rsidRDefault="002C7BBC" w:rsidP="002C7BBC">
              <w:pPr>
                <w:numPr>
                  <w:ilvl w:val="2"/>
                  <w:numId w:val="20"/>
                </w:numPr>
                <w:rPr>
                  <w:rFonts w:cs="Calibri Light"/>
                  <w:sz w:val="22"/>
                  <w:szCs w:val="22"/>
                </w:rPr>
              </w:pPr>
              <w:r w:rsidRPr="00BB77D2">
                <w:rPr>
                  <w:rFonts w:cs="Calibri Light"/>
                  <w:sz w:val="22"/>
                  <w:szCs w:val="22"/>
                </w:rPr>
                <w:t xml:space="preserve">Dont le siège social est situé à l’adresse suivante : </w:t>
              </w:r>
              <w:r w:rsidRPr="00BB77D2">
                <w:rPr>
                  <w:sz w:val="22"/>
                  <w:szCs w:val="22"/>
                </w:rPr>
                <w:fldChar w:fldCharType="begin">
                  <w:ffData>
                    <w:name w:val="Texte1"/>
                    <w:enabled/>
                    <w:calcOnExit w:val="0"/>
                    <w:textInput>
                      <w:default w:val=".............................."/>
                    </w:textInput>
                  </w:ffData>
                </w:fldChar>
              </w:r>
              <w:r w:rsidRPr="00BB77D2">
                <w:rPr>
                  <w:sz w:val="22"/>
                  <w:szCs w:val="22"/>
                </w:rPr>
                <w:instrText xml:space="preserve"> FORMTEXT </w:instrText>
              </w:r>
              <w:r w:rsidRPr="00BB77D2">
                <w:rPr>
                  <w:sz w:val="22"/>
                  <w:szCs w:val="22"/>
                </w:rPr>
              </w:r>
              <w:r w:rsidRPr="00BB77D2">
                <w:rPr>
                  <w:sz w:val="22"/>
                  <w:szCs w:val="22"/>
                </w:rPr>
                <w:fldChar w:fldCharType="separate"/>
              </w:r>
              <w:r w:rsidRPr="00BB77D2">
                <w:rPr>
                  <w:noProof/>
                  <w:sz w:val="22"/>
                  <w:szCs w:val="22"/>
                </w:rPr>
                <w:t>..............................</w:t>
              </w:r>
              <w:r w:rsidRPr="00BB77D2">
                <w:rPr>
                  <w:sz w:val="22"/>
                  <w:szCs w:val="22"/>
                </w:rPr>
                <w:fldChar w:fldCharType="end"/>
              </w:r>
              <w:r w:rsidRPr="00BB77D2">
                <w:rPr>
                  <w:rFonts w:cs="Calibri Light"/>
                  <w:sz w:val="22"/>
                  <w:szCs w:val="22"/>
                </w:rPr>
                <w:t> ;</w:t>
              </w:r>
            </w:p>
            <w:p w14:paraId="7255ED52" w14:textId="77777777" w:rsidR="002C7BBC" w:rsidRPr="00BB77D2" w:rsidRDefault="002C7BBC" w:rsidP="002C7BBC">
              <w:pPr>
                <w:numPr>
                  <w:ilvl w:val="2"/>
                  <w:numId w:val="20"/>
                </w:numPr>
                <w:rPr>
                  <w:rFonts w:cs="Calibri Light"/>
                  <w:sz w:val="22"/>
                  <w:szCs w:val="22"/>
                </w:rPr>
              </w:pPr>
              <w:r w:rsidRPr="00BB77D2">
                <w:rPr>
                  <w:rFonts w:cs="Calibri Light"/>
                  <w:sz w:val="22"/>
                  <w:szCs w:val="22"/>
                </w:rPr>
                <w:t xml:space="preserve">Dont l’adresse électronique est la suivante : </w:t>
              </w:r>
              <w:r w:rsidRPr="00BB77D2">
                <w:rPr>
                  <w:sz w:val="22"/>
                  <w:szCs w:val="22"/>
                </w:rPr>
                <w:fldChar w:fldCharType="begin">
                  <w:ffData>
                    <w:name w:val="Texte1"/>
                    <w:enabled/>
                    <w:calcOnExit w:val="0"/>
                    <w:textInput>
                      <w:default w:val=".............................."/>
                    </w:textInput>
                  </w:ffData>
                </w:fldChar>
              </w:r>
              <w:r w:rsidRPr="00BB77D2">
                <w:rPr>
                  <w:sz w:val="22"/>
                  <w:szCs w:val="22"/>
                </w:rPr>
                <w:instrText xml:space="preserve"> FORMTEXT </w:instrText>
              </w:r>
              <w:r w:rsidRPr="00BB77D2">
                <w:rPr>
                  <w:sz w:val="22"/>
                  <w:szCs w:val="22"/>
                </w:rPr>
              </w:r>
              <w:r w:rsidRPr="00BB77D2">
                <w:rPr>
                  <w:sz w:val="22"/>
                  <w:szCs w:val="22"/>
                </w:rPr>
                <w:fldChar w:fldCharType="separate"/>
              </w:r>
              <w:r w:rsidRPr="00BB77D2">
                <w:rPr>
                  <w:noProof/>
                  <w:sz w:val="22"/>
                  <w:szCs w:val="22"/>
                </w:rPr>
                <w:t>..............................</w:t>
              </w:r>
              <w:r w:rsidRPr="00BB77D2">
                <w:rPr>
                  <w:sz w:val="22"/>
                  <w:szCs w:val="22"/>
                </w:rPr>
                <w:fldChar w:fldCharType="end"/>
              </w:r>
              <w:r w:rsidRPr="00BB77D2">
                <w:rPr>
                  <w:rFonts w:cs="Calibri Light"/>
                  <w:sz w:val="22"/>
                  <w:szCs w:val="22"/>
                </w:rPr>
                <w:t> ;</w:t>
              </w:r>
            </w:p>
            <w:p w14:paraId="657E52CE" w14:textId="77777777" w:rsidR="002C7BBC" w:rsidRPr="00BB77D2" w:rsidRDefault="002C7BBC" w:rsidP="002C7BBC">
              <w:pPr>
                <w:numPr>
                  <w:ilvl w:val="2"/>
                  <w:numId w:val="20"/>
                </w:numPr>
                <w:rPr>
                  <w:rFonts w:cs="Calibri Light"/>
                  <w:sz w:val="22"/>
                  <w:szCs w:val="22"/>
                </w:rPr>
              </w:pPr>
              <w:r w:rsidRPr="00BB77D2">
                <w:rPr>
                  <w:rFonts w:cs="Calibri Light"/>
                  <w:sz w:val="22"/>
                  <w:szCs w:val="22"/>
                </w:rPr>
                <w:t xml:space="preserve">Dont le numéro de téléphone est le suivant : </w:t>
              </w:r>
              <w:r w:rsidRPr="00BB77D2">
                <w:rPr>
                  <w:sz w:val="22"/>
                  <w:szCs w:val="22"/>
                </w:rPr>
                <w:fldChar w:fldCharType="begin">
                  <w:ffData>
                    <w:name w:val="Texte1"/>
                    <w:enabled/>
                    <w:calcOnExit w:val="0"/>
                    <w:textInput>
                      <w:default w:val=".............................."/>
                    </w:textInput>
                  </w:ffData>
                </w:fldChar>
              </w:r>
              <w:r w:rsidRPr="00BB77D2">
                <w:rPr>
                  <w:sz w:val="22"/>
                  <w:szCs w:val="22"/>
                </w:rPr>
                <w:instrText xml:space="preserve"> FORMTEXT </w:instrText>
              </w:r>
              <w:r w:rsidRPr="00BB77D2">
                <w:rPr>
                  <w:sz w:val="22"/>
                  <w:szCs w:val="22"/>
                </w:rPr>
              </w:r>
              <w:r w:rsidRPr="00BB77D2">
                <w:rPr>
                  <w:sz w:val="22"/>
                  <w:szCs w:val="22"/>
                </w:rPr>
                <w:fldChar w:fldCharType="separate"/>
              </w:r>
              <w:r w:rsidRPr="00BB77D2">
                <w:rPr>
                  <w:noProof/>
                  <w:sz w:val="22"/>
                  <w:szCs w:val="22"/>
                </w:rPr>
                <w:t>..............................</w:t>
              </w:r>
              <w:r w:rsidRPr="00BB77D2">
                <w:rPr>
                  <w:sz w:val="22"/>
                  <w:szCs w:val="22"/>
                </w:rPr>
                <w:fldChar w:fldCharType="end"/>
              </w:r>
              <w:r w:rsidRPr="00BB77D2">
                <w:rPr>
                  <w:rFonts w:cs="Calibri Light"/>
                  <w:sz w:val="22"/>
                  <w:szCs w:val="22"/>
                </w:rPr>
                <w:t> ;</w:t>
              </w:r>
            </w:p>
            <w:p w14:paraId="3A3B97F5" w14:textId="77777777" w:rsidR="002C7BBC" w:rsidRPr="00BB77D2" w:rsidRDefault="002C7BBC" w:rsidP="002C7BBC">
              <w:pPr>
                <w:numPr>
                  <w:ilvl w:val="2"/>
                  <w:numId w:val="20"/>
                </w:numPr>
                <w:rPr>
                  <w:rFonts w:cs="Calibri Light"/>
                  <w:sz w:val="22"/>
                  <w:szCs w:val="22"/>
                </w:rPr>
              </w:pPr>
              <w:r w:rsidRPr="00BB77D2">
                <w:rPr>
                  <w:rFonts w:cs="Calibri Light"/>
                  <w:sz w:val="22"/>
                  <w:szCs w:val="22"/>
                </w:rPr>
                <w:t xml:space="preserve">Dont le numéro de SIRET est le suivant :  </w:t>
              </w:r>
              <w:r w:rsidRPr="00BB77D2">
                <w:rPr>
                  <w:sz w:val="22"/>
                  <w:szCs w:val="22"/>
                </w:rPr>
                <w:fldChar w:fldCharType="begin">
                  <w:ffData>
                    <w:name w:val="Texte1"/>
                    <w:enabled/>
                    <w:calcOnExit w:val="0"/>
                    <w:textInput>
                      <w:default w:val=".............................."/>
                    </w:textInput>
                  </w:ffData>
                </w:fldChar>
              </w:r>
              <w:r w:rsidRPr="00BB77D2">
                <w:rPr>
                  <w:sz w:val="22"/>
                  <w:szCs w:val="22"/>
                </w:rPr>
                <w:instrText xml:space="preserve"> FORMTEXT </w:instrText>
              </w:r>
              <w:r w:rsidRPr="00BB77D2">
                <w:rPr>
                  <w:sz w:val="22"/>
                  <w:szCs w:val="22"/>
                </w:rPr>
              </w:r>
              <w:r w:rsidRPr="00BB77D2">
                <w:rPr>
                  <w:sz w:val="22"/>
                  <w:szCs w:val="22"/>
                </w:rPr>
                <w:fldChar w:fldCharType="separate"/>
              </w:r>
              <w:r w:rsidRPr="00BB77D2">
                <w:rPr>
                  <w:noProof/>
                  <w:sz w:val="22"/>
                  <w:szCs w:val="22"/>
                </w:rPr>
                <w:t>..............................</w:t>
              </w:r>
              <w:r w:rsidRPr="00BB77D2">
                <w:rPr>
                  <w:sz w:val="22"/>
                  <w:szCs w:val="22"/>
                </w:rPr>
                <w:fldChar w:fldCharType="end"/>
              </w:r>
              <w:r w:rsidRPr="00BB77D2">
                <w:rPr>
                  <w:rFonts w:cs="Calibri Light"/>
                  <w:sz w:val="22"/>
                  <w:szCs w:val="22"/>
                </w:rPr>
                <w:t> ;</w:t>
              </w:r>
            </w:p>
          </w:sdtContent>
        </w:sdt>
      </w:sdtContent>
    </w:sdt>
    <w:p w14:paraId="1B4153CB" w14:textId="77777777" w:rsidR="002C7BBC" w:rsidRPr="00BB77D2" w:rsidRDefault="002C7BBC" w:rsidP="002C7BBC">
      <w:pPr>
        <w:numPr>
          <w:ilvl w:val="0"/>
          <w:numId w:val="20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Dont le mandataire est le membre suivant :  </w:t>
      </w:r>
      <w:r w:rsidRPr="00BB77D2">
        <w:rPr>
          <w:sz w:val="22"/>
          <w:szCs w:val="22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..............................</w:t>
      </w:r>
      <w:r w:rsidRPr="00BB77D2">
        <w:rPr>
          <w:sz w:val="22"/>
          <w:szCs w:val="22"/>
        </w:rPr>
        <w:fldChar w:fldCharType="end"/>
      </w:r>
      <w:r w:rsidRPr="00BB77D2">
        <w:rPr>
          <w:rFonts w:cs="Calibri Light"/>
          <w:sz w:val="22"/>
          <w:szCs w:val="22"/>
        </w:rPr>
        <w:t>.</w:t>
      </w:r>
    </w:p>
    <w:p w14:paraId="343858A8" w14:textId="77777777" w:rsidR="00627AC4" w:rsidRPr="00BB77D2" w:rsidRDefault="00627AC4" w:rsidP="00873EAF">
      <w:pPr>
        <w:rPr>
          <w:rFonts w:cs="Calibri Light"/>
          <w:sz w:val="22"/>
          <w:szCs w:val="22"/>
        </w:rPr>
      </w:pPr>
    </w:p>
    <w:p w14:paraId="70ADEA90" w14:textId="77777777" w:rsidR="00956C45" w:rsidRPr="00BB77D2" w:rsidRDefault="00683A77" w:rsidP="00060268">
      <w:pPr>
        <w:rPr>
          <w:rFonts w:cs="Calibri Light"/>
          <w:sz w:val="22"/>
          <w:szCs w:val="22"/>
        </w:rPr>
      </w:pPr>
      <w:r w:rsidRPr="00BB77D2">
        <w:rPr>
          <w:rFonts w:cs="Calibri Light"/>
          <w:b/>
          <w:sz w:val="22"/>
          <w:szCs w:val="22"/>
        </w:rPr>
        <w:t>Fait acte de candidature</w:t>
      </w:r>
      <w:r w:rsidRPr="00BB77D2">
        <w:rPr>
          <w:rFonts w:cs="Calibri Light"/>
          <w:sz w:val="22"/>
          <w:szCs w:val="22"/>
        </w:rPr>
        <w:t xml:space="preserve"> pour </w:t>
      </w:r>
      <w:r w:rsidR="00EB24F7" w:rsidRPr="00BB77D2">
        <w:rPr>
          <w:rFonts w:cs="Calibri Light"/>
          <w:sz w:val="22"/>
          <w:szCs w:val="22"/>
        </w:rPr>
        <w:t>l’attribution du</w:t>
      </w:r>
      <w:r w:rsidRPr="00BB77D2">
        <w:rPr>
          <w:rFonts w:cs="Calibri Light"/>
          <w:sz w:val="22"/>
          <w:szCs w:val="22"/>
        </w:rPr>
        <w:t xml:space="preserve"> marché public </w:t>
      </w:r>
      <w:r w:rsidR="00EB24F7" w:rsidRPr="00BB77D2">
        <w:rPr>
          <w:rFonts w:cs="Calibri Light"/>
          <w:sz w:val="22"/>
          <w:szCs w:val="22"/>
        </w:rPr>
        <w:t>cité en référence</w:t>
      </w:r>
      <w:r w:rsidR="00060268" w:rsidRPr="00BB77D2">
        <w:rPr>
          <w:rFonts w:cs="Calibri Light"/>
          <w:sz w:val="22"/>
          <w:szCs w:val="22"/>
        </w:rPr>
        <w:t>.</w:t>
      </w:r>
    </w:p>
    <w:p w14:paraId="5B0C85BB" w14:textId="77777777" w:rsidR="00683A77" w:rsidRPr="00BB77D2" w:rsidRDefault="00683A77" w:rsidP="00683A77">
      <w:pPr>
        <w:rPr>
          <w:rFonts w:cs="Calibri Light"/>
          <w:sz w:val="22"/>
          <w:szCs w:val="22"/>
        </w:rPr>
      </w:pPr>
    </w:p>
    <w:p w14:paraId="0A7334AC" w14:textId="77777777" w:rsidR="00683A77" w:rsidRPr="00BB77D2" w:rsidRDefault="00683A77" w:rsidP="0049797A">
      <w:p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Pour ce faire, le candidat </w:t>
      </w:r>
      <w:r w:rsidRPr="00BB77D2">
        <w:rPr>
          <w:rFonts w:cs="Calibri Light"/>
          <w:b/>
          <w:sz w:val="22"/>
          <w:szCs w:val="22"/>
        </w:rPr>
        <w:t>d</w:t>
      </w:r>
      <w:r w:rsidR="0049797A" w:rsidRPr="00BB77D2">
        <w:rPr>
          <w:rFonts w:cs="Calibri Light"/>
          <w:b/>
          <w:sz w:val="22"/>
          <w:szCs w:val="22"/>
        </w:rPr>
        <w:t>éclare</w:t>
      </w:r>
      <w:r w:rsidR="0049797A" w:rsidRPr="00BB77D2">
        <w:rPr>
          <w:rFonts w:cs="Calibri Light"/>
          <w:sz w:val="22"/>
          <w:szCs w:val="22"/>
        </w:rPr>
        <w:t xml:space="preserve"> sur honneur</w:t>
      </w:r>
      <w:r w:rsidRPr="00BB77D2">
        <w:rPr>
          <w:rFonts w:cs="Calibri Light"/>
          <w:sz w:val="22"/>
          <w:szCs w:val="22"/>
        </w:rPr>
        <w:t> :</w:t>
      </w:r>
    </w:p>
    <w:p w14:paraId="00B866E1" w14:textId="77777777" w:rsidR="00683A77" w:rsidRPr="00BB77D2" w:rsidRDefault="00683A77" w:rsidP="0049797A">
      <w:pPr>
        <w:rPr>
          <w:rFonts w:cs="Calibri Light"/>
          <w:sz w:val="22"/>
          <w:szCs w:val="22"/>
        </w:rPr>
      </w:pPr>
    </w:p>
    <w:p w14:paraId="3D4F88A6" w14:textId="77777777" w:rsidR="00E12486" w:rsidRPr="00BB77D2" w:rsidRDefault="00683A77" w:rsidP="00D132A3">
      <w:pPr>
        <w:numPr>
          <w:ilvl w:val="0"/>
          <w:numId w:val="19"/>
        </w:numPr>
        <w:ind w:left="567" w:hanging="207"/>
        <w:rPr>
          <w:rFonts w:cs="Calibri Light"/>
          <w:sz w:val="22"/>
          <w:szCs w:val="22"/>
        </w:rPr>
      </w:pPr>
      <w:r w:rsidRPr="00BB77D2">
        <w:rPr>
          <w:rFonts w:cs="Calibri Light"/>
          <w:b/>
          <w:sz w:val="22"/>
          <w:szCs w:val="22"/>
        </w:rPr>
        <w:t xml:space="preserve">Ne </w:t>
      </w:r>
      <w:r w:rsidR="0049797A" w:rsidRPr="00BB77D2">
        <w:rPr>
          <w:rFonts w:cs="Calibri Light"/>
          <w:b/>
          <w:sz w:val="22"/>
          <w:szCs w:val="22"/>
        </w:rPr>
        <w:t>pas entrer dans l’un des cas d’exclusion</w:t>
      </w:r>
      <w:r w:rsidR="0049797A" w:rsidRPr="00BB77D2">
        <w:rPr>
          <w:rFonts w:cs="Calibri Light"/>
          <w:sz w:val="22"/>
          <w:szCs w:val="22"/>
        </w:rPr>
        <w:t xml:space="preserve"> prévus aux </w:t>
      </w:r>
      <w:hyperlink r:id="rId15" w:history="1">
        <w:r w:rsidR="0049797A" w:rsidRPr="00BB77D2">
          <w:rPr>
            <w:rStyle w:val="Lienhypertexte"/>
            <w:rFonts w:cs="Calibri Light"/>
            <w:sz w:val="22"/>
            <w:szCs w:val="22"/>
          </w:rPr>
          <w:t>articles L. 2141-1 à L. 2141-5</w:t>
        </w:r>
      </w:hyperlink>
      <w:r w:rsidR="0049797A" w:rsidRPr="00BB77D2">
        <w:rPr>
          <w:rFonts w:cs="Calibri Light"/>
          <w:sz w:val="22"/>
          <w:szCs w:val="22"/>
        </w:rPr>
        <w:t xml:space="preserve"> ou aux </w:t>
      </w:r>
      <w:hyperlink r:id="rId16" w:history="1">
        <w:r w:rsidR="0049797A" w:rsidRPr="00BB77D2">
          <w:rPr>
            <w:rStyle w:val="Lienhypertexte"/>
            <w:rFonts w:cs="Calibri Light"/>
            <w:sz w:val="22"/>
            <w:szCs w:val="22"/>
          </w:rPr>
          <w:t>articles L. 2141-7 à L. 2141-10</w:t>
        </w:r>
      </w:hyperlink>
      <w:r w:rsidR="0049797A" w:rsidRPr="00BB77D2">
        <w:rPr>
          <w:rFonts w:cs="Calibri Light"/>
          <w:sz w:val="22"/>
          <w:szCs w:val="22"/>
        </w:rPr>
        <w:t xml:space="preserve"> du code de la commande publique</w:t>
      </w:r>
      <w:r w:rsidR="00E12486" w:rsidRPr="00BB77D2">
        <w:rPr>
          <w:rFonts w:cs="Calibri Light"/>
          <w:sz w:val="22"/>
          <w:szCs w:val="22"/>
        </w:rPr>
        <w:t xml:space="preserve"> et qu’il satisfait aux obligations concernant l'emploi des travailleurs handicapés définies aux articles L. 5212-1 à L. 5212-11 du code du travail ;</w:t>
      </w:r>
    </w:p>
    <w:p w14:paraId="2F3A2A04" w14:textId="77777777" w:rsidR="00683A77" w:rsidRPr="00BB77D2" w:rsidRDefault="00683A77" w:rsidP="00683A77">
      <w:pPr>
        <w:rPr>
          <w:rFonts w:cs="Calibri Light"/>
          <w:sz w:val="22"/>
          <w:szCs w:val="22"/>
        </w:rPr>
      </w:pPr>
    </w:p>
    <w:p w14:paraId="419AF363" w14:textId="77777777" w:rsidR="00E50C89" w:rsidRPr="00BB77D2" w:rsidRDefault="00E50C89" w:rsidP="00E50C89">
      <w:pPr>
        <w:pStyle w:val="Paragraphedeliste"/>
        <w:numPr>
          <w:ilvl w:val="0"/>
          <w:numId w:val="19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>S’agissant de sa situation au regard des procédures collectives :</w:t>
      </w:r>
    </w:p>
    <w:p w14:paraId="529757DB" w14:textId="60155CA7" w:rsidR="00BB77D2" w:rsidRPr="00BB77D2" w:rsidRDefault="00BB77D2" w:rsidP="00BB77D2">
      <w:pPr>
        <w:pStyle w:val="Paragraphedeliste"/>
        <w:numPr>
          <w:ilvl w:val="1"/>
          <w:numId w:val="19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Pour le </w:t>
      </w:r>
      <w:r w:rsidRPr="00BB77D2">
        <w:rPr>
          <w:rFonts w:cs="Calibri Light"/>
          <w:bCs/>
          <w:sz w:val="22"/>
          <w:szCs w:val="22"/>
        </w:rPr>
        <w:t xml:space="preserve">membre du groupement </w:t>
      </w:r>
      <w:r w:rsidRPr="00BB77D2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mentionnez le nom du membre</w:t>
      </w:r>
      <w:r w:rsidRPr="00BB77D2">
        <w:rPr>
          <w:sz w:val="22"/>
          <w:szCs w:val="22"/>
        </w:rPr>
        <w:fldChar w:fldCharType="end"/>
      </w:r>
    </w:p>
    <w:p w14:paraId="7077F0E2" w14:textId="77777777" w:rsidR="00E50C89" w:rsidRPr="00BB77D2" w:rsidRDefault="00E50C89" w:rsidP="00BB77D2">
      <w:pPr>
        <w:pStyle w:val="Paragraphedeliste"/>
        <w:numPr>
          <w:ilvl w:val="2"/>
          <w:numId w:val="19"/>
        </w:numPr>
        <w:rPr>
          <w:rFonts w:cs="Calibri Light"/>
          <w:sz w:val="22"/>
          <w:szCs w:val="22"/>
        </w:rPr>
      </w:pPr>
      <w:sdt>
        <w:sdtPr>
          <w:rPr>
            <w:rFonts w:cs="Calibri Light"/>
            <w:sz w:val="22"/>
            <w:szCs w:val="22"/>
          </w:rPr>
          <w:id w:val="8717274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77D2">
            <w:rPr>
              <w:rFonts w:ascii="MS Gothic" w:eastAsia="MS Gothic" w:hAnsi="MS Gothic" w:cs="Calibri Light" w:hint="eastAsia"/>
              <w:sz w:val="22"/>
              <w:szCs w:val="22"/>
            </w:rPr>
            <w:t>☐</w:t>
          </w:r>
        </w:sdtContent>
      </w:sdt>
      <w:r w:rsidRPr="00BB77D2">
        <w:rPr>
          <w:rFonts w:cs="Calibri Light"/>
          <w:sz w:val="22"/>
          <w:szCs w:val="22"/>
        </w:rPr>
        <w:t xml:space="preserve"> Ne pas être en redressement judiciaire.</w:t>
      </w:r>
    </w:p>
    <w:p w14:paraId="4460F8B9" w14:textId="77777777" w:rsidR="00E50C89" w:rsidRPr="00BB77D2" w:rsidRDefault="00E50C89" w:rsidP="00BB77D2">
      <w:pPr>
        <w:pStyle w:val="Paragraphedeliste"/>
        <w:numPr>
          <w:ilvl w:val="2"/>
          <w:numId w:val="19"/>
        </w:numPr>
        <w:rPr>
          <w:rFonts w:cs="Calibri Light"/>
          <w:sz w:val="22"/>
          <w:szCs w:val="22"/>
        </w:rPr>
      </w:pPr>
      <w:sdt>
        <w:sdtPr>
          <w:rPr>
            <w:rFonts w:cs="Calibri Light"/>
            <w:sz w:val="22"/>
            <w:szCs w:val="22"/>
          </w:rPr>
          <w:id w:val="-16221360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77D2">
            <w:rPr>
              <w:rFonts w:ascii="MS Gothic" w:eastAsia="MS Gothic" w:hAnsi="MS Gothic" w:cs="Calibri Light" w:hint="eastAsia"/>
              <w:sz w:val="22"/>
              <w:szCs w:val="22"/>
            </w:rPr>
            <w:t>☐</w:t>
          </w:r>
        </w:sdtContent>
      </w:sdt>
      <w:r w:rsidRPr="00BB77D2">
        <w:rPr>
          <w:rFonts w:cs="Calibri Light"/>
          <w:sz w:val="22"/>
          <w:szCs w:val="22"/>
        </w:rPr>
        <w:t xml:space="preserve"> Être en redressement judiciaire.</w:t>
      </w:r>
    </w:p>
    <w:p w14:paraId="7B7E26FC" w14:textId="77777777" w:rsidR="00BB77D2" w:rsidRPr="00BB77D2" w:rsidRDefault="00BB77D2" w:rsidP="00BB77D2">
      <w:pPr>
        <w:pStyle w:val="Paragraphedeliste"/>
        <w:numPr>
          <w:ilvl w:val="1"/>
          <w:numId w:val="19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Pour le </w:t>
      </w:r>
      <w:r w:rsidRPr="00BB77D2">
        <w:rPr>
          <w:rFonts w:cs="Calibri Light"/>
          <w:bCs/>
          <w:sz w:val="22"/>
          <w:szCs w:val="22"/>
        </w:rPr>
        <w:t xml:space="preserve">membre du groupement </w:t>
      </w:r>
      <w:r w:rsidRPr="00BB77D2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mentionnez le nom du membre</w:t>
      </w:r>
      <w:r w:rsidRPr="00BB77D2">
        <w:rPr>
          <w:sz w:val="22"/>
          <w:szCs w:val="22"/>
        </w:rPr>
        <w:fldChar w:fldCharType="end"/>
      </w:r>
    </w:p>
    <w:p w14:paraId="31AA822A" w14:textId="77777777" w:rsidR="00BB77D2" w:rsidRPr="00BB77D2" w:rsidRDefault="00BB77D2" w:rsidP="00BB77D2">
      <w:pPr>
        <w:pStyle w:val="Paragraphedeliste"/>
        <w:numPr>
          <w:ilvl w:val="2"/>
          <w:numId w:val="19"/>
        </w:numPr>
        <w:rPr>
          <w:rFonts w:cs="Calibri Light"/>
          <w:sz w:val="22"/>
          <w:szCs w:val="22"/>
        </w:rPr>
      </w:pPr>
      <w:sdt>
        <w:sdtPr>
          <w:rPr>
            <w:rFonts w:cs="Calibri Light"/>
            <w:sz w:val="22"/>
            <w:szCs w:val="22"/>
          </w:rPr>
          <w:id w:val="-20211509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77D2">
            <w:rPr>
              <w:rFonts w:ascii="MS Gothic" w:eastAsia="MS Gothic" w:hAnsi="MS Gothic" w:cs="Calibri Light" w:hint="eastAsia"/>
              <w:sz w:val="22"/>
              <w:szCs w:val="22"/>
            </w:rPr>
            <w:t>☐</w:t>
          </w:r>
        </w:sdtContent>
      </w:sdt>
      <w:r w:rsidRPr="00BB77D2">
        <w:rPr>
          <w:rFonts w:cs="Calibri Light"/>
          <w:sz w:val="22"/>
          <w:szCs w:val="22"/>
        </w:rPr>
        <w:t xml:space="preserve"> Ne pas être en redressement judiciaire.</w:t>
      </w:r>
    </w:p>
    <w:p w14:paraId="75505F65" w14:textId="77777777" w:rsidR="00BB77D2" w:rsidRPr="00BB77D2" w:rsidRDefault="00BB77D2" w:rsidP="00BB77D2">
      <w:pPr>
        <w:pStyle w:val="Paragraphedeliste"/>
        <w:numPr>
          <w:ilvl w:val="2"/>
          <w:numId w:val="19"/>
        </w:numPr>
        <w:rPr>
          <w:rFonts w:cs="Calibri Light"/>
          <w:sz w:val="22"/>
          <w:szCs w:val="22"/>
        </w:rPr>
      </w:pPr>
      <w:sdt>
        <w:sdtPr>
          <w:rPr>
            <w:rFonts w:cs="Calibri Light"/>
            <w:sz w:val="22"/>
            <w:szCs w:val="22"/>
          </w:rPr>
          <w:id w:val="-17257414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77D2">
            <w:rPr>
              <w:rFonts w:ascii="MS Gothic" w:eastAsia="MS Gothic" w:hAnsi="MS Gothic" w:cs="Calibri Light" w:hint="eastAsia"/>
              <w:sz w:val="22"/>
              <w:szCs w:val="22"/>
            </w:rPr>
            <w:t>☐</w:t>
          </w:r>
        </w:sdtContent>
      </w:sdt>
      <w:r w:rsidRPr="00BB77D2">
        <w:rPr>
          <w:rFonts w:cs="Calibri Light"/>
          <w:sz w:val="22"/>
          <w:szCs w:val="22"/>
        </w:rPr>
        <w:t xml:space="preserve"> Être en redressement judiciaire.</w:t>
      </w:r>
    </w:p>
    <w:p w14:paraId="1464845B" w14:textId="77777777" w:rsidR="00BB77D2" w:rsidRPr="00BB77D2" w:rsidRDefault="00BB77D2" w:rsidP="00BB77D2">
      <w:pPr>
        <w:pStyle w:val="Paragraphedeliste"/>
        <w:numPr>
          <w:ilvl w:val="1"/>
          <w:numId w:val="19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Pour le </w:t>
      </w:r>
      <w:r w:rsidRPr="00BB77D2">
        <w:rPr>
          <w:rFonts w:cs="Calibri Light"/>
          <w:bCs/>
          <w:sz w:val="22"/>
          <w:szCs w:val="22"/>
        </w:rPr>
        <w:t xml:space="preserve">membre du groupement </w:t>
      </w:r>
      <w:r w:rsidRPr="00BB77D2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mentionnez le nom du membre</w:t>
      </w:r>
      <w:r w:rsidRPr="00BB77D2">
        <w:rPr>
          <w:sz w:val="22"/>
          <w:szCs w:val="22"/>
        </w:rPr>
        <w:fldChar w:fldCharType="end"/>
      </w:r>
    </w:p>
    <w:p w14:paraId="6F3640F1" w14:textId="77777777" w:rsidR="00BB77D2" w:rsidRPr="00BB77D2" w:rsidRDefault="00BB77D2" w:rsidP="00BB77D2">
      <w:pPr>
        <w:pStyle w:val="Paragraphedeliste"/>
        <w:numPr>
          <w:ilvl w:val="2"/>
          <w:numId w:val="19"/>
        </w:numPr>
        <w:rPr>
          <w:rFonts w:cs="Calibri Light"/>
          <w:sz w:val="22"/>
          <w:szCs w:val="22"/>
        </w:rPr>
      </w:pPr>
      <w:sdt>
        <w:sdtPr>
          <w:rPr>
            <w:rFonts w:cs="Calibri Light"/>
            <w:sz w:val="22"/>
            <w:szCs w:val="22"/>
          </w:rPr>
          <w:id w:val="-18573380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77D2">
            <w:rPr>
              <w:rFonts w:ascii="MS Gothic" w:eastAsia="MS Gothic" w:hAnsi="MS Gothic" w:cs="Calibri Light" w:hint="eastAsia"/>
              <w:sz w:val="22"/>
              <w:szCs w:val="22"/>
            </w:rPr>
            <w:t>☐</w:t>
          </w:r>
        </w:sdtContent>
      </w:sdt>
      <w:r w:rsidRPr="00BB77D2">
        <w:rPr>
          <w:rFonts w:cs="Calibri Light"/>
          <w:sz w:val="22"/>
          <w:szCs w:val="22"/>
        </w:rPr>
        <w:t xml:space="preserve"> Ne pas être en redressement judiciaire.</w:t>
      </w:r>
    </w:p>
    <w:p w14:paraId="0F664C00" w14:textId="77777777" w:rsidR="00BB77D2" w:rsidRPr="00BB77D2" w:rsidRDefault="00BB77D2" w:rsidP="00BB77D2">
      <w:pPr>
        <w:pStyle w:val="Paragraphedeliste"/>
        <w:numPr>
          <w:ilvl w:val="2"/>
          <w:numId w:val="19"/>
        </w:numPr>
        <w:rPr>
          <w:rFonts w:cs="Calibri Light"/>
          <w:sz w:val="22"/>
          <w:szCs w:val="22"/>
        </w:rPr>
      </w:pPr>
      <w:sdt>
        <w:sdtPr>
          <w:rPr>
            <w:rFonts w:cs="Calibri Light"/>
            <w:sz w:val="22"/>
            <w:szCs w:val="22"/>
          </w:rPr>
          <w:id w:val="-14402144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77D2">
            <w:rPr>
              <w:rFonts w:ascii="MS Gothic" w:eastAsia="MS Gothic" w:hAnsi="MS Gothic" w:cs="Calibri Light" w:hint="eastAsia"/>
              <w:sz w:val="22"/>
              <w:szCs w:val="22"/>
            </w:rPr>
            <w:t>☐</w:t>
          </w:r>
        </w:sdtContent>
      </w:sdt>
      <w:r w:rsidRPr="00BB77D2">
        <w:rPr>
          <w:rFonts w:cs="Calibri Light"/>
          <w:sz w:val="22"/>
          <w:szCs w:val="22"/>
        </w:rPr>
        <w:t xml:space="preserve"> Être en redressement judiciaire.</w:t>
      </w:r>
    </w:p>
    <w:p w14:paraId="5732BD54" w14:textId="77777777" w:rsidR="00E50C89" w:rsidRPr="00BB77D2" w:rsidRDefault="00E50C89" w:rsidP="00E50C89">
      <w:pPr>
        <w:rPr>
          <w:rFonts w:cs="Calibri Light"/>
          <w:sz w:val="22"/>
          <w:szCs w:val="22"/>
        </w:rPr>
      </w:pPr>
    </w:p>
    <w:p w14:paraId="50961D7A" w14:textId="77777777" w:rsidR="00E50C89" w:rsidRDefault="00E50C89" w:rsidP="00E50C89">
      <w:pPr>
        <w:pStyle w:val="Paragraphedeliste"/>
        <w:numPr>
          <w:ilvl w:val="0"/>
          <w:numId w:val="19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lastRenderedPageBreak/>
        <w:t>S’agissant de sa situation au regard de l’emploi de salariés étrangers :</w:t>
      </w:r>
    </w:p>
    <w:p w14:paraId="42E16EA1" w14:textId="77777777" w:rsidR="00BB77D2" w:rsidRPr="00BB77D2" w:rsidRDefault="00BB77D2" w:rsidP="00BB77D2">
      <w:pPr>
        <w:pStyle w:val="Paragraphedeliste"/>
        <w:numPr>
          <w:ilvl w:val="1"/>
          <w:numId w:val="19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Pour le </w:t>
      </w:r>
      <w:r w:rsidRPr="00BB77D2">
        <w:rPr>
          <w:rFonts w:cs="Calibri Light"/>
          <w:bCs/>
          <w:sz w:val="22"/>
          <w:szCs w:val="22"/>
        </w:rPr>
        <w:t xml:space="preserve">membre du groupement </w:t>
      </w:r>
      <w:r w:rsidRPr="00BB77D2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mentionnez le nom du membre</w:t>
      </w:r>
      <w:r w:rsidRPr="00BB77D2">
        <w:rPr>
          <w:sz w:val="22"/>
          <w:szCs w:val="22"/>
        </w:rPr>
        <w:fldChar w:fldCharType="end"/>
      </w:r>
    </w:p>
    <w:p w14:paraId="29F5A29F" w14:textId="77777777" w:rsidR="00E50C89" w:rsidRPr="00BB77D2" w:rsidRDefault="00E50C89" w:rsidP="00BB77D2">
      <w:pPr>
        <w:pStyle w:val="Paragraphedeliste"/>
        <w:numPr>
          <w:ilvl w:val="2"/>
          <w:numId w:val="19"/>
        </w:numPr>
        <w:rPr>
          <w:rFonts w:cs="Calibri Light"/>
          <w:sz w:val="22"/>
          <w:szCs w:val="22"/>
        </w:rPr>
      </w:pPr>
      <w:sdt>
        <w:sdtPr>
          <w:rPr>
            <w:rFonts w:cs="Calibri Light"/>
            <w:sz w:val="22"/>
            <w:szCs w:val="22"/>
          </w:rPr>
          <w:id w:val="-12772495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77D2">
            <w:rPr>
              <w:rFonts w:ascii="MS Gothic" w:eastAsia="MS Gothic" w:hAnsi="MS Gothic" w:cs="Calibri Light" w:hint="eastAsia"/>
              <w:sz w:val="22"/>
              <w:szCs w:val="22"/>
            </w:rPr>
            <w:t>☐</w:t>
          </w:r>
        </w:sdtContent>
      </w:sdt>
      <w:r w:rsidRPr="00BB77D2">
        <w:rPr>
          <w:rFonts w:cs="Calibri Light"/>
          <w:sz w:val="22"/>
          <w:szCs w:val="22"/>
        </w:rPr>
        <w:t xml:space="preserve"> Employez de manière régulière des salariés étrangers soumis à autorisation de travail.</w:t>
      </w:r>
    </w:p>
    <w:p w14:paraId="4F6C644F" w14:textId="77777777" w:rsidR="00E50C89" w:rsidRPr="00BB77D2" w:rsidRDefault="00E50C89" w:rsidP="00BB77D2">
      <w:pPr>
        <w:pStyle w:val="Paragraphedeliste"/>
        <w:numPr>
          <w:ilvl w:val="2"/>
          <w:numId w:val="19"/>
        </w:numPr>
        <w:rPr>
          <w:rFonts w:cs="Calibri Light"/>
          <w:sz w:val="22"/>
          <w:szCs w:val="22"/>
        </w:rPr>
      </w:pPr>
      <w:sdt>
        <w:sdtPr>
          <w:rPr>
            <w:rFonts w:cs="Calibri Light"/>
            <w:sz w:val="22"/>
            <w:szCs w:val="22"/>
          </w:rPr>
          <w:id w:val="915590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77D2">
            <w:rPr>
              <w:rFonts w:ascii="MS Gothic" w:eastAsia="MS Gothic" w:hAnsi="MS Gothic" w:cs="Calibri Light" w:hint="eastAsia"/>
              <w:sz w:val="22"/>
              <w:szCs w:val="22"/>
            </w:rPr>
            <w:t>☐</w:t>
          </w:r>
        </w:sdtContent>
      </w:sdt>
      <w:r w:rsidRPr="00BB77D2">
        <w:rPr>
          <w:rFonts w:cs="Calibri Light"/>
          <w:sz w:val="22"/>
          <w:szCs w:val="22"/>
        </w:rPr>
        <w:t xml:space="preserve"> N’employer aucun salarié étranger soumis à autorisation de travail.</w:t>
      </w:r>
    </w:p>
    <w:p w14:paraId="1196F81F" w14:textId="77777777" w:rsidR="00BB77D2" w:rsidRPr="00BB77D2" w:rsidRDefault="00BB77D2" w:rsidP="00BB77D2">
      <w:pPr>
        <w:pStyle w:val="Paragraphedeliste"/>
        <w:numPr>
          <w:ilvl w:val="1"/>
          <w:numId w:val="19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Pour le </w:t>
      </w:r>
      <w:r w:rsidRPr="00BB77D2">
        <w:rPr>
          <w:rFonts w:cs="Calibri Light"/>
          <w:bCs/>
          <w:sz w:val="22"/>
          <w:szCs w:val="22"/>
        </w:rPr>
        <w:t xml:space="preserve">membre du groupement </w:t>
      </w:r>
      <w:r w:rsidRPr="00BB77D2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mentionnez le nom du membre</w:t>
      </w:r>
      <w:r w:rsidRPr="00BB77D2">
        <w:rPr>
          <w:sz w:val="22"/>
          <w:szCs w:val="22"/>
        </w:rPr>
        <w:fldChar w:fldCharType="end"/>
      </w:r>
    </w:p>
    <w:p w14:paraId="67B98830" w14:textId="77777777" w:rsidR="00BB77D2" w:rsidRPr="00BB77D2" w:rsidRDefault="00BB77D2" w:rsidP="00BB77D2">
      <w:pPr>
        <w:pStyle w:val="Paragraphedeliste"/>
        <w:numPr>
          <w:ilvl w:val="2"/>
          <w:numId w:val="19"/>
        </w:numPr>
        <w:rPr>
          <w:rFonts w:cs="Calibri Light"/>
          <w:sz w:val="22"/>
          <w:szCs w:val="22"/>
        </w:rPr>
      </w:pPr>
      <w:sdt>
        <w:sdtPr>
          <w:rPr>
            <w:rFonts w:cs="Calibri Light"/>
            <w:sz w:val="22"/>
            <w:szCs w:val="22"/>
          </w:rPr>
          <w:id w:val="2100597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77D2">
            <w:rPr>
              <w:rFonts w:ascii="MS Gothic" w:eastAsia="MS Gothic" w:hAnsi="MS Gothic" w:cs="Calibri Light" w:hint="eastAsia"/>
              <w:sz w:val="22"/>
              <w:szCs w:val="22"/>
            </w:rPr>
            <w:t>☐</w:t>
          </w:r>
        </w:sdtContent>
      </w:sdt>
      <w:r w:rsidRPr="00BB77D2">
        <w:rPr>
          <w:rFonts w:cs="Calibri Light"/>
          <w:sz w:val="22"/>
          <w:szCs w:val="22"/>
        </w:rPr>
        <w:t xml:space="preserve"> Employez de manière régulière des salariés étrangers soumis à autorisation de travail.</w:t>
      </w:r>
    </w:p>
    <w:p w14:paraId="53AA8BDA" w14:textId="77777777" w:rsidR="00BB77D2" w:rsidRPr="00BB77D2" w:rsidRDefault="00BB77D2" w:rsidP="00BB77D2">
      <w:pPr>
        <w:pStyle w:val="Paragraphedeliste"/>
        <w:numPr>
          <w:ilvl w:val="2"/>
          <w:numId w:val="19"/>
        </w:numPr>
        <w:rPr>
          <w:rFonts w:cs="Calibri Light"/>
          <w:sz w:val="22"/>
          <w:szCs w:val="22"/>
        </w:rPr>
      </w:pPr>
      <w:sdt>
        <w:sdtPr>
          <w:rPr>
            <w:rFonts w:cs="Calibri Light"/>
            <w:sz w:val="22"/>
            <w:szCs w:val="22"/>
          </w:rPr>
          <w:id w:val="12766775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77D2">
            <w:rPr>
              <w:rFonts w:ascii="MS Gothic" w:eastAsia="MS Gothic" w:hAnsi="MS Gothic" w:cs="Calibri Light" w:hint="eastAsia"/>
              <w:sz w:val="22"/>
              <w:szCs w:val="22"/>
            </w:rPr>
            <w:t>☐</w:t>
          </w:r>
        </w:sdtContent>
      </w:sdt>
      <w:r w:rsidRPr="00BB77D2">
        <w:rPr>
          <w:rFonts w:cs="Calibri Light"/>
          <w:sz w:val="22"/>
          <w:szCs w:val="22"/>
        </w:rPr>
        <w:t xml:space="preserve"> N’employer aucun salarié étranger soumis à autorisation de travail.</w:t>
      </w:r>
    </w:p>
    <w:p w14:paraId="76F53B68" w14:textId="77777777" w:rsidR="00BB77D2" w:rsidRPr="00BB77D2" w:rsidRDefault="00BB77D2" w:rsidP="00BB77D2">
      <w:pPr>
        <w:pStyle w:val="Paragraphedeliste"/>
        <w:numPr>
          <w:ilvl w:val="1"/>
          <w:numId w:val="19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Pour le </w:t>
      </w:r>
      <w:r w:rsidRPr="00BB77D2">
        <w:rPr>
          <w:rFonts w:cs="Calibri Light"/>
          <w:bCs/>
          <w:sz w:val="22"/>
          <w:szCs w:val="22"/>
        </w:rPr>
        <w:t xml:space="preserve">membre du groupement </w:t>
      </w:r>
      <w:r w:rsidRPr="00BB77D2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mentionnez le nom du membre</w:t>
      </w:r>
      <w:r w:rsidRPr="00BB77D2">
        <w:rPr>
          <w:sz w:val="22"/>
          <w:szCs w:val="22"/>
        </w:rPr>
        <w:fldChar w:fldCharType="end"/>
      </w:r>
    </w:p>
    <w:p w14:paraId="38F505BC" w14:textId="77777777" w:rsidR="00BB77D2" w:rsidRPr="00BB77D2" w:rsidRDefault="00BB77D2" w:rsidP="00BB77D2">
      <w:pPr>
        <w:pStyle w:val="Paragraphedeliste"/>
        <w:numPr>
          <w:ilvl w:val="2"/>
          <w:numId w:val="19"/>
        </w:numPr>
        <w:rPr>
          <w:rFonts w:cs="Calibri Light"/>
          <w:sz w:val="22"/>
          <w:szCs w:val="22"/>
        </w:rPr>
      </w:pPr>
      <w:sdt>
        <w:sdtPr>
          <w:rPr>
            <w:rFonts w:cs="Calibri Light"/>
            <w:sz w:val="22"/>
            <w:szCs w:val="22"/>
          </w:rPr>
          <w:id w:val="3130626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77D2">
            <w:rPr>
              <w:rFonts w:ascii="MS Gothic" w:eastAsia="MS Gothic" w:hAnsi="MS Gothic" w:cs="Calibri Light" w:hint="eastAsia"/>
              <w:sz w:val="22"/>
              <w:szCs w:val="22"/>
            </w:rPr>
            <w:t>☐</w:t>
          </w:r>
        </w:sdtContent>
      </w:sdt>
      <w:r w:rsidRPr="00BB77D2">
        <w:rPr>
          <w:rFonts w:cs="Calibri Light"/>
          <w:sz w:val="22"/>
          <w:szCs w:val="22"/>
        </w:rPr>
        <w:t xml:space="preserve"> Employez de manière régulière des salariés étrangers soumis à autorisation de travail.</w:t>
      </w:r>
    </w:p>
    <w:p w14:paraId="2AE9D38A" w14:textId="77777777" w:rsidR="00BB77D2" w:rsidRPr="00BB77D2" w:rsidRDefault="00BB77D2" w:rsidP="00BB77D2">
      <w:pPr>
        <w:pStyle w:val="Paragraphedeliste"/>
        <w:numPr>
          <w:ilvl w:val="2"/>
          <w:numId w:val="19"/>
        </w:numPr>
        <w:rPr>
          <w:rFonts w:cs="Calibri Light"/>
          <w:sz w:val="22"/>
          <w:szCs w:val="22"/>
        </w:rPr>
      </w:pPr>
      <w:sdt>
        <w:sdtPr>
          <w:rPr>
            <w:rFonts w:cs="Calibri Light"/>
            <w:sz w:val="22"/>
            <w:szCs w:val="22"/>
          </w:rPr>
          <w:id w:val="19603791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B77D2">
            <w:rPr>
              <w:rFonts w:ascii="MS Gothic" w:eastAsia="MS Gothic" w:hAnsi="MS Gothic" w:cs="Calibri Light" w:hint="eastAsia"/>
              <w:sz w:val="22"/>
              <w:szCs w:val="22"/>
            </w:rPr>
            <w:t>☐</w:t>
          </w:r>
        </w:sdtContent>
      </w:sdt>
      <w:r w:rsidRPr="00BB77D2">
        <w:rPr>
          <w:rFonts w:cs="Calibri Light"/>
          <w:sz w:val="22"/>
          <w:szCs w:val="22"/>
        </w:rPr>
        <w:t xml:space="preserve"> N’employer aucun salarié étranger soumis à autorisation de travail.</w:t>
      </w:r>
    </w:p>
    <w:p w14:paraId="09028AFE" w14:textId="77777777" w:rsidR="00E50C89" w:rsidRPr="00BB77D2" w:rsidRDefault="00E50C89" w:rsidP="00683A77">
      <w:pPr>
        <w:rPr>
          <w:rFonts w:cs="Calibri Light"/>
          <w:sz w:val="22"/>
          <w:szCs w:val="22"/>
        </w:rPr>
      </w:pPr>
    </w:p>
    <w:p w14:paraId="656A94FF" w14:textId="77777777" w:rsidR="0080486C" w:rsidRPr="00BB77D2" w:rsidRDefault="00683A77" w:rsidP="00627AC4">
      <w:pPr>
        <w:numPr>
          <w:ilvl w:val="0"/>
          <w:numId w:val="19"/>
        </w:numPr>
        <w:ind w:left="567" w:hanging="207"/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>Disposer</w:t>
      </w:r>
      <w:r w:rsidR="0080486C" w:rsidRPr="00BB77D2">
        <w:rPr>
          <w:rFonts w:cs="Calibri Light"/>
          <w:sz w:val="22"/>
          <w:szCs w:val="22"/>
        </w:rPr>
        <w:t> :</w:t>
      </w:r>
    </w:p>
    <w:p w14:paraId="44E2E7A8" w14:textId="77777777" w:rsidR="008F5284" w:rsidRPr="00BB77D2" w:rsidRDefault="008F5284" w:rsidP="008F5284">
      <w:pPr>
        <w:numPr>
          <w:ilvl w:val="1"/>
          <w:numId w:val="19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Pour le </w:t>
      </w:r>
      <w:r w:rsidRPr="00BB77D2">
        <w:rPr>
          <w:rFonts w:cs="Calibri Light"/>
          <w:bCs/>
          <w:sz w:val="22"/>
          <w:szCs w:val="22"/>
        </w:rPr>
        <w:t xml:space="preserve">membre du groupement </w:t>
      </w:r>
      <w:r w:rsidRPr="00BB77D2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mentionnez le nom du membre</w:t>
      </w:r>
      <w:r w:rsidRPr="00BB77D2">
        <w:rPr>
          <w:sz w:val="22"/>
          <w:szCs w:val="22"/>
        </w:rPr>
        <w:fldChar w:fldCharType="end"/>
      </w:r>
      <w:r w:rsidRPr="00BB77D2">
        <w:rPr>
          <w:sz w:val="22"/>
          <w:szCs w:val="22"/>
        </w:rPr>
        <w:t xml:space="preserve"> </w:t>
      </w:r>
      <w:r w:rsidRPr="00BB77D2">
        <w:rPr>
          <w:rFonts w:cs="Calibri Light"/>
          <w:bCs/>
          <w:sz w:val="22"/>
          <w:szCs w:val="22"/>
        </w:rPr>
        <w:t xml:space="preserve">d’un </w:t>
      </w:r>
      <w:r w:rsidRPr="00BB77D2">
        <w:rPr>
          <w:rFonts w:cs="Calibri Light"/>
          <w:b/>
          <w:bCs/>
          <w:sz w:val="22"/>
          <w:szCs w:val="22"/>
        </w:rPr>
        <w:t xml:space="preserve">chiffre d’affaires global de </w:t>
      </w:r>
      <w:r w:rsidRPr="00BB77D2">
        <w:rPr>
          <w:b/>
          <w:sz w:val="22"/>
          <w:szCs w:val="22"/>
        </w:rPr>
        <w:fldChar w:fldCharType="begin">
          <w:ffData>
            <w:name w:val="Texte1"/>
            <w:enabled/>
            <w:calcOnExit w:val="0"/>
            <w:textInput>
              <w:default w:val="..........."/>
            </w:textInput>
          </w:ffData>
        </w:fldChar>
      </w:r>
      <w:r w:rsidRPr="00BB77D2">
        <w:rPr>
          <w:b/>
          <w:sz w:val="22"/>
          <w:szCs w:val="22"/>
        </w:rPr>
        <w:instrText xml:space="preserve"> FORMTEXT </w:instrText>
      </w:r>
      <w:r w:rsidRPr="00BB77D2">
        <w:rPr>
          <w:b/>
          <w:sz w:val="22"/>
          <w:szCs w:val="22"/>
        </w:rPr>
      </w:r>
      <w:r w:rsidRPr="00BB77D2">
        <w:rPr>
          <w:b/>
          <w:sz w:val="22"/>
          <w:szCs w:val="22"/>
        </w:rPr>
        <w:fldChar w:fldCharType="separate"/>
      </w:r>
      <w:r w:rsidRPr="00BB77D2">
        <w:rPr>
          <w:b/>
          <w:noProof/>
          <w:sz w:val="22"/>
          <w:szCs w:val="22"/>
        </w:rPr>
        <w:t>...........</w:t>
      </w:r>
      <w:r w:rsidRPr="00BB77D2">
        <w:rPr>
          <w:b/>
          <w:sz w:val="22"/>
          <w:szCs w:val="22"/>
        </w:rPr>
        <w:fldChar w:fldCharType="end"/>
      </w:r>
      <w:r w:rsidRPr="00BB77D2">
        <w:rPr>
          <w:b/>
          <w:sz w:val="22"/>
          <w:szCs w:val="22"/>
        </w:rPr>
        <w:t xml:space="preserve"> </w:t>
      </w:r>
      <w:r w:rsidRPr="00BB77D2">
        <w:rPr>
          <w:rFonts w:cs="Calibri Light"/>
          <w:b/>
          <w:bCs/>
          <w:sz w:val="22"/>
          <w:szCs w:val="22"/>
        </w:rPr>
        <w:t>€ HT</w:t>
      </w:r>
      <w:r w:rsidRPr="00BB77D2">
        <w:rPr>
          <w:rFonts w:cs="Calibri Light"/>
          <w:bCs/>
          <w:sz w:val="22"/>
          <w:szCs w:val="22"/>
        </w:rPr>
        <w:t xml:space="preserve"> sur les trois (3) derniers exercices disponibles détaillés en annexe ;</w:t>
      </w:r>
    </w:p>
    <w:p w14:paraId="4FDDFCE2" w14:textId="77777777" w:rsidR="008F5284" w:rsidRPr="00BB77D2" w:rsidRDefault="008F5284" w:rsidP="008F5284">
      <w:pPr>
        <w:numPr>
          <w:ilvl w:val="1"/>
          <w:numId w:val="19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Pour le </w:t>
      </w:r>
      <w:r w:rsidRPr="00BB77D2">
        <w:rPr>
          <w:rFonts w:cs="Calibri Light"/>
          <w:bCs/>
          <w:sz w:val="22"/>
          <w:szCs w:val="22"/>
        </w:rPr>
        <w:t xml:space="preserve">membre du groupement </w:t>
      </w:r>
      <w:r w:rsidRPr="00BB77D2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mentionnez le nom du membre</w:t>
      </w:r>
      <w:r w:rsidRPr="00BB77D2">
        <w:rPr>
          <w:sz w:val="22"/>
          <w:szCs w:val="22"/>
        </w:rPr>
        <w:fldChar w:fldCharType="end"/>
      </w:r>
      <w:r w:rsidRPr="00BB77D2">
        <w:rPr>
          <w:sz w:val="22"/>
          <w:szCs w:val="22"/>
        </w:rPr>
        <w:t xml:space="preserve"> </w:t>
      </w:r>
      <w:r w:rsidRPr="00BB77D2">
        <w:rPr>
          <w:rFonts w:cs="Calibri Light"/>
          <w:bCs/>
          <w:sz w:val="22"/>
          <w:szCs w:val="22"/>
        </w:rPr>
        <w:t xml:space="preserve">d’un </w:t>
      </w:r>
      <w:r w:rsidRPr="00BB77D2">
        <w:rPr>
          <w:rFonts w:cs="Calibri Light"/>
          <w:b/>
          <w:bCs/>
          <w:sz w:val="22"/>
          <w:szCs w:val="22"/>
        </w:rPr>
        <w:t xml:space="preserve">chiffre d’affaires global de </w:t>
      </w:r>
      <w:r w:rsidRPr="00BB77D2">
        <w:rPr>
          <w:b/>
          <w:sz w:val="22"/>
          <w:szCs w:val="22"/>
        </w:rPr>
        <w:fldChar w:fldCharType="begin">
          <w:ffData>
            <w:name w:val="Texte1"/>
            <w:enabled/>
            <w:calcOnExit w:val="0"/>
            <w:textInput>
              <w:default w:val="..........."/>
            </w:textInput>
          </w:ffData>
        </w:fldChar>
      </w:r>
      <w:r w:rsidRPr="00BB77D2">
        <w:rPr>
          <w:b/>
          <w:sz w:val="22"/>
          <w:szCs w:val="22"/>
        </w:rPr>
        <w:instrText xml:space="preserve"> FORMTEXT </w:instrText>
      </w:r>
      <w:r w:rsidRPr="00BB77D2">
        <w:rPr>
          <w:b/>
          <w:sz w:val="22"/>
          <w:szCs w:val="22"/>
        </w:rPr>
      </w:r>
      <w:r w:rsidRPr="00BB77D2">
        <w:rPr>
          <w:b/>
          <w:sz w:val="22"/>
          <w:szCs w:val="22"/>
        </w:rPr>
        <w:fldChar w:fldCharType="separate"/>
      </w:r>
      <w:r w:rsidRPr="00BB77D2">
        <w:rPr>
          <w:b/>
          <w:noProof/>
          <w:sz w:val="22"/>
          <w:szCs w:val="22"/>
        </w:rPr>
        <w:t>...........</w:t>
      </w:r>
      <w:r w:rsidRPr="00BB77D2">
        <w:rPr>
          <w:b/>
          <w:sz w:val="22"/>
          <w:szCs w:val="22"/>
        </w:rPr>
        <w:fldChar w:fldCharType="end"/>
      </w:r>
      <w:r w:rsidRPr="00BB77D2">
        <w:rPr>
          <w:b/>
          <w:sz w:val="22"/>
          <w:szCs w:val="22"/>
        </w:rPr>
        <w:t xml:space="preserve"> </w:t>
      </w:r>
      <w:r w:rsidRPr="00BB77D2">
        <w:rPr>
          <w:rFonts w:cs="Calibri Light"/>
          <w:b/>
          <w:bCs/>
          <w:sz w:val="22"/>
          <w:szCs w:val="22"/>
        </w:rPr>
        <w:t>€ HT</w:t>
      </w:r>
      <w:r w:rsidRPr="00BB77D2">
        <w:rPr>
          <w:rFonts w:cs="Calibri Light"/>
          <w:bCs/>
          <w:sz w:val="22"/>
          <w:szCs w:val="22"/>
        </w:rPr>
        <w:t xml:space="preserve"> sur les trois (3) derniers exercices disponibles détaillés en annexe ;</w:t>
      </w:r>
    </w:p>
    <w:sdt>
      <w:sdtPr>
        <w:rPr>
          <w:rFonts w:cs="Calibri Light"/>
          <w:sz w:val="22"/>
          <w:szCs w:val="22"/>
        </w:rPr>
        <w:id w:val="1981964655"/>
        <w15:repeatingSection/>
      </w:sdtPr>
      <w:sdtEndPr>
        <w:rPr>
          <w:bCs/>
        </w:rPr>
      </w:sdtEndPr>
      <w:sdtContent>
        <w:sdt>
          <w:sdtPr>
            <w:rPr>
              <w:rFonts w:cs="Calibri Light"/>
              <w:sz w:val="22"/>
              <w:szCs w:val="22"/>
            </w:rPr>
            <w:id w:val="-1166943231"/>
            <w:placeholder>
              <w:docPart w:val="DefaultPlaceholder_-1854013436"/>
            </w:placeholder>
            <w15:repeatingSectionItem/>
          </w:sdtPr>
          <w:sdtEndPr>
            <w:rPr>
              <w:bCs/>
            </w:rPr>
          </w:sdtEndPr>
          <w:sdtContent>
            <w:p w14:paraId="123B56AD" w14:textId="77777777" w:rsidR="008F5284" w:rsidRPr="00BB77D2" w:rsidRDefault="008F5284" w:rsidP="008F5284">
              <w:pPr>
                <w:numPr>
                  <w:ilvl w:val="1"/>
                  <w:numId w:val="19"/>
                </w:numPr>
                <w:rPr>
                  <w:rFonts w:cs="Calibri Light"/>
                  <w:sz w:val="22"/>
                  <w:szCs w:val="22"/>
                </w:rPr>
              </w:pPr>
              <w:r w:rsidRPr="00BB77D2">
                <w:rPr>
                  <w:rFonts w:cs="Calibri Light"/>
                  <w:sz w:val="22"/>
                  <w:szCs w:val="22"/>
                </w:rPr>
                <w:t xml:space="preserve">Pour le </w:t>
              </w:r>
              <w:r w:rsidRPr="00BB77D2">
                <w:rPr>
                  <w:rFonts w:cs="Calibri Light"/>
                  <w:bCs/>
                  <w:sz w:val="22"/>
                  <w:szCs w:val="22"/>
                </w:rPr>
                <w:t xml:space="preserve">membre du groupement </w:t>
              </w:r>
              <w:r w:rsidRPr="00BB77D2">
                <w:rPr>
                  <w:sz w:val="22"/>
                  <w:szCs w:val="22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mentionnez le nom du membre"/>
                    </w:textInput>
                  </w:ffData>
                </w:fldChar>
              </w:r>
              <w:r w:rsidRPr="00BB77D2">
                <w:rPr>
                  <w:sz w:val="22"/>
                  <w:szCs w:val="22"/>
                </w:rPr>
                <w:instrText xml:space="preserve"> FORMTEXT </w:instrText>
              </w:r>
              <w:r w:rsidRPr="00BB77D2">
                <w:rPr>
                  <w:sz w:val="22"/>
                  <w:szCs w:val="22"/>
                </w:rPr>
              </w:r>
              <w:r w:rsidRPr="00BB77D2">
                <w:rPr>
                  <w:sz w:val="22"/>
                  <w:szCs w:val="22"/>
                </w:rPr>
                <w:fldChar w:fldCharType="separate"/>
              </w:r>
              <w:r w:rsidRPr="00BB77D2">
                <w:rPr>
                  <w:noProof/>
                  <w:sz w:val="22"/>
                  <w:szCs w:val="22"/>
                </w:rPr>
                <w:t>mentionnez le nom du membre</w:t>
              </w:r>
              <w:r w:rsidRPr="00BB77D2">
                <w:rPr>
                  <w:sz w:val="22"/>
                  <w:szCs w:val="22"/>
                </w:rPr>
                <w:fldChar w:fldCharType="end"/>
              </w:r>
              <w:r w:rsidRPr="00BB77D2">
                <w:rPr>
                  <w:sz w:val="22"/>
                  <w:szCs w:val="22"/>
                </w:rPr>
                <w:t xml:space="preserve"> </w:t>
              </w:r>
              <w:r w:rsidRPr="00BB77D2">
                <w:rPr>
                  <w:rFonts w:cs="Calibri Light"/>
                  <w:bCs/>
                  <w:sz w:val="22"/>
                  <w:szCs w:val="22"/>
                </w:rPr>
                <w:t xml:space="preserve">d’un </w:t>
              </w:r>
              <w:r w:rsidRPr="00BB77D2">
                <w:rPr>
                  <w:rFonts w:cs="Calibri Light"/>
                  <w:b/>
                  <w:bCs/>
                  <w:sz w:val="22"/>
                  <w:szCs w:val="22"/>
                </w:rPr>
                <w:t xml:space="preserve">chiffre d’affaires global de </w:t>
              </w:r>
              <w:r w:rsidRPr="00BB77D2">
                <w:rPr>
                  <w:b/>
                  <w:sz w:val="22"/>
                  <w:szCs w:val="22"/>
                </w:rPr>
                <w:fldChar w:fldCharType="begin">
                  <w:ffData>
                    <w:name w:val="Texte1"/>
                    <w:enabled/>
                    <w:calcOnExit w:val="0"/>
                    <w:textInput>
                      <w:default w:val="..........."/>
                    </w:textInput>
                  </w:ffData>
                </w:fldChar>
              </w:r>
              <w:r w:rsidRPr="00BB77D2">
                <w:rPr>
                  <w:b/>
                  <w:sz w:val="22"/>
                  <w:szCs w:val="22"/>
                </w:rPr>
                <w:instrText xml:space="preserve"> FORMTEXT </w:instrText>
              </w:r>
              <w:r w:rsidRPr="00BB77D2">
                <w:rPr>
                  <w:b/>
                  <w:sz w:val="22"/>
                  <w:szCs w:val="22"/>
                </w:rPr>
              </w:r>
              <w:r w:rsidRPr="00BB77D2">
                <w:rPr>
                  <w:b/>
                  <w:sz w:val="22"/>
                  <w:szCs w:val="22"/>
                </w:rPr>
                <w:fldChar w:fldCharType="separate"/>
              </w:r>
              <w:r w:rsidRPr="00BB77D2">
                <w:rPr>
                  <w:b/>
                  <w:noProof/>
                  <w:sz w:val="22"/>
                  <w:szCs w:val="22"/>
                </w:rPr>
                <w:t>...........</w:t>
              </w:r>
              <w:r w:rsidRPr="00BB77D2">
                <w:rPr>
                  <w:b/>
                  <w:sz w:val="22"/>
                  <w:szCs w:val="22"/>
                </w:rPr>
                <w:fldChar w:fldCharType="end"/>
              </w:r>
              <w:r w:rsidRPr="00BB77D2">
                <w:rPr>
                  <w:b/>
                  <w:sz w:val="22"/>
                  <w:szCs w:val="22"/>
                </w:rPr>
                <w:t xml:space="preserve"> </w:t>
              </w:r>
              <w:r w:rsidRPr="00BB77D2">
                <w:rPr>
                  <w:rFonts w:cs="Calibri Light"/>
                  <w:b/>
                  <w:bCs/>
                  <w:sz w:val="22"/>
                  <w:szCs w:val="22"/>
                </w:rPr>
                <w:t>€ HT</w:t>
              </w:r>
              <w:r w:rsidRPr="00BB77D2">
                <w:rPr>
                  <w:rFonts w:cs="Calibri Light"/>
                  <w:bCs/>
                  <w:sz w:val="22"/>
                  <w:szCs w:val="22"/>
                </w:rPr>
                <w:t xml:space="preserve"> sur les trois (3) derniers exercices disponibles détaillés en annexe ;</w:t>
              </w:r>
            </w:p>
          </w:sdtContent>
        </w:sdt>
      </w:sdtContent>
    </w:sdt>
    <w:p w14:paraId="7E183AC2" w14:textId="113FD7D5" w:rsidR="0080486C" w:rsidRPr="00BB77D2" w:rsidRDefault="002879B4" w:rsidP="00D132A3">
      <w:pPr>
        <w:numPr>
          <w:ilvl w:val="0"/>
          <w:numId w:val="19"/>
        </w:numPr>
        <w:ind w:left="567" w:hanging="207"/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Être </w:t>
      </w:r>
      <w:bookmarkStart w:id="1" w:name="_Hlk99620202"/>
    </w:p>
    <w:p w14:paraId="02932A01" w14:textId="77777777" w:rsidR="0064014A" w:rsidRPr="00BB77D2" w:rsidRDefault="0080486C" w:rsidP="0080486C">
      <w:pPr>
        <w:numPr>
          <w:ilvl w:val="1"/>
          <w:numId w:val="19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Pour le membre du groupement </w:t>
      </w:r>
      <w:r w:rsidRPr="00BB77D2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BB77D2">
        <w:rPr>
          <w:b/>
          <w:sz w:val="22"/>
          <w:szCs w:val="22"/>
        </w:rPr>
        <w:instrText xml:space="preserve"> FORMTEXT </w:instrText>
      </w:r>
      <w:r w:rsidRPr="00BB77D2">
        <w:rPr>
          <w:b/>
          <w:sz w:val="22"/>
          <w:szCs w:val="22"/>
        </w:rPr>
      </w:r>
      <w:r w:rsidRPr="00BB77D2">
        <w:rPr>
          <w:b/>
          <w:sz w:val="22"/>
          <w:szCs w:val="22"/>
        </w:rPr>
        <w:fldChar w:fldCharType="separate"/>
      </w:r>
      <w:r w:rsidRPr="00BB77D2">
        <w:rPr>
          <w:b/>
          <w:noProof/>
          <w:sz w:val="22"/>
          <w:szCs w:val="22"/>
        </w:rPr>
        <w:t>mentionnez le nom du membre</w:t>
      </w:r>
      <w:r w:rsidRPr="00BB77D2">
        <w:rPr>
          <w:b/>
          <w:sz w:val="22"/>
          <w:szCs w:val="22"/>
        </w:rPr>
        <w:fldChar w:fldCharType="end"/>
      </w:r>
      <w:r w:rsidRPr="00BB77D2">
        <w:rPr>
          <w:sz w:val="22"/>
          <w:szCs w:val="22"/>
        </w:rPr>
        <w:t xml:space="preserve">, </w:t>
      </w:r>
      <w:r w:rsidR="002879B4" w:rsidRPr="00BB77D2">
        <w:rPr>
          <w:rFonts w:cs="Calibri Light"/>
          <w:sz w:val="22"/>
          <w:szCs w:val="22"/>
        </w:rPr>
        <w:t>couvert pour les risques professionnels inhérents aux prestations qui constituent l’objet du marché public auprès de la compagnie d’assurance suivante</w:t>
      </w:r>
      <w:r w:rsidR="00D132A3" w:rsidRPr="00BB77D2">
        <w:rPr>
          <w:rFonts w:cs="Calibri Light"/>
          <w:sz w:val="22"/>
          <w:szCs w:val="22"/>
        </w:rPr>
        <w:t xml:space="preserve"> : </w:t>
      </w:r>
      <w:r w:rsidR="00EC6D8B" w:rsidRPr="00BB77D2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="00EC6D8B" w:rsidRPr="00BB77D2">
        <w:rPr>
          <w:b/>
          <w:sz w:val="22"/>
          <w:szCs w:val="22"/>
        </w:rPr>
        <w:instrText xml:space="preserve"> FORMTEXT </w:instrText>
      </w:r>
      <w:r w:rsidR="00EC6D8B" w:rsidRPr="00BB77D2">
        <w:rPr>
          <w:b/>
          <w:sz w:val="22"/>
          <w:szCs w:val="22"/>
        </w:rPr>
      </w:r>
      <w:r w:rsidR="00EC6D8B" w:rsidRPr="00BB77D2">
        <w:rPr>
          <w:b/>
          <w:sz w:val="22"/>
          <w:szCs w:val="22"/>
        </w:rPr>
        <w:fldChar w:fldCharType="separate"/>
      </w:r>
      <w:r w:rsidR="00D2723D" w:rsidRPr="00BB77D2">
        <w:rPr>
          <w:b/>
          <w:noProof/>
          <w:sz w:val="22"/>
          <w:szCs w:val="22"/>
        </w:rPr>
        <w:t>...........</w:t>
      </w:r>
      <w:r w:rsidR="00EC6D8B" w:rsidRPr="00BB77D2">
        <w:rPr>
          <w:b/>
          <w:sz w:val="22"/>
          <w:szCs w:val="22"/>
        </w:rPr>
        <w:fldChar w:fldCharType="end"/>
      </w:r>
      <w:r w:rsidR="00EC6D8B" w:rsidRPr="00BB77D2">
        <w:rPr>
          <w:sz w:val="22"/>
          <w:szCs w:val="22"/>
        </w:rPr>
        <w:t> ;</w:t>
      </w:r>
    </w:p>
    <w:bookmarkEnd w:id="1"/>
    <w:p w14:paraId="62BF0FD9" w14:textId="77777777" w:rsidR="0080486C" w:rsidRPr="00BB77D2" w:rsidRDefault="0080486C" w:rsidP="0080486C">
      <w:pPr>
        <w:numPr>
          <w:ilvl w:val="1"/>
          <w:numId w:val="19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Pour le membre du groupement </w:t>
      </w:r>
      <w:r w:rsidRPr="00BB77D2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BB77D2">
        <w:rPr>
          <w:b/>
          <w:sz w:val="22"/>
          <w:szCs w:val="22"/>
        </w:rPr>
        <w:instrText xml:space="preserve"> FORMTEXT </w:instrText>
      </w:r>
      <w:r w:rsidRPr="00BB77D2">
        <w:rPr>
          <w:b/>
          <w:sz w:val="22"/>
          <w:szCs w:val="22"/>
        </w:rPr>
      </w:r>
      <w:r w:rsidRPr="00BB77D2">
        <w:rPr>
          <w:b/>
          <w:sz w:val="22"/>
          <w:szCs w:val="22"/>
        </w:rPr>
        <w:fldChar w:fldCharType="separate"/>
      </w:r>
      <w:r w:rsidRPr="00BB77D2">
        <w:rPr>
          <w:b/>
          <w:noProof/>
          <w:sz w:val="22"/>
          <w:szCs w:val="22"/>
        </w:rPr>
        <w:t>mentionnez le nom du membre</w:t>
      </w:r>
      <w:r w:rsidRPr="00BB77D2">
        <w:rPr>
          <w:b/>
          <w:sz w:val="22"/>
          <w:szCs w:val="22"/>
        </w:rPr>
        <w:fldChar w:fldCharType="end"/>
      </w:r>
      <w:r w:rsidRPr="00BB77D2">
        <w:rPr>
          <w:sz w:val="22"/>
          <w:szCs w:val="22"/>
        </w:rPr>
        <w:t xml:space="preserve">, </w:t>
      </w:r>
      <w:r w:rsidRPr="00BB77D2">
        <w:rPr>
          <w:rFonts w:cs="Calibri Light"/>
          <w:sz w:val="22"/>
          <w:szCs w:val="22"/>
        </w:rPr>
        <w:t xml:space="preserve">couvert pour les risques professionnels inhérents aux prestations qui constituent l’objet du marché public auprès de la compagnie d’assurance suivante : </w:t>
      </w:r>
      <w:r w:rsidRPr="00BB77D2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...........</w:t>
      </w:r>
      <w:r w:rsidRPr="00BB77D2">
        <w:rPr>
          <w:sz w:val="22"/>
          <w:szCs w:val="22"/>
        </w:rPr>
        <w:fldChar w:fldCharType="end"/>
      </w:r>
      <w:r w:rsidRPr="00BB77D2">
        <w:rPr>
          <w:sz w:val="22"/>
          <w:szCs w:val="22"/>
        </w:rPr>
        <w:t> ;</w:t>
      </w:r>
    </w:p>
    <w:sdt>
      <w:sdtPr>
        <w:rPr>
          <w:rFonts w:cs="Calibri Light"/>
          <w:sz w:val="22"/>
          <w:szCs w:val="22"/>
        </w:rPr>
        <w:id w:val="1273740299"/>
        <w15:repeatingSection/>
      </w:sdtPr>
      <w:sdtEndPr>
        <w:rPr>
          <w:rFonts w:cs="Times New Roman"/>
        </w:rPr>
      </w:sdtEndPr>
      <w:sdtContent>
        <w:sdt>
          <w:sdtPr>
            <w:rPr>
              <w:rFonts w:cs="Calibri Light"/>
              <w:sz w:val="22"/>
              <w:szCs w:val="22"/>
            </w:rPr>
            <w:id w:val="-1192064266"/>
            <w:placeholder>
              <w:docPart w:val="DefaultPlaceholder_-1854013436"/>
            </w:placeholder>
            <w15:repeatingSectionItem/>
          </w:sdtPr>
          <w:sdtEndPr>
            <w:rPr>
              <w:rFonts w:cs="Times New Roman"/>
            </w:rPr>
          </w:sdtEndPr>
          <w:sdtContent>
            <w:p w14:paraId="56CFED79" w14:textId="77777777" w:rsidR="0080486C" w:rsidRPr="00BB77D2" w:rsidRDefault="0080486C" w:rsidP="0080486C">
              <w:pPr>
                <w:numPr>
                  <w:ilvl w:val="1"/>
                  <w:numId w:val="19"/>
                </w:numPr>
                <w:rPr>
                  <w:rFonts w:cs="Calibri Light"/>
                  <w:sz w:val="22"/>
                  <w:szCs w:val="22"/>
                </w:rPr>
              </w:pPr>
              <w:r w:rsidRPr="00BB77D2">
                <w:rPr>
                  <w:rFonts w:cs="Calibri Light"/>
                  <w:sz w:val="22"/>
                  <w:szCs w:val="22"/>
                </w:rPr>
                <w:t xml:space="preserve">Pour le membre du groupement </w:t>
              </w:r>
              <w:r w:rsidRPr="00BB77D2">
                <w:rPr>
                  <w:b/>
                  <w:sz w:val="22"/>
                  <w:szCs w:val="22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mentionnez le nom du membre"/>
                    </w:textInput>
                  </w:ffData>
                </w:fldChar>
              </w:r>
              <w:r w:rsidRPr="00BB77D2">
                <w:rPr>
                  <w:b/>
                  <w:sz w:val="22"/>
                  <w:szCs w:val="22"/>
                </w:rPr>
                <w:instrText xml:space="preserve"> FORMTEXT </w:instrText>
              </w:r>
              <w:r w:rsidRPr="00BB77D2">
                <w:rPr>
                  <w:b/>
                  <w:sz w:val="22"/>
                  <w:szCs w:val="22"/>
                </w:rPr>
              </w:r>
              <w:r w:rsidRPr="00BB77D2">
                <w:rPr>
                  <w:b/>
                  <w:sz w:val="22"/>
                  <w:szCs w:val="22"/>
                </w:rPr>
                <w:fldChar w:fldCharType="separate"/>
              </w:r>
              <w:r w:rsidRPr="00BB77D2">
                <w:rPr>
                  <w:b/>
                  <w:noProof/>
                  <w:sz w:val="22"/>
                  <w:szCs w:val="22"/>
                </w:rPr>
                <w:t>mentionnez le nom du membre</w:t>
              </w:r>
              <w:r w:rsidRPr="00BB77D2">
                <w:rPr>
                  <w:b/>
                  <w:sz w:val="22"/>
                  <w:szCs w:val="22"/>
                </w:rPr>
                <w:fldChar w:fldCharType="end"/>
              </w:r>
              <w:r w:rsidRPr="00BB77D2">
                <w:rPr>
                  <w:sz w:val="22"/>
                  <w:szCs w:val="22"/>
                </w:rPr>
                <w:t xml:space="preserve">, </w:t>
              </w:r>
              <w:r w:rsidRPr="00BB77D2">
                <w:rPr>
                  <w:rFonts w:cs="Calibri Light"/>
                  <w:sz w:val="22"/>
                  <w:szCs w:val="22"/>
                </w:rPr>
                <w:t xml:space="preserve">couvert pour les risques professionnels inhérents aux prestations qui constituent l’objet du marché public auprès de la compagnie d’assurance suivante : </w:t>
              </w:r>
              <w:r w:rsidRPr="00BB77D2">
                <w:rPr>
                  <w:b/>
                  <w:sz w:val="22"/>
                  <w:szCs w:val="22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..........."/>
                    </w:textInput>
                  </w:ffData>
                </w:fldChar>
              </w:r>
              <w:r w:rsidRPr="00BB77D2">
                <w:rPr>
                  <w:b/>
                  <w:sz w:val="22"/>
                  <w:szCs w:val="22"/>
                </w:rPr>
                <w:instrText xml:space="preserve"> FORMTEXT </w:instrText>
              </w:r>
              <w:r w:rsidRPr="00BB77D2">
                <w:rPr>
                  <w:b/>
                  <w:sz w:val="22"/>
                  <w:szCs w:val="22"/>
                </w:rPr>
              </w:r>
              <w:r w:rsidRPr="00BB77D2">
                <w:rPr>
                  <w:b/>
                  <w:sz w:val="22"/>
                  <w:szCs w:val="22"/>
                </w:rPr>
                <w:fldChar w:fldCharType="separate"/>
              </w:r>
              <w:r w:rsidRPr="00BB77D2">
                <w:rPr>
                  <w:b/>
                  <w:noProof/>
                  <w:sz w:val="22"/>
                  <w:szCs w:val="22"/>
                </w:rPr>
                <w:t>...........</w:t>
              </w:r>
              <w:r w:rsidRPr="00BB77D2">
                <w:rPr>
                  <w:b/>
                  <w:sz w:val="22"/>
                  <w:szCs w:val="22"/>
                </w:rPr>
                <w:fldChar w:fldCharType="end"/>
              </w:r>
              <w:r w:rsidRPr="00BB77D2">
                <w:rPr>
                  <w:sz w:val="22"/>
                  <w:szCs w:val="22"/>
                </w:rPr>
                <w:t> ;</w:t>
              </w:r>
            </w:p>
          </w:sdtContent>
        </w:sdt>
      </w:sdtContent>
    </w:sdt>
    <w:p w14:paraId="01D60C2F" w14:textId="77777777" w:rsidR="00F80C58" w:rsidRPr="00BB77D2" w:rsidRDefault="00F80C58" w:rsidP="009E37B2">
      <w:pPr>
        <w:rPr>
          <w:rFonts w:cs="Calibri Light"/>
          <w:sz w:val="22"/>
          <w:szCs w:val="22"/>
        </w:rPr>
      </w:pPr>
    </w:p>
    <w:p w14:paraId="0B9E16A8" w14:textId="77777777" w:rsidR="00F80C58" w:rsidRPr="00BB77D2" w:rsidRDefault="00683A77" w:rsidP="00A2623C">
      <w:pPr>
        <w:numPr>
          <w:ilvl w:val="0"/>
          <w:numId w:val="19"/>
        </w:numPr>
        <w:ind w:left="567" w:hanging="207"/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Avoir </w:t>
      </w:r>
      <w:r w:rsidR="00903B8E" w:rsidRPr="00BB77D2">
        <w:rPr>
          <w:rFonts w:cs="Calibri Light"/>
          <w:sz w:val="22"/>
          <w:szCs w:val="22"/>
        </w:rPr>
        <w:t>réalisé</w:t>
      </w:r>
      <w:r w:rsidR="001642AF" w:rsidRPr="00BB77D2">
        <w:rPr>
          <w:rFonts w:cs="Calibri Light"/>
          <w:sz w:val="22"/>
          <w:szCs w:val="22"/>
        </w:rPr>
        <w:t xml:space="preserve"> </w:t>
      </w:r>
      <w:r w:rsidR="003C071E" w:rsidRPr="00BB77D2">
        <w:rPr>
          <w:rFonts w:cs="Calibri Light"/>
          <w:sz w:val="22"/>
          <w:szCs w:val="22"/>
        </w:rPr>
        <w:t xml:space="preserve">au cours des </w:t>
      </w:r>
      <w:r w:rsidR="003C071E" w:rsidRPr="00BB77D2">
        <w:rPr>
          <w:rFonts w:cs="Calibri Light"/>
          <w:b/>
          <w:sz w:val="22"/>
          <w:szCs w:val="22"/>
        </w:rPr>
        <w:t>trois (3) dernières années</w:t>
      </w:r>
      <w:r w:rsidR="003C071E" w:rsidRPr="00BB77D2">
        <w:rPr>
          <w:rFonts w:cs="Calibri Light"/>
          <w:sz w:val="22"/>
          <w:szCs w:val="22"/>
        </w:rPr>
        <w:t xml:space="preserve">, </w:t>
      </w:r>
      <w:r w:rsidR="001642AF" w:rsidRPr="00BB77D2">
        <w:rPr>
          <w:rFonts w:cs="Calibri Light"/>
          <w:sz w:val="22"/>
          <w:szCs w:val="22"/>
        </w:rPr>
        <w:t>les</w:t>
      </w:r>
      <w:r w:rsidR="00F80C58" w:rsidRPr="00BB77D2">
        <w:rPr>
          <w:rFonts w:cs="Calibri Light"/>
          <w:sz w:val="22"/>
          <w:szCs w:val="22"/>
        </w:rPr>
        <w:t xml:space="preserve"> </w:t>
      </w:r>
      <w:r w:rsidR="00EC6D8B" w:rsidRPr="00BB77D2">
        <w:rPr>
          <w:rFonts w:cs="Calibri Light"/>
          <w:b/>
          <w:sz w:val="22"/>
          <w:szCs w:val="22"/>
        </w:rPr>
        <w:t>principaux services</w:t>
      </w:r>
      <w:r w:rsidR="00F80C58" w:rsidRPr="00BB77D2">
        <w:rPr>
          <w:rFonts w:cs="Calibri Light"/>
          <w:b/>
          <w:sz w:val="22"/>
          <w:szCs w:val="22"/>
        </w:rPr>
        <w:t xml:space="preserve"> </w:t>
      </w:r>
      <w:r w:rsidR="003C071E" w:rsidRPr="00BB77D2">
        <w:rPr>
          <w:rFonts w:cs="Calibri Light"/>
          <w:sz w:val="22"/>
          <w:szCs w:val="22"/>
        </w:rPr>
        <w:t>détaillés en annexe par membre du groupement.</w:t>
      </w:r>
    </w:p>
    <w:p w14:paraId="4AD7EB9F" w14:textId="77777777" w:rsidR="004F5585" w:rsidRPr="00BB77D2" w:rsidRDefault="004F5585" w:rsidP="00E12544">
      <w:pPr>
        <w:rPr>
          <w:rFonts w:cs="Calibri Light"/>
          <w:sz w:val="22"/>
          <w:szCs w:val="22"/>
        </w:rPr>
      </w:pPr>
    </w:p>
    <w:p w14:paraId="58771342" w14:textId="77777777" w:rsidR="003C071E" w:rsidRPr="00BB77D2" w:rsidRDefault="003C071E" w:rsidP="003C071E">
      <w:pPr>
        <w:pStyle w:val="Paragraphedeliste"/>
        <w:numPr>
          <w:ilvl w:val="0"/>
          <w:numId w:val="19"/>
        </w:numPr>
        <w:ind w:left="567" w:hanging="207"/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Disposer, pour l’exécution du marché public, de </w:t>
      </w:r>
      <w:r w:rsidRPr="00BB77D2">
        <w:rPr>
          <w:rFonts w:cs="Calibri Light"/>
          <w:b/>
          <w:sz w:val="22"/>
          <w:szCs w:val="22"/>
        </w:rPr>
        <w:t xml:space="preserve">l’outillage, du matériel et de l’équipement technique </w:t>
      </w:r>
      <w:r w:rsidRPr="00BB77D2">
        <w:rPr>
          <w:rFonts w:cs="Calibri Light"/>
          <w:sz w:val="22"/>
          <w:szCs w:val="22"/>
        </w:rPr>
        <w:t>détaillés en annexe par membre du groupeme</w:t>
      </w:r>
      <w:r w:rsidR="00060268" w:rsidRPr="00BB77D2">
        <w:rPr>
          <w:rFonts w:cs="Calibri Light"/>
          <w:sz w:val="22"/>
          <w:szCs w:val="22"/>
        </w:rPr>
        <w:t>nt ;</w:t>
      </w:r>
    </w:p>
    <w:p w14:paraId="6B2ABA18" w14:textId="77777777" w:rsidR="00060268" w:rsidRPr="00BB77D2" w:rsidRDefault="00060268" w:rsidP="00060268">
      <w:pPr>
        <w:pStyle w:val="Paragraphedeliste"/>
        <w:rPr>
          <w:rFonts w:cs="Calibri Light"/>
          <w:sz w:val="22"/>
          <w:szCs w:val="22"/>
        </w:rPr>
      </w:pPr>
    </w:p>
    <w:p w14:paraId="613212DE" w14:textId="77777777" w:rsidR="00060268" w:rsidRPr="00BB77D2" w:rsidRDefault="00060268" w:rsidP="00060268">
      <w:pPr>
        <w:numPr>
          <w:ilvl w:val="0"/>
          <w:numId w:val="19"/>
        </w:numPr>
        <w:ind w:left="567" w:hanging="207"/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>Disposer :</w:t>
      </w:r>
    </w:p>
    <w:p w14:paraId="590ABB12" w14:textId="77777777" w:rsidR="00060268" w:rsidRPr="00BB77D2" w:rsidRDefault="00060268" w:rsidP="00060268">
      <w:pPr>
        <w:numPr>
          <w:ilvl w:val="1"/>
          <w:numId w:val="19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Pour le </w:t>
      </w:r>
      <w:r w:rsidRPr="00BB77D2">
        <w:rPr>
          <w:rFonts w:cs="Calibri Light"/>
          <w:bCs/>
          <w:sz w:val="22"/>
          <w:szCs w:val="22"/>
        </w:rPr>
        <w:t xml:space="preserve">membre du groupement </w:t>
      </w:r>
      <w:r w:rsidRPr="00BB77D2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mentionnez le nom du membre</w:t>
      </w:r>
      <w:r w:rsidRPr="00BB77D2">
        <w:rPr>
          <w:sz w:val="22"/>
          <w:szCs w:val="22"/>
        </w:rPr>
        <w:fldChar w:fldCharType="end"/>
      </w:r>
      <w:r w:rsidRPr="00BB77D2">
        <w:rPr>
          <w:sz w:val="22"/>
          <w:szCs w:val="22"/>
        </w:rPr>
        <w:t xml:space="preserve">, </w:t>
      </w:r>
      <w:r w:rsidRPr="00BB77D2">
        <w:rPr>
          <w:rFonts w:cs="Calibri Light"/>
          <w:sz w:val="22"/>
          <w:szCs w:val="22"/>
        </w:rPr>
        <w:t xml:space="preserve">d’un </w:t>
      </w:r>
      <w:r w:rsidRPr="00BB77D2">
        <w:rPr>
          <w:rFonts w:cs="Calibri Light"/>
          <w:b/>
          <w:sz w:val="22"/>
          <w:szCs w:val="22"/>
        </w:rPr>
        <w:t>effectif moyen annuel</w:t>
      </w:r>
      <w:r w:rsidRPr="00BB77D2">
        <w:rPr>
          <w:rFonts w:cs="Calibri Light"/>
          <w:sz w:val="22"/>
          <w:szCs w:val="22"/>
        </w:rPr>
        <w:t xml:space="preserve"> de </w:t>
      </w:r>
      <w:r w:rsidRPr="00BB77D2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...........</w:t>
      </w:r>
      <w:r w:rsidRPr="00BB77D2">
        <w:rPr>
          <w:sz w:val="22"/>
          <w:szCs w:val="22"/>
        </w:rPr>
        <w:fldChar w:fldCharType="end"/>
      </w:r>
      <w:r w:rsidRPr="00BB77D2">
        <w:rPr>
          <w:sz w:val="22"/>
          <w:szCs w:val="22"/>
        </w:rPr>
        <w:t xml:space="preserve"> </w:t>
      </w:r>
      <w:r w:rsidRPr="00BB77D2">
        <w:rPr>
          <w:rFonts w:cs="Calibri Light"/>
          <w:sz w:val="22"/>
          <w:szCs w:val="22"/>
        </w:rPr>
        <w:t xml:space="preserve">personnes (comprenant </w:t>
      </w:r>
      <w:r w:rsidRPr="00BB77D2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...........</w:t>
      </w:r>
      <w:r w:rsidRPr="00BB77D2">
        <w:rPr>
          <w:sz w:val="22"/>
          <w:szCs w:val="22"/>
        </w:rPr>
        <w:fldChar w:fldCharType="end"/>
      </w:r>
      <w:r w:rsidRPr="00BB77D2">
        <w:rPr>
          <w:rFonts w:cs="Calibri Light"/>
          <w:sz w:val="22"/>
          <w:szCs w:val="22"/>
        </w:rPr>
        <w:t xml:space="preserve"> % de personnel d’encadrement) sur les </w:t>
      </w:r>
      <w:r w:rsidRPr="00BB77D2">
        <w:rPr>
          <w:rFonts w:cs="Calibri Light"/>
          <w:b/>
          <w:sz w:val="22"/>
          <w:szCs w:val="22"/>
        </w:rPr>
        <w:t>trois (3) dernières années</w:t>
      </w:r>
      <w:r w:rsidRPr="00BB77D2">
        <w:rPr>
          <w:rFonts w:cs="Calibri Light"/>
          <w:sz w:val="22"/>
          <w:szCs w:val="22"/>
        </w:rPr>
        <w:t xml:space="preserve"> détaillé en annexe</w:t>
      </w:r>
      <w:r w:rsidRPr="00BB77D2">
        <w:rPr>
          <w:rFonts w:cs="Calibri Light"/>
          <w:bCs/>
          <w:sz w:val="22"/>
          <w:szCs w:val="22"/>
        </w:rPr>
        <w:t> ;</w:t>
      </w:r>
    </w:p>
    <w:p w14:paraId="0BB77503" w14:textId="77777777" w:rsidR="00060268" w:rsidRPr="00BB77D2" w:rsidRDefault="00060268" w:rsidP="00060268">
      <w:pPr>
        <w:numPr>
          <w:ilvl w:val="1"/>
          <w:numId w:val="19"/>
        </w:num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Pour le </w:t>
      </w:r>
      <w:r w:rsidRPr="00BB77D2">
        <w:rPr>
          <w:rFonts w:cs="Calibri Light"/>
          <w:bCs/>
          <w:sz w:val="22"/>
          <w:szCs w:val="22"/>
        </w:rPr>
        <w:t xml:space="preserve">membre du groupement </w:t>
      </w:r>
      <w:r w:rsidRPr="00BB77D2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mentionnez le nom du membre</w:t>
      </w:r>
      <w:r w:rsidRPr="00BB77D2">
        <w:rPr>
          <w:sz w:val="22"/>
          <w:szCs w:val="22"/>
        </w:rPr>
        <w:fldChar w:fldCharType="end"/>
      </w:r>
      <w:r w:rsidRPr="00BB77D2">
        <w:rPr>
          <w:sz w:val="22"/>
          <w:szCs w:val="22"/>
        </w:rPr>
        <w:t xml:space="preserve">, </w:t>
      </w:r>
      <w:r w:rsidRPr="00BB77D2">
        <w:rPr>
          <w:rFonts w:cs="Calibri Light"/>
          <w:sz w:val="22"/>
          <w:szCs w:val="22"/>
        </w:rPr>
        <w:t xml:space="preserve">d’un </w:t>
      </w:r>
      <w:r w:rsidRPr="00BB77D2">
        <w:rPr>
          <w:rFonts w:cs="Calibri Light"/>
          <w:b/>
          <w:sz w:val="22"/>
          <w:szCs w:val="22"/>
        </w:rPr>
        <w:t>effectif moyen annuel</w:t>
      </w:r>
      <w:r w:rsidRPr="00BB77D2">
        <w:rPr>
          <w:rFonts w:cs="Calibri Light"/>
          <w:sz w:val="22"/>
          <w:szCs w:val="22"/>
        </w:rPr>
        <w:t xml:space="preserve"> de </w:t>
      </w:r>
      <w:r w:rsidRPr="00BB77D2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...........</w:t>
      </w:r>
      <w:r w:rsidRPr="00BB77D2">
        <w:rPr>
          <w:sz w:val="22"/>
          <w:szCs w:val="22"/>
        </w:rPr>
        <w:fldChar w:fldCharType="end"/>
      </w:r>
      <w:r w:rsidRPr="00BB77D2">
        <w:rPr>
          <w:sz w:val="22"/>
          <w:szCs w:val="22"/>
        </w:rPr>
        <w:t xml:space="preserve"> </w:t>
      </w:r>
      <w:r w:rsidRPr="00BB77D2">
        <w:rPr>
          <w:rFonts w:cs="Calibri Light"/>
          <w:sz w:val="22"/>
          <w:szCs w:val="22"/>
        </w:rPr>
        <w:t xml:space="preserve">personnes (comprenant </w:t>
      </w:r>
      <w:r w:rsidRPr="00BB77D2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Pr="00BB77D2">
        <w:rPr>
          <w:sz w:val="22"/>
          <w:szCs w:val="22"/>
        </w:rPr>
        <w:instrText xml:space="preserve"> FORMTEXT </w:instrText>
      </w:r>
      <w:r w:rsidRPr="00BB77D2">
        <w:rPr>
          <w:sz w:val="22"/>
          <w:szCs w:val="22"/>
        </w:rPr>
      </w:r>
      <w:r w:rsidRPr="00BB77D2">
        <w:rPr>
          <w:sz w:val="22"/>
          <w:szCs w:val="22"/>
        </w:rPr>
        <w:fldChar w:fldCharType="separate"/>
      </w:r>
      <w:r w:rsidRPr="00BB77D2">
        <w:rPr>
          <w:noProof/>
          <w:sz w:val="22"/>
          <w:szCs w:val="22"/>
        </w:rPr>
        <w:t>...........</w:t>
      </w:r>
      <w:r w:rsidRPr="00BB77D2">
        <w:rPr>
          <w:sz w:val="22"/>
          <w:szCs w:val="22"/>
        </w:rPr>
        <w:fldChar w:fldCharType="end"/>
      </w:r>
      <w:r w:rsidRPr="00BB77D2">
        <w:rPr>
          <w:rFonts w:cs="Calibri Light"/>
          <w:sz w:val="22"/>
          <w:szCs w:val="22"/>
        </w:rPr>
        <w:t xml:space="preserve"> % de personnel d’encadrement) sur les </w:t>
      </w:r>
      <w:r w:rsidRPr="00BB77D2">
        <w:rPr>
          <w:rFonts w:cs="Calibri Light"/>
          <w:b/>
          <w:sz w:val="22"/>
          <w:szCs w:val="22"/>
        </w:rPr>
        <w:t>trois (3) dernières années</w:t>
      </w:r>
      <w:r w:rsidRPr="00BB77D2">
        <w:rPr>
          <w:rFonts w:cs="Calibri Light"/>
          <w:sz w:val="22"/>
          <w:szCs w:val="22"/>
        </w:rPr>
        <w:t xml:space="preserve"> détaillé en annexe</w:t>
      </w:r>
      <w:r w:rsidRPr="00BB77D2">
        <w:rPr>
          <w:rFonts w:cs="Calibri Light"/>
          <w:bCs/>
          <w:sz w:val="22"/>
          <w:szCs w:val="22"/>
        </w:rPr>
        <w:t> ;</w:t>
      </w:r>
    </w:p>
    <w:sdt>
      <w:sdtPr>
        <w:rPr>
          <w:rFonts w:cs="Calibri Light"/>
          <w:sz w:val="22"/>
          <w:szCs w:val="22"/>
        </w:rPr>
        <w:id w:val="-2029247851"/>
        <w15:repeatingSection/>
      </w:sdtPr>
      <w:sdtEndPr>
        <w:rPr>
          <w:bCs/>
        </w:rPr>
      </w:sdtEndPr>
      <w:sdtContent>
        <w:sdt>
          <w:sdtPr>
            <w:rPr>
              <w:rFonts w:cs="Calibri Light"/>
              <w:sz w:val="22"/>
              <w:szCs w:val="22"/>
            </w:rPr>
            <w:id w:val="-322516595"/>
            <w:placeholder>
              <w:docPart w:val="9794C3A141CC419C99208B1989E61A13"/>
            </w:placeholder>
            <w15:repeatingSectionItem/>
          </w:sdtPr>
          <w:sdtEndPr>
            <w:rPr>
              <w:bCs/>
            </w:rPr>
          </w:sdtEndPr>
          <w:sdtContent>
            <w:p w14:paraId="1810B4E8" w14:textId="77777777" w:rsidR="00060268" w:rsidRPr="00BB77D2" w:rsidRDefault="00060268" w:rsidP="00060268">
              <w:pPr>
                <w:numPr>
                  <w:ilvl w:val="1"/>
                  <w:numId w:val="19"/>
                </w:numPr>
                <w:rPr>
                  <w:rFonts w:cs="Calibri Light"/>
                  <w:sz w:val="22"/>
                  <w:szCs w:val="22"/>
                </w:rPr>
              </w:pPr>
              <w:r w:rsidRPr="00BB77D2">
                <w:rPr>
                  <w:rFonts w:cs="Calibri Light"/>
                  <w:sz w:val="22"/>
                  <w:szCs w:val="22"/>
                </w:rPr>
                <w:t xml:space="preserve">Pour le </w:t>
              </w:r>
              <w:r w:rsidRPr="00BB77D2">
                <w:rPr>
                  <w:rFonts w:cs="Calibri Light"/>
                  <w:bCs/>
                  <w:sz w:val="22"/>
                  <w:szCs w:val="22"/>
                </w:rPr>
                <w:t xml:space="preserve">membre du groupement </w:t>
              </w:r>
              <w:r w:rsidRPr="00BB77D2">
                <w:rPr>
                  <w:sz w:val="22"/>
                  <w:szCs w:val="22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mentionnez le nom du membre"/>
                    </w:textInput>
                  </w:ffData>
                </w:fldChar>
              </w:r>
              <w:r w:rsidRPr="00BB77D2">
                <w:rPr>
                  <w:sz w:val="22"/>
                  <w:szCs w:val="22"/>
                </w:rPr>
                <w:instrText xml:space="preserve"> FORMTEXT </w:instrText>
              </w:r>
              <w:r w:rsidRPr="00BB77D2">
                <w:rPr>
                  <w:sz w:val="22"/>
                  <w:szCs w:val="22"/>
                </w:rPr>
              </w:r>
              <w:r w:rsidRPr="00BB77D2">
                <w:rPr>
                  <w:sz w:val="22"/>
                  <w:szCs w:val="22"/>
                </w:rPr>
                <w:fldChar w:fldCharType="separate"/>
              </w:r>
              <w:r w:rsidRPr="00BB77D2">
                <w:rPr>
                  <w:noProof/>
                  <w:sz w:val="22"/>
                  <w:szCs w:val="22"/>
                </w:rPr>
                <w:t>mentionnez le nom du membre</w:t>
              </w:r>
              <w:r w:rsidRPr="00BB77D2">
                <w:rPr>
                  <w:sz w:val="22"/>
                  <w:szCs w:val="22"/>
                </w:rPr>
                <w:fldChar w:fldCharType="end"/>
              </w:r>
              <w:r w:rsidRPr="00BB77D2">
                <w:rPr>
                  <w:sz w:val="22"/>
                  <w:szCs w:val="22"/>
                </w:rPr>
                <w:t xml:space="preserve">, </w:t>
              </w:r>
              <w:r w:rsidRPr="00BB77D2">
                <w:rPr>
                  <w:rFonts w:cs="Calibri Light"/>
                  <w:sz w:val="22"/>
                  <w:szCs w:val="22"/>
                </w:rPr>
                <w:t xml:space="preserve">d’un </w:t>
              </w:r>
              <w:r w:rsidRPr="00BB77D2">
                <w:rPr>
                  <w:rFonts w:cs="Calibri Light"/>
                  <w:b/>
                  <w:sz w:val="22"/>
                  <w:szCs w:val="22"/>
                </w:rPr>
                <w:t>effectif moyen annuel</w:t>
              </w:r>
              <w:r w:rsidRPr="00BB77D2">
                <w:rPr>
                  <w:rFonts w:cs="Calibri Light"/>
                  <w:sz w:val="22"/>
                  <w:szCs w:val="22"/>
                </w:rPr>
                <w:t xml:space="preserve"> de </w:t>
              </w:r>
              <w:r w:rsidRPr="00BB77D2">
                <w:rPr>
                  <w:sz w:val="22"/>
                  <w:szCs w:val="22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..........."/>
                    </w:textInput>
                  </w:ffData>
                </w:fldChar>
              </w:r>
              <w:r w:rsidRPr="00BB77D2">
                <w:rPr>
                  <w:sz w:val="22"/>
                  <w:szCs w:val="22"/>
                </w:rPr>
                <w:instrText xml:space="preserve"> FORMTEXT </w:instrText>
              </w:r>
              <w:r w:rsidRPr="00BB77D2">
                <w:rPr>
                  <w:sz w:val="22"/>
                  <w:szCs w:val="22"/>
                </w:rPr>
              </w:r>
              <w:r w:rsidRPr="00BB77D2">
                <w:rPr>
                  <w:sz w:val="22"/>
                  <w:szCs w:val="22"/>
                </w:rPr>
                <w:fldChar w:fldCharType="separate"/>
              </w:r>
              <w:r w:rsidRPr="00BB77D2">
                <w:rPr>
                  <w:noProof/>
                  <w:sz w:val="22"/>
                  <w:szCs w:val="22"/>
                </w:rPr>
                <w:t>...........</w:t>
              </w:r>
              <w:r w:rsidRPr="00BB77D2">
                <w:rPr>
                  <w:sz w:val="22"/>
                  <w:szCs w:val="22"/>
                </w:rPr>
                <w:fldChar w:fldCharType="end"/>
              </w:r>
              <w:r w:rsidRPr="00BB77D2">
                <w:rPr>
                  <w:sz w:val="22"/>
                  <w:szCs w:val="22"/>
                </w:rPr>
                <w:t xml:space="preserve"> </w:t>
              </w:r>
              <w:r w:rsidRPr="00BB77D2">
                <w:rPr>
                  <w:rFonts w:cs="Calibri Light"/>
                  <w:sz w:val="22"/>
                  <w:szCs w:val="22"/>
                </w:rPr>
                <w:t xml:space="preserve">personnes (comprenant </w:t>
              </w:r>
              <w:r w:rsidRPr="00BB77D2">
                <w:rPr>
                  <w:sz w:val="22"/>
                  <w:szCs w:val="22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..........."/>
                    </w:textInput>
                  </w:ffData>
                </w:fldChar>
              </w:r>
              <w:r w:rsidRPr="00BB77D2">
                <w:rPr>
                  <w:sz w:val="22"/>
                  <w:szCs w:val="22"/>
                </w:rPr>
                <w:instrText xml:space="preserve"> FORMTEXT </w:instrText>
              </w:r>
              <w:r w:rsidRPr="00BB77D2">
                <w:rPr>
                  <w:sz w:val="22"/>
                  <w:szCs w:val="22"/>
                </w:rPr>
              </w:r>
              <w:r w:rsidRPr="00BB77D2">
                <w:rPr>
                  <w:sz w:val="22"/>
                  <w:szCs w:val="22"/>
                </w:rPr>
                <w:fldChar w:fldCharType="separate"/>
              </w:r>
              <w:r w:rsidRPr="00BB77D2">
                <w:rPr>
                  <w:noProof/>
                  <w:sz w:val="22"/>
                  <w:szCs w:val="22"/>
                </w:rPr>
                <w:t>...........</w:t>
              </w:r>
              <w:r w:rsidRPr="00BB77D2">
                <w:rPr>
                  <w:sz w:val="22"/>
                  <w:szCs w:val="22"/>
                </w:rPr>
                <w:fldChar w:fldCharType="end"/>
              </w:r>
              <w:r w:rsidRPr="00BB77D2">
                <w:rPr>
                  <w:rFonts w:cs="Calibri Light"/>
                  <w:sz w:val="22"/>
                  <w:szCs w:val="22"/>
                </w:rPr>
                <w:t xml:space="preserve"> % de personnel d’encadrement) sur les </w:t>
              </w:r>
              <w:r w:rsidRPr="00BB77D2">
                <w:rPr>
                  <w:rFonts w:cs="Calibri Light"/>
                  <w:b/>
                  <w:sz w:val="22"/>
                  <w:szCs w:val="22"/>
                </w:rPr>
                <w:t>trois (3) dernières années</w:t>
              </w:r>
              <w:r w:rsidRPr="00BB77D2">
                <w:rPr>
                  <w:rFonts w:cs="Calibri Light"/>
                  <w:sz w:val="22"/>
                  <w:szCs w:val="22"/>
                </w:rPr>
                <w:t xml:space="preserve"> détaillé en annexe</w:t>
              </w:r>
              <w:r w:rsidRPr="00BB77D2">
                <w:rPr>
                  <w:rFonts w:cs="Calibri Light"/>
                  <w:bCs/>
                  <w:sz w:val="22"/>
                  <w:szCs w:val="22"/>
                </w:rPr>
                <w:t>.</w:t>
              </w:r>
            </w:p>
          </w:sdtContent>
        </w:sdt>
      </w:sdtContent>
    </w:sdt>
    <w:p w14:paraId="5EEA2680" w14:textId="77777777" w:rsidR="00151C32" w:rsidRPr="00BB77D2" w:rsidRDefault="00C1257E" w:rsidP="00683A77">
      <w:p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lastRenderedPageBreak/>
        <w:t xml:space="preserve">Afin d’apprécier la véracité des renseignements mentionnés dans la présente déclaration de candidature, </w:t>
      </w:r>
      <w:r w:rsidR="001B7DE3" w:rsidRPr="00BB77D2">
        <w:rPr>
          <w:rFonts w:cs="Calibri Light"/>
          <w:sz w:val="22"/>
          <w:szCs w:val="22"/>
        </w:rPr>
        <w:t>je</w:t>
      </w:r>
      <w:r w:rsidR="0090026E" w:rsidRPr="00BB77D2">
        <w:rPr>
          <w:rFonts w:cs="Calibri Light"/>
          <w:sz w:val="22"/>
          <w:szCs w:val="22"/>
        </w:rPr>
        <w:t xml:space="preserve"> </w:t>
      </w:r>
      <w:r w:rsidR="001B7DE3" w:rsidRPr="00BB77D2">
        <w:rPr>
          <w:rFonts w:cs="Calibri Light"/>
          <w:b/>
          <w:sz w:val="22"/>
          <w:szCs w:val="22"/>
        </w:rPr>
        <w:t>m</w:t>
      </w:r>
      <w:r w:rsidR="0090026E" w:rsidRPr="00BB77D2">
        <w:rPr>
          <w:rFonts w:cs="Calibri Light"/>
          <w:b/>
          <w:sz w:val="22"/>
          <w:szCs w:val="22"/>
        </w:rPr>
        <w:t>’engage</w:t>
      </w:r>
      <w:r w:rsidR="0090026E" w:rsidRPr="00BB77D2">
        <w:rPr>
          <w:rFonts w:cs="Calibri Light"/>
          <w:sz w:val="22"/>
          <w:szCs w:val="22"/>
        </w:rPr>
        <w:t xml:space="preserve"> à fournir les documents justificatifs et moyens de preuve attendus dans le cadre de la consultation lors de la demande formulée par le pouvoir adjudicateur.</w:t>
      </w:r>
    </w:p>
    <w:p w14:paraId="57D3D4FD" w14:textId="77777777" w:rsidR="000168B2" w:rsidRPr="00BB77D2" w:rsidRDefault="000168B2" w:rsidP="0090026E">
      <w:pPr>
        <w:rPr>
          <w:rFonts w:cs="Calibri Light"/>
          <w:sz w:val="22"/>
          <w:szCs w:val="22"/>
        </w:rPr>
      </w:pPr>
    </w:p>
    <w:p w14:paraId="749EDB9A" w14:textId="77777777" w:rsidR="00903B8E" w:rsidRPr="00BB77D2" w:rsidRDefault="00B27508" w:rsidP="0090026E">
      <w:p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>Toutefois, c</w:t>
      </w:r>
      <w:r w:rsidR="0090026E" w:rsidRPr="00BB77D2">
        <w:rPr>
          <w:rFonts w:cs="Calibri Light"/>
          <w:sz w:val="22"/>
          <w:szCs w:val="22"/>
        </w:rPr>
        <w:t>ertains documents ju</w:t>
      </w:r>
      <w:r w:rsidR="00903B8E" w:rsidRPr="00BB77D2">
        <w:rPr>
          <w:rFonts w:cs="Calibri Light"/>
          <w:sz w:val="22"/>
          <w:szCs w:val="22"/>
        </w:rPr>
        <w:t>stificatifs et moyens de preuve :</w:t>
      </w:r>
    </w:p>
    <w:p w14:paraId="0D5BA027" w14:textId="77777777" w:rsidR="0090026E" w:rsidRPr="00BB77D2" w:rsidRDefault="00125559" w:rsidP="00A2623C">
      <w:pPr>
        <w:numPr>
          <w:ilvl w:val="0"/>
          <w:numId w:val="21"/>
        </w:numPr>
        <w:ind w:left="567" w:hanging="207"/>
        <w:rPr>
          <w:rFonts w:cs="Calibri Light"/>
          <w:sz w:val="22"/>
          <w:szCs w:val="22"/>
        </w:rPr>
      </w:pPr>
      <w:sdt>
        <w:sdtPr>
          <w:rPr>
            <w:rFonts w:cs="Calibri Light"/>
            <w:sz w:val="22"/>
            <w:szCs w:val="22"/>
          </w:rPr>
          <w:id w:val="1897240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783E" w:rsidRPr="00BB77D2">
            <w:rPr>
              <w:rFonts w:ascii="MS Gothic" w:eastAsia="MS Gothic" w:hAnsi="MS Gothic" w:cs="Calibri Light" w:hint="eastAsia"/>
              <w:sz w:val="22"/>
              <w:szCs w:val="22"/>
            </w:rPr>
            <w:t>☐</w:t>
          </w:r>
        </w:sdtContent>
      </w:sdt>
      <w:r w:rsidR="00A2623C" w:rsidRPr="00BB77D2">
        <w:rPr>
          <w:rFonts w:cs="Calibri Light"/>
          <w:sz w:val="22"/>
          <w:szCs w:val="22"/>
        </w:rPr>
        <w:t xml:space="preserve"> </w:t>
      </w:r>
      <w:r w:rsidR="00903B8E" w:rsidRPr="00BB77D2">
        <w:rPr>
          <w:rFonts w:cs="Calibri Light"/>
          <w:sz w:val="22"/>
          <w:szCs w:val="22"/>
        </w:rPr>
        <w:t>S</w:t>
      </w:r>
      <w:r w:rsidR="0090026E" w:rsidRPr="00BB77D2">
        <w:rPr>
          <w:rFonts w:cs="Calibri Light"/>
          <w:sz w:val="22"/>
          <w:szCs w:val="22"/>
        </w:rPr>
        <w:t>ont</w:t>
      </w:r>
      <w:r w:rsidR="00903B8E" w:rsidRPr="00BB77D2">
        <w:rPr>
          <w:rFonts w:cs="Calibri Light"/>
          <w:sz w:val="22"/>
          <w:szCs w:val="22"/>
        </w:rPr>
        <w:t xml:space="preserve"> </w:t>
      </w:r>
      <w:r w:rsidR="0090026E" w:rsidRPr="00BB77D2">
        <w:rPr>
          <w:rFonts w:cs="Calibri Light"/>
          <w:sz w:val="22"/>
          <w:szCs w:val="22"/>
        </w:rPr>
        <w:t xml:space="preserve">accessibles directement et gratuitement à l’adresse internet suivante : </w:t>
      </w:r>
      <w:r w:rsidR="00A2623C" w:rsidRPr="00BB77D2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BB77D2">
        <w:rPr>
          <w:sz w:val="22"/>
          <w:szCs w:val="22"/>
        </w:rPr>
        <w:instrText xml:space="preserve"> FORMTEXT </w:instrText>
      </w:r>
      <w:r w:rsidR="00A2623C" w:rsidRPr="00BB77D2">
        <w:rPr>
          <w:sz w:val="22"/>
          <w:szCs w:val="22"/>
        </w:rPr>
      </w:r>
      <w:r w:rsidR="00A2623C" w:rsidRPr="00BB77D2">
        <w:rPr>
          <w:sz w:val="22"/>
          <w:szCs w:val="22"/>
        </w:rPr>
        <w:fldChar w:fldCharType="separate"/>
      </w:r>
      <w:r w:rsidR="00D2723D" w:rsidRPr="00BB77D2">
        <w:rPr>
          <w:noProof/>
          <w:sz w:val="22"/>
          <w:szCs w:val="22"/>
        </w:rPr>
        <w:t>..............................</w:t>
      </w:r>
      <w:r w:rsidR="00A2623C" w:rsidRPr="00BB77D2">
        <w:rPr>
          <w:sz w:val="22"/>
          <w:szCs w:val="22"/>
        </w:rPr>
        <w:fldChar w:fldCharType="end"/>
      </w:r>
      <w:r w:rsidR="00A2623C" w:rsidRPr="00BB77D2">
        <w:rPr>
          <w:sz w:val="22"/>
          <w:szCs w:val="22"/>
        </w:rPr>
        <w:t>.</w:t>
      </w:r>
    </w:p>
    <w:p w14:paraId="0F1BBFBA" w14:textId="77777777" w:rsidR="004F5585" w:rsidRPr="00BB77D2" w:rsidRDefault="004F5585" w:rsidP="004F5585">
      <w:pPr>
        <w:ind w:left="1440"/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 xml:space="preserve">L’ensemble des renseignements nécessaires pour y accéder sont les suivantes : </w:t>
      </w:r>
      <w:r w:rsidR="00A2623C" w:rsidRPr="00BB77D2">
        <w:rPr>
          <w:sz w:val="22"/>
          <w:szCs w:val="22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BB77D2">
        <w:rPr>
          <w:sz w:val="22"/>
          <w:szCs w:val="22"/>
        </w:rPr>
        <w:instrText xml:space="preserve"> FORMTEXT </w:instrText>
      </w:r>
      <w:r w:rsidR="00A2623C" w:rsidRPr="00BB77D2">
        <w:rPr>
          <w:sz w:val="22"/>
          <w:szCs w:val="22"/>
        </w:rPr>
      </w:r>
      <w:r w:rsidR="00A2623C" w:rsidRPr="00BB77D2">
        <w:rPr>
          <w:sz w:val="22"/>
          <w:szCs w:val="22"/>
        </w:rPr>
        <w:fldChar w:fldCharType="separate"/>
      </w:r>
      <w:r w:rsidR="00D2723D" w:rsidRPr="00BB77D2">
        <w:rPr>
          <w:noProof/>
          <w:sz w:val="22"/>
          <w:szCs w:val="22"/>
        </w:rPr>
        <w:t>..............................</w:t>
      </w:r>
      <w:r w:rsidR="00A2623C" w:rsidRPr="00BB77D2">
        <w:rPr>
          <w:sz w:val="22"/>
          <w:szCs w:val="22"/>
        </w:rPr>
        <w:fldChar w:fldCharType="end"/>
      </w:r>
      <w:r w:rsidR="00A2623C" w:rsidRPr="00BB77D2">
        <w:rPr>
          <w:sz w:val="22"/>
          <w:szCs w:val="22"/>
        </w:rPr>
        <w:t>.</w:t>
      </w:r>
    </w:p>
    <w:p w14:paraId="369707F4" w14:textId="77777777" w:rsidR="0090026E" w:rsidRPr="00BB77D2" w:rsidRDefault="00125559" w:rsidP="00903B8E">
      <w:pPr>
        <w:numPr>
          <w:ilvl w:val="0"/>
          <w:numId w:val="21"/>
        </w:numPr>
        <w:ind w:left="567" w:hanging="207"/>
        <w:rPr>
          <w:rFonts w:cs="Calibri Light"/>
          <w:sz w:val="22"/>
          <w:szCs w:val="22"/>
        </w:rPr>
      </w:pPr>
      <w:sdt>
        <w:sdtPr>
          <w:rPr>
            <w:rFonts w:cs="Calibri Light"/>
            <w:sz w:val="22"/>
            <w:szCs w:val="22"/>
          </w:rPr>
          <w:id w:val="-9062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623C" w:rsidRPr="00BB77D2">
            <w:rPr>
              <w:rFonts w:ascii="MS Gothic" w:eastAsia="MS Gothic" w:hAnsi="MS Gothic" w:cs="Calibri Light" w:hint="eastAsia"/>
              <w:sz w:val="22"/>
              <w:szCs w:val="22"/>
            </w:rPr>
            <w:t>☐</w:t>
          </w:r>
        </w:sdtContent>
      </w:sdt>
      <w:r w:rsidR="00A2623C" w:rsidRPr="00BB77D2">
        <w:rPr>
          <w:rFonts w:cs="Calibri Light"/>
          <w:sz w:val="22"/>
          <w:szCs w:val="22"/>
        </w:rPr>
        <w:t xml:space="preserve"> </w:t>
      </w:r>
      <w:r w:rsidR="00903B8E" w:rsidRPr="00BB77D2">
        <w:rPr>
          <w:rFonts w:cs="Calibri Light"/>
          <w:sz w:val="22"/>
          <w:szCs w:val="22"/>
        </w:rPr>
        <w:t xml:space="preserve">Ont déjà été transmis à vos services lors d’une </w:t>
      </w:r>
      <w:r w:rsidR="00A2623C" w:rsidRPr="00BB77D2">
        <w:rPr>
          <w:rFonts w:cs="Calibri Light"/>
          <w:sz w:val="22"/>
          <w:szCs w:val="22"/>
        </w:rPr>
        <w:t xml:space="preserve">précédente </w:t>
      </w:r>
      <w:r w:rsidR="00903B8E" w:rsidRPr="00BB77D2">
        <w:rPr>
          <w:rFonts w:cs="Calibri Light"/>
          <w:sz w:val="22"/>
          <w:szCs w:val="22"/>
        </w:rPr>
        <w:t xml:space="preserve">consultation et demeurent valables : </w:t>
      </w:r>
      <w:r w:rsidR="0040170F" w:rsidRPr="00BB77D2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indiquez le nom et le numéro de la consultation"/>
            </w:textInput>
          </w:ffData>
        </w:fldChar>
      </w:r>
      <w:r w:rsidR="0040170F" w:rsidRPr="00BB77D2">
        <w:rPr>
          <w:sz w:val="22"/>
          <w:szCs w:val="22"/>
        </w:rPr>
        <w:instrText xml:space="preserve"> FORMTEXT </w:instrText>
      </w:r>
      <w:r w:rsidR="0040170F" w:rsidRPr="00BB77D2">
        <w:rPr>
          <w:sz w:val="22"/>
          <w:szCs w:val="22"/>
        </w:rPr>
      </w:r>
      <w:r w:rsidR="0040170F" w:rsidRPr="00BB77D2">
        <w:rPr>
          <w:sz w:val="22"/>
          <w:szCs w:val="22"/>
        </w:rPr>
        <w:fldChar w:fldCharType="separate"/>
      </w:r>
      <w:r w:rsidR="00D2723D" w:rsidRPr="00BB77D2">
        <w:rPr>
          <w:noProof/>
          <w:sz w:val="22"/>
          <w:szCs w:val="22"/>
        </w:rPr>
        <w:t>indiquez le nom et le numéro de la consultation</w:t>
      </w:r>
      <w:r w:rsidR="0040170F" w:rsidRPr="00BB77D2">
        <w:rPr>
          <w:sz w:val="22"/>
          <w:szCs w:val="22"/>
        </w:rPr>
        <w:fldChar w:fldCharType="end"/>
      </w:r>
      <w:r w:rsidR="00A2623C" w:rsidRPr="00BB77D2">
        <w:rPr>
          <w:sz w:val="22"/>
          <w:szCs w:val="22"/>
        </w:rPr>
        <w:t xml:space="preserve"> </w:t>
      </w:r>
    </w:p>
    <w:p w14:paraId="5B18FD1F" w14:textId="77777777" w:rsidR="0090026E" w:rsidRPr="00BB77D2" w:rsidRDefault="0090026E" w:rsidP="00683A77">
      <w:pPr>
        <w:rPr>
          <w:rFonts w:cs="Calibri Light"/>
          <w:sz w:val="22"/>
          <w:szCs w:val="22"/>
        </w:rPr>
      </w:pPr>
    </w:p>
    <w:p w14:paraId="68B37429" w14:textId="77777777" w:rsidR="00627AC4" w:rsidRPr="00BB77D2" w:rsidRDefault="00627AC4" w:rsidP="00683A77">
      <w:pPr>
        <w:rPr>
          <w:rFonts w:cs="Calibri Light"/>
          <w:sz w:val="22"/>
          <w:szCs w:val="22"/>
        </w:rPr>
      </w:pPr>
      <w:r w:rsidRPr="00BB77D2">
        <w:rPr>
          <w:rFonts w:cs="Calibri Light"/>
          <w:sz w:val="22"/>
          <w:szCs w:val="22"/>
        </w:rPr>
        <w:t>Fait à</w:t>
      </w:r>
      <w:r w:rsidR="00151C32" w:rsidRPr="00BB77D2">
        <w:rPr>
          <w:rFonts w:cs="Calibri Light"/>
          <w:sz w:val="22"/>
          <w:szCs w:val="22"/>
        </w:rPr>
        <w:t xml:space="preserve"> </w:t>
      </w:r>
      <w:r w:rsidR="00A2623C" w:rsidRPr="00BB77D2">
        <w:rPr>
          <w:sz w:val="22"/>
          <w:szCs w:val="22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BB77D2">
        <w:rPr>
          <w:sz w:val="22"/>
          <w:szCs w:val="22"/>
        </w:rPr>
        <w:instrText xml:space="preserve"> FORMTEXT </w:instrText>
      </w:r>
      <w:r w:rsidR="00A2623C" w:rsidRPr="00BB77D2">
        <w:rPr>
          <w:sz w:val="22"/>
          <w:szCs w:val="22"/>
        </w:rPr>
      </w:r>
      <w:r w:rsidR="00A2623C" w:rsidRPr="00BB77D2">
        <w:rPr>
          <w:sz w:val="22"/>
          <w:szCs w:val="22"/>
        </w:rPr>
        <w:fldChar w:fldCharType="separate"/>
      </w:r>
      <w:r w:rsidR="00D2723D" w:rsidRPr="00BB77D2">
        <w:rPr>
          <w:noProof/>
          <w:sz w:val="22"/>
          <w:szCs w:val="22"/>
        </w:rPr>
        <w:t>..............................</w:t>
      </w:r>
      <w:r w:rsidR="00A2623C" w:rsidRPr="00BB77D2">
        <w:rPr>
          <w:sz w:val="22"/>
          <w:szCs w:val="22"/>
        </w:rPr>
        <w:fldChar w:fldCharType="end"/>
      </w:r>
      <w:r w:rsidR="00151C32" w:rsidRPr="00BB77D2">
        <w:rPr>
          <w:rFonts w:cs="Calibri Light"/>
          <w:sz w:val="22"/>
          <w:szCs w:val="22"/>
        </w:rPr>
        <w:t>,</w:t>
      </w:r>
      <w:r w:rsidRPr="00BB77D2">
        <w:rPr>
          <w:rFonts w:cs="Calibri Light"/>
          <w:sz w:val="22"/>
          <w:szCs w:val="22"/>
        </w:rPr>
        <w:t xml:space="preserve"> le</w:t>
      </w:r>
      <w:r w:rsidR="00A2623C" w:rsidRPr="00BB77D2">
        <w:rPr>
          <w:rFonts w:cs="Calibri Light"/>
          <w:sz w:val="22"/>
          <w:szCs w:val="22"/>
        </w:rPr>
        <w:t xml:space="preserve"> </w:t>
      </w:r>
      <w:sdt>
        <w:sdtPr>
          <w:rPr>
            <w:rFonts w:cs="Calibri Light"/>
            <w:sz w:val="22"/>
            <w:szCs w:val="22"/>
          </w:rPr>
          <w:id w:val="-1030946080"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A2623C" w:rsidRPr="00BB77D2">
            <w:rPr>
              <w:rFonts w:cs="Calibri Light"/>
              <w:sz w:val="22"/>
              <w:szCs w:val="22"/>
            </w:rPr>
            <w:t>…/…/…</w:t>
          </w:r>
        </w:sdtContent>
      </w:sdt>
      <w:r w:rsidR="00A2623C" w:rsidRPr="00BB77D2">
        <w:rPr>
          <w:rFonts w:cs="Calibri Light"/>
          <w:sz w:val="22"/>
          <w:szCs w:val="22"/>
        </w:rPr>
        <w:t> </w:t>
      </w:r>
    </w:p>
    <w:p w14:paraId="477C4A4C" w14:textId="77777777" w:rsidR="00507C52" w:rsidRPr="00BB77D2" w:rsidRDefault="00507C52">
      <w:pPr>
        <w:rPr>
          <w:rFonts w:cs="Calibri Light"/>
          <w:sz w:val="22"/>
          <w:szCs w:val="22"/>
        </w:rPr>
      </w:pPr>
    </w:p>
    <w:p w14:paraId="063B13B0" w14:textId="77777777" w:rsidR="0080486C" w:rsidRPr="00BB77D2" w:rsidRDefault="0080486C" w:rsidP="0080486C">
      <w:pPr>
        <w:ind w:left="4820"/>
        <w:rPr>
          <w:rFonts w:cs="Calibri Light"/>
          <w:b/>
          <w:sz w:val="22"/>
          <w:szCs w:val="22"/>
        </w:rPr>
      </w:pPr>
      <w:r w:rsidRPr="00BB77D2">
        <w:rPr>
          <w:rFonts w:cs="Calibri Light"/>
          <w:b/>
          <w:sz w:val="22"/>
          <w:szCs w:val="22"/>
        </w:rPr>
        <w:t>Le candidat,</w:t>
      </w:r>
    </w:p>
    <w:p w14:paraId="236F04C1" w14:textId="77777777" w:rsidR="0080486C" w:rsidRPr="00BB77D2" w:rsidRDefault="0080486C" w:rsidP="0080486C">
      <w:pPr>
        <w:ind w:left="4820"/>
        <w:rPr>
          <w:rFonts w:cs="Calibri Light"/>
          <w:b/>
          <w:sz w:val="22"/>
          <w:szCs w:val="22"/>
        </w:rPr>
      </w:pPr>
      <w:r w:rsidRPr="00BB77D2">
        <w:rPr>
          <w:rFonts w:cs="Calibri Light"/>
          <w:b/>
          <w:sz w:val="22"/>
          <w:szCs w:val="22"/>
        </w:rPr>
        <w:t>Le mandataire du groupement</w:t>
      </w:r>
    </w:p>
    <w:p w14:paraId="75163454" w14:textId="77777777" w:rsidR="0080486C" w:rsidRPr="00BB77D2" w:rsidRDefault="00125559" w:rsidP="0080486C">
      <w:pPr>
        <w:ind w:left="4820"/>
        <w:rPr>
          <w:rFonts w:cs="Calibri Light"/>
          <w:b/>
          <w:sz w:val="22"/>
          <w:szCs w:val="22"/>
        </w:rPr>
      </w:pPr>
      <w:sdt>
        <w:sdtPr>
          <w:rPr>
            <w:rFonts w:cs="Calibri Light"/>
            <w:b/>
            <w:sz w:val="22"/>
            <w:szCs w:val="22"/>
          </w:rPr>
          <w:id w:val="24373436"/>
          <w:comboBox>
            <w:listItem w:value="Choisissez un élément."/>
            <w:listItem w:displayText="La société" w:value="La société"/>
            <w:listItem w:displayText="L'établissement" w:value="L'établissement"/>
            <w:listItem w:displayText="Le service" w:value="Le service"/>
            <w:listItem w:displayText="L'association" w:value="L'association"/>
          </w:comboBox>
        </w:sdtPr>
        <w:sdtEndPr/>
        <w:sdtContent>
          <w:r w:rsidR="0080486C" w:rsidRPr="00BB77D2">
            <w:rPr>
              <w:rFonts w:cs="Calibri Light"/>
              <w:b/>
              <w:sz w:val="22"/>
              <w:szCs w:val="22"/>
            </w:rPr>
            <w:t>La société</w:t>
          </w:r>
        </w:sdtContent>
      </w:sdt>
      <w:r w:rsidR="0080486C" w:rsidRPr="00BB77D2">
        <w:rPr>
          <w:rFonts w:cs="Calibri Light"/>
          <w:b/>
          <w:sz w:val="22"/>
          <w:szCs w:val="22"/>
        </w:rPr>
        <w:t xml:space="preserve"> </w:t>
      </w:r>
      <w:r w:rsidR="0080486C" w:rsidRPr="00BB77D2">
        <w:rPr>
          <w:b/>
          <w:sz w:val="22"/>
          <w:szCs w:val="22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80486C" w:rsidRPr="00BB77D2">
        <w:rPr>
          <w:b/>
          <w:sz w:val="22"/>
          <w:szCs w:val="22"/>
        </w:rPr>
        <w:instrText xml:space="preserve"> FORMTEXT </w:instrText>
      </w:r>
      <w:r w:rsidR="0080486C" w:rsidRPr="00BB77D2">
        <w:rPr>
          <w:b/>
          <w:sz w:val="22"/>
          <w:szCs w:val="22"/>
        </w:rPr>
      </w:r>
      <w:r w:rsidR="0080486C" w:rsidRPr="00BB77D2">
        <w:rPr>
          <w:b/>
          <w:sz w:val="22"/>
          <w:szCs w:val="22"/>
        </w:rPr>
        <w:fldChar w:fldCharType="separate"/>
      </w:r>
      <w:r w:rsidR="0080486C" w:rsidRPr="00BB77D2">
        <w:rPr>
          <w:b/>
          <w:noProof/>
          <w:sz w:val="22"/>
          <w:szCs w:val="22"/>
        </w:rPr>
        <w:t>..............................</w:t>
      </w:r>
      <w:r w:rsidR="0080486C" w:rsidRPr="00BB77D2">
        <w:rPr>
          <w:b/>
          <w:sz w:val="22"/>
          <w:szCs w:val="22"/>
        </w:rPr>
        <w:fldChar w:fldCharType="end"/>
      </w:r>
    </w:p>
    <w:p w14:paraId="6FE28102" w14:textId="77777777" w:rsidR="00922BA4" w:rsidRPr="00BB77D2" w:rsidRDefault="0080486C" w:rsidP="0080486C">
      <w:pPr>
        <w:ind w:left="4820"/>
        <w:rPr>
          <w:b/>
          <w:sz w:val="22"/>
          <w:szCs w:val="22"/>
        </w:rPr>
      </w:pPr>
      <w:r w:rsidRPr="00BB77D2">
        <w:rPr>
          <w:rFonts w:cs="Calibri Light"/>
          <w:b/>
          <w:sz w:val="22"/>
          <w:szCs w:val="22"/>
        </w:rPr>
        <w:t xml:space="preserve">Représenté(e) par </w:t>
      </w:r>
      <w:r w:rsidRPr="00BB77D2">
        <w:rPr>
          <w:b/>
          <w:sz w:val="22"/>
          <w:szCs w:val="22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BB77D2">
        <w:rPr>
          <w:b/>
          <w:sz w:val="22"/>
          <w:szCs w:val="22"/>
        </w:rPr>
        <w:instrText xml:space="preserve"> FORMTEXT </w:instrText>
      </w:r>
      <w:r w:rsidRPr="00BB77D2">
        <w:rPr>
          <w:b/>
          <w:sz w:val="22"/>
          <w:szCs w:val="22"/>
        </w:rPr>
      </w:r>
      <w:r w:rsidRPr="00BB77D2">
        <w:rPr>
          <w:b/>
          <w:sz w:val="22"/>
          <w:szCs w:val="22"/>
        </w:rPr>
        <w:fldChar w:fldCharType="separate"/>
      </w:r>
      <w:r w:rsidRPr="00BB77D2">
        <w:rPr>
          <w:b/>
          <w:noProof/>
          <w:sz w:val="22"/>
          <w:szCs w:val="22"/>
        </w:rPr>
        <w:t>..............................</w:t>
      </w:r>
      <w:r w:rsidRPr="00BB77D2">
        <w:rPr>
          <w:b/>
          <w:sz w:val="22"/>
          <w:szCs w:val="22"/>
        </w:rPr>
        <w:fldChar w:fldCharType="end"/>
      </w:r>
    </w:p>
    <w:p w14:paraId="5F7C2BBA" w14:textId="77777777" w:rsidR="00747CB8" w:rsidRPr="00FC0E75" w:rsidRDefault="00747CB8" w:rsidP="00747CB8">
      <w:pPr>
        <w:rPr>
          <w:rFonts w:cs="Calibri Light"/>
          <w:b/>
          <w:szCs w:val="24"/>
        </w:rPr>
      </w:pPr>
    </w:p>
    <w:p w14:paraId="39A65E1B" w14:textId="77777777" w:rsidR="00C3656B" w:rsidRPr="00FC0E75" w:rsidRDefault="00C3656B" w:rsidP="00747CB8">
      <w:pPr>
        <w:rPr>
          <w:rFonts w:cs="Calibri Light"/>
          <w:b/>
          <w:szCs w:val="24"/>
        </w:rPr>
      </w:pPr>
    </w:p>
    <w:p w14:paraId="2402C71A" w14:textId="77777777" w:rsidR="00747CB8" w:rsidRPr="00FC0E75" w:rsidRDefault="00747CB8">
      <w:pPr>
        <w:suppressAutoHyphens w:val="0"/>
        <w:contextualSpacing w:val="0"/>
        <w:jc w:val="left"/>
        <w:rPr>
          <w:rFonts w:cs="Calibri Light"/>
          <w:b/>
          <w:szCs w:val="24"/>
        </w:rPr>
        <w:sectPr w:rsidR="00747CB8" w:rsidRPr="00FC0E75" w:rsidSect="0099326B">
          <w:headerReference w:type="default" r:id="rId17"/>
          <w:footerReference w:type="default" r:id="rId18"/>
          <w:pgSz w:w="11906" w:h="16838"/>
          <w:pgMar w:top="1417" w:right="1417" w:bottom="1417" w:left="1417" w:header="720" w:footer="680" w:gutter="0"/>
          <w:pgBorders w:offsetFrom="page">
            <w:top w:val="single" w:sz="8" w:space="24" w:color="204D9C"/>
            <w:left w:val="single" w:sz="8" w:space="24" w:color="204D9C"/>
            <w:bottom w:val="single" w:sz="8" w:space="24" w:color="204D9C"/>
            <w:right w:val="single" w:sz="8" w:space="24" w:color="204D9C"/>
          </w:pgBorders>
          <w:cols w:space="720"/>
          <w:docGrid w:linePitch="360"/>
        </w:sectPr>
      </w:pPr>
    </w:p>
    <w:p w14:paraId="199D063E" w14:textId="77777777" w:rsidR="00747CB8" w:rsidRPr="00FC0E75" w:rsidRDefault="00747CB8">
      <w:pPr>
        <w:suppressAutoHyphens w:val="0"/>
        <w:contextualSpacing w:val="0"/>
        <w:jc w:val="left"/>
        <w:rPr>
          <w:rFonts w:cs="Calibri Light"/>
          <w:b/>
          <w:szCs w:val="24"/>
        </w:rPr>
      </w:pPr>
    </w:p>
    <w:p w14:paraId="38052B2D" w14:textId="77777777" w:rsidR="00747CB8" w:rsidRPr="00FC0E75" w:rsidRDefault="00747CB8" w:rsidP="00747CB8">
      <w:pPr>
        <w:jc w:val="center"/>
        <w:rPr>
          <w:b/>
          <w:bCs/>
          <w:szCs w:val="24"/>
        </w:rPr>
      </w:pPr>
      <w:r w:rsidRPr="00FC0E75">
        <w:rPr>
          <w:b/>
          <w:bCs/>
          <w:szCs w:val="24"/>
        </w:rPr>
        <w:t>Annexe – Chiffres d’Affaires</w:t>
      </w:r>
    </w:p>
    <w:p w14:paraId="39562F18" w14:textId="77777777" w:rsidR="00747CB8" w:rsidRPr="00FC0E75" w:rsidRDefault="00747CB8" w:rsidP="00747CB8">
      <w:pPr>
        <w:jc w:val="center"/>
        <w:rPr>
          <w:szCs w:val="24"/>
        </w:rPr>
      </w:pPr>
    </w:p>
    <w:tbl>
      <w:tblPr>
        <w:tblStyle w:val="Grilledutableau"/>
        <w:tblW w:w="9978" w:type="dxa"/>
        <w:jc w:val="center"/>
        <w:tblLook w:val="04A0" w:firstRow="1" w:lastRow="0" w:firstColumn="1" w:lastColumn="0" w:noHBand="0" w:noVBand="1"/>
      </w:tblPr>
      <w:tblGrid>
        <w:gridCol w:w="2891"/>
        <w:gridCol w:w="3402"/>
        <w:gridCol w:w="3685"/>
      </w:tblGrid>
      <w:tr w:rsidR="00F943C7" w:rsidRPr="00FC0E75" w14:paraId="6A30128B" w14:textId="77777777" w:rsidTr="004E194E">
        <w:trPr>
          <w:trHeight w:val="56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</w:tcPr>
          <w:p w14:paraId="3A598C14" w14:textId="77777777" w:rsidR="00F943C7" w:rsidRPr="004E194E" w:rsidRDefault="00F943C7" w:rsidP="00747CB8">
            <w:pPr>
              <w:jc w:val="center"/>
              <w:rPr>
                <w:rFonts w:cs="Calibri Light"/>
                <w:b/>
                <w:bCs/>
                <w:color w:val="FFFFFF" w:themeColor="background1"/>
                <w:szCs w:val="24"/>
              </w:rPr>
            </w:pPr>
            <w:r w:rsidRPr="004E194E">
              <w:rPr>
                <w:rFonts w:cs="Calibri Light"/>
                <w:b/>
                <w:bCs/>
                <w:color w:val="FFFFFF" w:themeColor="background1"/>
                <w:szCs w:val="24"/>
              </w:rPr>
              <w:t>Membre du groupement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  <w:hideMark/>
          </w:tcPr>
          <w:p w14:paraId="185FA55F" w14:textId="77777777" w:rsidR="00F943C7" w:rsidRPr="004E194E" w:rsidRDefault="00F943C7" w:rsidP="00747CB8">
            <w:pPr>
              <w:jc w:val="center"/>
              <w:rPr>
                <w:rFonts w:cs="Calibri Light"/>
                <w:b/>
                <w:bCs/>
                <w:color w:val="FFFFFF" w:themeColor="background1"/>
                <w:szCs w:val="24"/>
              </w:rPr>
            </w:pPr>
            <w:r w:rsidRPr="004E194E">
              <w:rPr>
                <w:rFonts w:cs="Calibri Light"/>
                <w:b/>
                <w:bCs/>
                <w:color w:val="FFFFFF" w:themeColor="background1"/>
                <w:szCs w:val="24"/>
              </w:rPr>
              <w:t>Année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  <w:hideMark/>
          </w:tcPr>
          <w:p w14:paraId="2857F9A4" w14:textId="77777777" w:rsidR="00F943C7" w:rsidRPr="004E194E" w:rsidRDefault="00F943C7" w:rsidP="00747CB8">
            <w:pPr>
              <w:jc w:val="center"/>
              <w:rPr>
                <w:rFonts w:cs="Calibri Light"/>
                <w:b/>
                <w:bCs/>
                <w:color w:val="FFFFFF" w:themeColor="background1"/>
                <w:szCs w:val="24"/>
              </w:rPr>
            </w:pPr>
            <w:r w:rsidRPr="004E194E">
              <w:rPr>
                <w:rFonts w:cs="Calibri Light"/>
                <w:b/>
                <w:bCs/>
                <w:color w:val="FFFFFF" w:themeColor="background1"/>
                <w:szCs w:val="24"/>
              </w:rPr>
              <w:t>Chiffre d’affaires</w:t>
            </w:r>
          </w:p>
          <w:p w14:paraId="5210D108" w14:textId="77777777" w:rsidR="00F943C7" w:rsidRPr="004E194E" w:rsidRDefault="00F943C7" w:rsidP="00747CB8">
            <w:pPr>
              <w:jc w:val="center"/>
              <w:rPr>
                <w:rFonts w:cs="Calibri Light"/>
                <w:b/>
                <w:bCs/>
                <w:color w:val="FFFFFF" w:themeColor="background1"/>
                <w:szCs w:val="24"/>
              </w:rPr>
            </w:pPr>
            <w:r w:rsidRPr="004E194E">
              <w:rPr>
                <w:rFonts w:cs="Calibri Light"/>
                <w:b/>
                <w:bCs/>
                <w:color w:val="FFFFFF" w:themeColor="background1"/>
                <w:szCs w:val="24"/>
              </w:rPr>
              <w:t>(en € HT)</w:t>
            </w:r>
          </w:p>
        </w:tc>
      </w:tr>
      <w:tr w:rsidR="00F943C7" w:rsidRPr="00FC0E75" w14:paraId="305183C5" w14:textId="77777777" w:rsidTr="00F943C7">
        <w:trPr>
          <w:trHeight w:val="567"/>
          <w:jc w:val="center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445B40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D90A6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387636749"/>
                <w:placeholder>
                  <w:docPart w:val="95D8D8F2C12143B9B47D453FA4A478DB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30772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€</w:t>
            </w:r>
          </w:p>
        </w:tc>
      </w:tr>
      <w:tr w:rsidR="00F943C7" w:rsidRPr="00FC0E75" w14:paraId="2C0CBD09" w14:textId="77777777" w:rsidTr="00F943C7">
        <w:trPr>
          <w:trHeight w:val="567"/>
          <w:jc w:val="center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38F103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2CEC4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572351984"/>
                <w:placeholder>
                  <w:docPart w:val="CBDBEBED7F7A4F1AB4EE7F2350EAA034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30467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€</w:t>
            </w:r>
          </w:p>
        </w:tc>
      </w:tr>
      <w:tr w:rsidR="00F943C7" w:rsidRPr="00FC0E75" w14:paraId="1C439938" w14:textId="77777777" w:rsidTr="00F943C7">
        <w:trPr>
          <w:trHeight w:val="567"/>
          <w:jc w:val="center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BF08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9A207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011139673"/>
                <w:placeholder>
                  <w:docPart w:val="4B44D12E3F4B4270B3A0C436DF1F0CBD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98D6F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€</w:t>
            </w:r>
          </w:p>
        </w:tc>
      </w:tr>
      <w:tr w:rsidR="00F943C7" w:rsidRPr="00FC0E75" w14:paraId="73654F59" w14:textId="77777777" w:rsidTr="00F943C7">
        <w:tblPrEx>
          <w:jc w:val="left"/>
        </w:tblPrEx>
        <w:trPr>
          <w:trHeight w:val="567"/>
        </w:trPr>
        <w:tc>
          <w:tcPr>
            <w:tcW w:w="2891" w:type="dxa"/>
            <w:vMerge w:val="restart"/>
            <w:vAlign w:val="center"/>
          </w:tcPr>
          <w:p w14:paraId="6859AE2B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3402" w:type="dxa"/>
            <w:vAlign w:val="center"/>
            <w:hideMark/>
          </w:tcPr>
          <w:p w14:paraId="537B83A2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1983184446"/>
                <w:placeholder>
                  <w:docPart w:val="307C9005E9754D34AED62FEEFC0CC913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vAlign w:val="center"/>
            <w:hideMark/>
          </w:tcPr>
          <w:p w14:paraId="4475B9CA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€</w:t>
            </w:r>
          </w:p>
        </w:tc>
      </w:tr>
      <w:tr w:rsidR="00F943C7" w:rsidRPr="00FC0E75" w14:paraId="5600BB23" w14:textId="77777777" w:rsidTr="00F943C7">
        <w:tblPrEx>
          <w:jc w:val="left"/>
        </w:tblPrEx>
        <w:trPr>
          <w:trHeight w:val="567"/>
        </w:trPr>
        <w:tc>
          <w:tcPr>
            <w:tcW w:w="2891" w:type="dxa"/>
            <w:vMerge/>
          </w:tcPr>
          <w:p w14:paraId="10A208CA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vAlign w:val="center"/>
            <w:hideMark/>
          </w:tcPr>
          <w:p w14:paraId="3337DFD0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63775426"/>
                <w:placeholder>
                  <w:docPart w:val="44783E3EABA94CA6972879BA5862636E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vAlign w:val="center"/>
            <w:hideMark/>
          </w:tcPr>
          <w:p w14:paraId="0191EB69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€</w:t>
            </w:r>
          </w:p>
        </w:tc>
      </w:tr>
      <w:tr w:rsidR="00F943C7" w:rsidRPr="00FC0E75" w14:paraId="623F4494" w14:textId="77777777" w:rsidTr="00F943C7">
        <w:tblPrEx>
          <w:jc w:val="left"/>
        </w:tblPrEx>
        <w:trPr>
          <w:trHeight w:val="567"/>
        </w:trPr>
        <w:tc>
          <w:tcPr>
            <w:tcW w:w="2891" w:type="dxa"/>
            <w:vMerge/>
          </w:tcPr>
          <w:p w14:paraId="75181D0E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vAlign w:val="center"/>
            <w:hideMark/>
          </w:tcPr>
          <w:p w14:paraId="391FAA9B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180813735"/>
                <w:placeholder>
                  <w:docPart w:val="C14B92C78C4C4DC6AD1AB2A5CCF2EAB5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vAlign w:val="center"/>
            <w:hideMark/>
          </w:tcPr>
          <w:p w14:paraId="0EE0D45A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€</w:t>
            </w:r>
          </w:p>
        </w:tc>
      </w:tr>
      <w:sdt>
        <w:sdtPr>
          <w:rPr>
            <w:rFonts w:cs="Calibri Light"/>
            <w:szCs w:val="24"/>
          </w:rPr>
          <w:id w:val="1952203839"/>
          <w15:repeatingSection/>
        </w:sdtPr>
        <w:sdtEndPr/>
        <w:sdtContent>
          <w:sdt>
            <w:sdtPr>
              <w:rPr>
                <w:rFonts w:cs="Calibri Light"/>
                <w:szCs w:val="24"/>
              </w:rPr>
              <w:id w:val="-223763820"/>
              <w:placeholder>
                <w:docPart w:val="D6D635E311744CC098757B9A04DB7C25"/>
              </w:placeholder>
              <w15:repeatingSectionItem/>
            </w:sdtPr>
            <w:sdtEndPr/>
            <w:sdtContent>
              <w:tr w:rsidR="00F943C7" w:rsidRPr="00FC0E75" w14:paraId="2B03D86E" w14:textId="77777777" w:rsidTr="00F943C7">
                <w:tblPrEx>
                  <w:jc w:val="left"/>
                </w:tblPrEx>
                <w:trPr>
                  <w:trHeight w:val="567"/>
                </w:trPr>
                <w:tc>
                  <w:tcPr>
                    <w:tcW w:w="2891" w:type="dxa"/>
                    <w:vMerge w:val="restart"/>
                    <w:vAlign w:val="center"/>
                  </w:tcPr>
                  <w:p w14:paraId="3036D156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mentionnez le nom du membre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mentionnez le nom du membre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3402" w:type="dxa"/>
                    <w:vAlign w:val="center"/>
                    <w:hideMark/>
                  </w:tcPr>
                  <w:p w14:paraId="4209957A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t xml:space="preserve">Année </w:t>
                    </w:r>
                    <w:sdt>
                      <w:sdtPr>
                        <w:rPr>
                          <w:rFonts w:cs="Calibri Light"/>
                          <w:szCs w:val="24"/>
                        </w:rPr>
                        <w:id w:val="903331682"/>
                        <w:placeholder>
                          <w:docPart w:val="EC090E52A0A444CBBFA3F471F8EF536C"/>
                        </w:placeholder>
                        <w:comboBox>
                          <w:listItem w:displayText="2024" w:value="2024"/>
                          <w:listItem w:displayText="2023" w:value="2023"/>
                          <w:listItem w:displayText="2022" w:value="2022"/>
                          <w:listItem w:displayText="2021" w:value="2021"/>
                          <w:listItem w:displayText="2020" w:value="2020"/>
                          <w:listItem w:displayText="..." w:value="..."/>
                        </w:comboBox>
                      </w:sdtPr>
                      <w:sdtEndPr/>
                      <w:sdtContent>
                        <w:r w:rsidRPr="00FC0E75">
                          <w:rPr>
                            <w:rFonts w:cs="Calibri Light"/>
                            <w:szCs w:val="24"/>
                          </w:rPr>
                          <w:t>...</w:t>
                        </w:r>
                      </w:sdtContent>
                    </w:sdt>
                  </w:p>
                </w:tc>
                <w:tc>
                  <w:tcPr>
                    <w:tcW w:w="3685" w:type="dxa"/>
                    <w:vAlign w:val="center"/>
                    <w:hideMark/>
                  </w:tcPr>
                  <w:p w14:paraId="04B83CDF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 xml:space="preserve"> €</w:t>
                    </w:r>
                  </w:p>
                </w:tc>
              </w:tr>
              <w:tr w:rsidR="00F943C7" w:rsidRPr="00FC0E75" w14:paraId="5A9449D2" w14:textId="77777777" w:rsidTr="00F943C7">
                <w:tblPrEx>
                  <w:jc w:val="left"/>
                </w:tblPrEx>
                <w:trPr>
                  <w:trHeight w:val="567"/>
                </w:trPr>
                <w:tc>
                  <w:tcPr>
                    <w:tcW w:w="2891" w:type="dxa"/>
                    <w:vMerge/>
                    <w:vAlign w:val="center"/>
                  </w:tcPr>
                  <w:p w14:paraId="4D92CE40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</w:p>
                </w:tc>
                <w:tc>
                  <w:tcPr>
                    <w:tcW w:w="3402" w:type="dxa"/>
                    <w:vAlign w:val="center"/>
                  </w:tcPr>
                  <w:p w14:paraId="13FF425F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t xml:space="preserve">Année </w:t>
                    </w:r>
                    <w:sdt>
                      <w:sdtPr>
                        <w:rPr>
                          <w:rFonts w:cs="Calibri Light"/>
                          <w:szCs w:val="24"/>
                        </w:rPr>
                        <w:id w:val="-501508862"/>
                        <w:placeholder>
                          <w:docPart w:val="6ACEBF32D1304218A26AEC0BBAF3670D"/>
                        </w:placeholder>
                        <w:comboBox>
                          <w:listItem w:displayText="2024" w:value="2024"/>
                          <w:listItem w:displayText="2023" w:value="2023"/>
                          <w:listItem w:displayText="2022" w:value="2022"/>
                          <w:listItem w:displayText="2021" w:value="2021"/>
                          <w:listItem w:displayText="2020" w:value="2020"/>
                          <w:listItem w:displayText="..." w:value="..."/>
                        </w:comboBox>
                      </w:sdtPr>
                      <w:sdtEndPr/>
                      <w:sdtContent>
                        <w:r w:rsidRPr="00FC0E75">
                          <w:rPr>
                            <w:rFonts w:cs="Calibri Light"/>
                            <w:szCs w:val="24"/>
                          </w:rPr>
                          <w:t>...</w:t>
                        </w:r>
                      </w:sdtContent>
                    </w:sdt>
                  </w:p>
                </w:tc>
                <w:tc>
                  <w:tcPr>
                    <w:tcW w:w="3685" w:type="dxa"/>
                    <w:vAlign w:val="center"/>
                  </w:tcPr>
                  <w:p w14:paraId="42A1F72D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 xml:space="preserve"> €</w:t>
                    </w:r>
                  </w:p>
                </w:tc>
              </w:tr>
              <w:tr w:rsidR="00F943C7" w:rsidRPr="00FC0E75" w14:paraId="025B5FC4" w14:textId="77777777" w:rsidTr="00F943C7">
                <w:tblPrEx>
                  <w:jc w:val="left"/>
                </w:tblPrEx>
                <w:trPr>
                  <w:trHeight w:val="567"/>
                </w:trPr>
                <w:tc>
                  <w:tcPr>
                    <w:tcW w:w="2891" w:type="dxa"/>
                    <w:vMerge/>
                    <w:vAlign w:val="center"/>
                  </w:tcPr>
                  <w:p w14:paraId="05E0DA47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</w:p>
                </w:tc>
                <w:tc>
                  <w:tcPr>
                    <w:tcW w:w="3402" w:type="dxa"/>
                    <w:vAlign w:val="center"/>
                  </w:tcPr>
                  <w:p w14:paraId="1E22993B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t xml:space="preserve">Année </w:t>
                    </w:r>
                    <w:sdt>
                      <w:sdtPr>
                        <w:rPr>
                          <w:rFonts w:cs="Calibri Light"/>
                          <w:szCs w:val="24"/>
                        </w:rPr>
                        <w:id w:val="-754430420"/>
                        <w:placeholder>
                          <w:docPart w:val="6E267A10902745D3850537C295176717"/>
                        </w:placeholder>
                        <w:comboBox>
                          <w:listItem w:displayText="2024" w:value="2024"/>
                          <w:listItem w:displayText="2023" w:value="2023"/>
                          <w:listItem w:displayText="2022" w:value="2022"/>
                          <w:listItem w:displayText="2021" w:value="2021"/>
                          <w:listItem w:displayText="2020" w:value="2020"/>
                          <w:listItem w:displayText="..." w:value="..."/>
                        </w:comboBox>
                      </w:sdtPr>
                      <w:sdtEndPr/>
                      <w:sdtContent>
                        <w:r w:rsidRPr="00FC0E75">
                          <w:rPr>
                            <w:rFonts w:cs="Calibri Light"/>
                            <w:szCs w:val="24"/>
                          </w:rPr>
                          <w:t>...</w:t>
                        </w:r>
                      </w:sdtContent>
                    </w:sdt>
                  </w:p>
                </w:tc>
                <w:tc>
                  <w:tcPr>
                    <w:tcW w:w="3685" w:type="dxa"/>
                    <w:vAlign w:val="center"/>
                  </w:tcPr>
                  <w:p w14:paraId="305D3231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 xml:space="preserve"> €</w:t>
                    </w:r>
                  </w:p>
                </w:tc>
              </w:tr>
            </w:sdtContent>
          </w:sdt>
        </w:sdtContent>
      </w:sdt>
    </w:tbl>
    <w:p w14:paraId="06758D24" w14:textId="77777777" w:rsidR="00747CB8" w:rsidRPr="00FC0E75" w:rsidRDefault="00747CB8" w:rsidP="00747CB8">
      <w:pPr>
        <w:rPr>
          <w:rFonts w:cs="Calibri Light"/>
          <w:szCs w:val="24"/>
        </w:rPr>
      </w:pPr>
    </w:p>
    <w:p w14:paraId="66B454A0" w14:textId="77777777" w:rsidR="00747CB8" w:rsidRPr="00FC0E75" w:rsidRDefault="00747CB8">
      <w:pPr>
        <w:suppressAutoHyphens w:val="0"/>
        <w:contextualSpacing w:val="0"/>
        <w:jc w:val="left"/>
        <w:rPr>
          <w:rFonts w:cs="Calibri Light"/>
          <w:szCs w:val="24"/>
        </w:rPr>
      </w:pPr>
      <w:r w:rsidRPr="00FC0E75">
        <w:rPr>
          <w:rFonts w:cs="Calibri Light"/>
          <w:szCs w:val="24"/>
        </w:rPr>
        <w:br w:type="page"/>
      </w:r>
    </w:p>
    <w:p w14:paraId="2F1F77F3" w14:textId="77777777" w:rsidR="00747CB8" w:rsidRPr="004E194E" w:rsidRDefault="00747CB8" w:rsidP="00747CB8">
      <w:pPr>
        <w:jc w:val="center"/>
        <w:rPr>
          <w:rFonts w:cs="Calibri Light"/>
          <w:b/>
          <w:bCs/>
          <w:sz w:val="16"/>
          <w:szCs w:val="16"/>
        </w:rPr>
      </w:pPr>
      <w:r w:rsidRPr="004E194E">
        <w:rPr>
          <w:rFonts w:cs="Calibri Light"/>
          <w:b/>
          <w:bCs/>
          <w:sz w:val="16"/>
          <w:szCs w:val="16"/>
        </w:rPr>
        <w:lastRenderedPageBreak/>
        <w:t>Annexe – Référence</w:t>
      </w:r>
      <w:r w:rsidR="000168B2" w:rsidRPr="004E194E">
        <w:rPr>
          <w:rFonts w:cs="Calibri Light"/>
          <w:b/>
          <w:bCs/>
          <w:sz w:val="16"/>
          <w:szCs w:val="16"/>
        </w:rPr>
        <w:t>s</w:t>
      </w:r>
    </w:p>
    <w:p w14:paraId="65497D2B" w14:textId="77777777" w:rsidR="00747CB8" w:rsidRPr="004E194E" w:rsidRDefault="00747CB8" w:rsidP="00747CB8">
      <w:pPr>
        <w:rPr>
          <w:rFonts w:cs="Calibri Light"/>
          <w:sz w:val="16"/>
          <w:szCs w:val="16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334"/>
        <w:gridCol w:w="1334"/>
        <w:gridCol w:w="2097"/>
        <w:gridCol w:w="2098"/>
        <w:gridCol w:w="2098"/>
        <w:gridCol w:w="2098"/>
        <w:gridCol w:w="1361"/>
        <w:gridCol w:w="1361"/>
      </w:tblGrid>
      <w:tr w:rsidR="000976BA" w:rsidRPr="004E194E" w14:paraId="1CF271F7" w14:textId="77777777" w:rsidTr="004E194E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</w:tcPr>
          <w:p w14:paraId="4F53B6EF" w14:textId="77777777" w:rsidR="000976BA" w:rsidRPr="004E194E" w:rsidRDefault="000976BA" w:rsidP="000976BA">
            <w:pPr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4E194E">
              <w:rPr>
                <w:b/>
                <w:bCs/>
                <w:color w:val="FFFFFF" w:themeColor="background1"/>
                <w:sz w:val="16"/>
                <w:szCs w:val="16"/>
              </w:rPr>
              <w:t>Membre du groupement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  <w:hideMark/>
          </w:tcPr>
          <w:p w14:paraId="599DC045" w14:textId="77777777" w:rsidR="000976BA" w:rsidRPr="004E194E" w:rsidRDefault="000976BA" w:rsidP="00747CB8">
            <w:pPr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4E194E">
              <w:rPr>
                <w:b/>
                <w:bCs/>
                <w:color w:val="FFFFFF" w:themeColor="background1"/>
                <w:sz w:val="16"/>
                <w:szCs w:val="16"/>
              </w:rPr>
              <w:t xml:space="preserve">Référence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  <w:hideMark/>
          </w:tcPr>
          <w:p w14:paraId="13E601EB" w14:textId="77777777" w:rsidR="000976BA" w:rsidRPr="004E194E" w:rsidRDefault="000976BA" w:rsidP="00747CB8">
            <w:pPr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4E194E">
              <w:rPr>
                <w:b/>
                <w:bCs/>
                <w:color w:val="FFFFFF" w:themeColor="background1"/>
                <w:sz w:val="16"/>
                <w:szCs w:val="16"/>
              </w:rPr>
              <w:t>Type de contrat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</w:tcPr>
          <w:p w14:paraId="79E44898" w14:textId="77777777" w:rsidR="000976BA" w:rsidRPr="004E194E" w:rsidRDefault="000976BA" w:rsidP="00747CB8">
            <w:pPr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4E194E">
              <w:rPr>
                <w:b/>
                <w:bCs/>
                <w:color w:val="FFFFFF" w:themeColor="background1"/>
                <w:sz w:val="16"/>
                <w:szCs w:val="16"/>
              </w:rPr>
              <w:t>Objet du contrat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</w:tcPr>
          <w:p w14:paraId="45C1E036" w14:textId="77777777" w:rsidR="000976BA" w:rsidRPr="004E194E" w:rsidRDefault="000976BA" w:rsidP="00747CB8">
            <w:pPr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4E194E">
              <w:rPr>
                <w:b/>
                <w:bCs/>
                <w:color w:val="FFFFFF" w:themeColor="background1"/>
                <w:sz w:val="16"/>
                <w:szCs w:val="16"/>
              </w:rPr>
              <w:t>Lieux d’exécution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  <w:hideMark/>
          </w:tcPr>
          <w:p w14:paraId="39C34E29" w14:textId="77777777" w:rsidR="000976BA" w:rsidRPr="004E194E" w:rsidRDefault="000976BA" w:rsidP="00747CB8">
            <w:pPr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4E194E">
              <w:rPr>
                <w:b/>
                <w:bCs/>
                <w:color w:val="FFFFFF" w:themeColor="background1"/>
                <w:sz w:val="16"/>
                <w:szCs w:val="16"/>
              </w:rPr>
              <w:t>Client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  <w:hideMark/>
          </w:tcPr>
          <w:p w14:paraId="149A4CDE" w14:textId="77777777" w:rsidR="000976BA" w:rsidRPr="004E194E" w:rsidRDefault="000976BA" w:rsidP="00747CB8">
            <w:pPr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4E194E">
              <w:rPr>
                <w:b/>
                <w:bCs/>
                <w:color w:val="FFFFFF" w:themeColor="background1"/>
                <w:sz w:val="16"/>
                <w:szCs w:val="16"/>
              </w:rPr>
              <w:t>Montant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  <w:hideMark/>
          </w:tcPr>
          <w:p w14:paraId="7E83AF8B" w14:textId="77777777" w:rsidR="000976BA" w:rsidRPr="004E194E" w:rsidRDefault="000976BA" w:rsidP="00747CB8">
            <w:pPr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4E194E">
              <w:rPr>
                <w:b/>
                <w:bCs/>
                <w:color w:val="FFFFFF" w:themeColor="background1"/>
                <w:sz w:val="16"/>
                <w:szCs w:val="16"/>
              </w:rPr>
              <w:t>Durée</w:t>
            </w:r>
          </w:p>
        </w:tc>
      </w:tr>
      <w:tr w:rsidR="000976BA" w:rsidRPr="004E194E" w14:paraId="07EAFC6A" w14:textId="77777777" w:rsidTr="000976BA">
        <w:trPr>
          <w:trHeight w:val="567"/>
          <w:jc w:val="center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0ADDFC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rFonts w:cs="Calibri Light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4E194E">
              <w:rPr>
                <w:rFonts w:cs="Calibri Light"/>
                <w:sz w:val="16"/>
                <w:szCs w:val="16"/>
              </w:rPr>
              <w:instrText xml:space="preserve"> FORMTEXT </w:instrText>
            </w:r>
            <w:r w:rsidRPr="004E194E">
              <w:rPr>
                <w:rFonts w:cs="Calibri Light"/>
                <w:sz w:val="16"/>
                <w:szCs w:val="16"/>
              </w:rPr>
            </w:r>
            <w:r w:rsidRPr="004E194E">
              <w:rPr>
                <w:rFonts w:cs="Calibri Light"/>
                <w:sz w:val="16"/>
                <w:szCs w:val="16"/>
              </w:rPr>
              <w:fldChar w:fldCharType="separate"/>
            </w:r>
            <w:r w:rsidRPr="004E194E">
              <w:rPr>
                <w:rFonts w:cs="Calibri Light"/>
                <w:noProof/>
                <w:sz w:val="16"/>
                <w:szCs w:val="16"/>
              </w:rPr>
              <w:t>mentionnez le nom du membre</w:t>
            </w:r>
            <w:r w:rsidRPr="004E194E">
              <w:rPr>
                <w:rFonts w:cs="Calibri Light"/>
                <w:sz w:val="16"/>
                <w:szCs w:val="16"/>
              </w:rPr>
              <w:fldChar w:fldCharType="end"/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2CA6F" w14:textId="77777777" w:rsidR="000976BA" w:rsidRPr="004E194E" w:rsidRDefault="000976BA" w:rsidP="00747CB8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t>1</w:t>
            </w:r>
            <w:r w:rsidRPr="004E194E">
              <w:rPr>
                <w:sz w:val="16"/>
                <w:szCs w:val="16"/>
                <w:vertAlign w:val="superscript"/>
              </w:rPr>
              <w:t>ère</w:t>
            </w:r>
            <w:r w:rsidRPr="004E194E">
              <w:rPr>
                <w:sz w:val="16"/>
                <w:szCs w:val="16"/>
              </w:rPr>
              <w:t xml:space="preserve"> Référence </w:t>
            </w:r>
          </w:p>
        </w:tc>
        <w:sdt>
          <w:sdtPr>
            <w:rPr>
              <w:sz w:val="16"/>
              <w:szCs w:val="16"/>
            </w:rPr>
            <w:id w:val="1855457831"/>
            <w:placeholder>
              <w:docPart w:val="3A2154CC962442F18B1B343B5A44F96B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 de droit public" w:value="Accord-cadre de droit public"/>
              <w:listItem w:displayText="Devis" w:value="Devis"/>
            </w:comboBox>
          </w:sdtPr>
          <w:sdtEndPr/>
          <w:sdtContent>
            <w:tc>
              <w:tcPr>
                <w:tcW w:w="20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684D05E0" w14:textId="77777777" w:rsidR="000976BA" w:rsidRPr="004E194E" w:rsidRDefault="000976BA" w:rsidP="000976BA">
                <w:pPr>
                  <w:jc w:val="center"/>
                  <w:rPr>
                    <w:sz w:val="16"/>
                    <w:szCs w:val="16"/>
                  </w:rPr>
                </w:pPr>
                <w:r w:rsidRPr="004E194E"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3E62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137E7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A6DF6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9566D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  <w:r w:rsidRPr="004E194E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56831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  <w:r w:rsidRPr="004E194E">
              <w:rPr>
                <w:sz w:val="16"/>
                <w:szCs w:val="16"/>
              </w:rPr>
              <w:t xml:space="preserve"> en mois</w:t>
            </w:r>
          </w:p>
        </w:tc>
      </w:tr>
      <w:tr w:rsidR="000976BA" w:rsidRPr="004E194E" w14:paraId="0A3791D3" w14:textId="77777777" w:rsidTr="00942807">
        <w:trPr>
          <w:trHeight w:val="567"/>
          <w:jc w:val="center"/>
        </w:trPr>
        <w:tc>
          <w:tcPr>
            <w:tcW w:w="13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E23577" w14:textId="77777777" w:rsidR="000976BA" w:rsidRPr="004E194E" w:rsidRDefault="000976BA" w:rsidP="00747C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9F097" w14:textId="77777777" w:rsidR="000976BA" w:rsidRPr="004E194E" w:rsidRDefault="000976BA" w:rsidP="00747CB8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t>2</w:t>
            </w:r>
            <w:r w:rsidRPr="004E194E">
              <w:rPr>
                <w:sz w:val="16"/>
                <w:szCs w:val="16"/>
                <w:vertAlign w:val="superscript"/>
              </w:rPr>
              <w:t>e</w:t>
            </w:r>
            <w:r w:rsidRPr="004E194E">
              <w:rPr>
                <w:sz w:val="16"/>
                <w:szCs w:val="16"/>
              </w:rPr>
              <w:t xml:space="preserve"> Référence</w:t>
            </w:r>
          </w:p>
        </w:tc>
        <w:sdt>
          <w:sdtPr>
            <w:rPr>
              <w:sz w:val="16"/>
              <w:szCs w:val="16"/>
            </w:rPr>
            <w:id w:val="-1686515633"/>
            <w:placeholder>
              <w:docPart w:val="214A10D459264CF5AF64F390A2239291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 de droit public" w:value="Accord-cadre de droit public"/>
              <w:listItem w:displayText="Devis" w:value="Devis"/>
            </w:comboBox>
          </w:sdtPr>
          <w:sdtEndPr/>
          <w:sdtContent>
            <w:tc>
              <w:tcPr>
                <w:tcW w:w="20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FFD34D" w14:textId="77777777" w:rsidR="000976BA" w:rsidRPr="004E194E" w:rsidRDefault="00942807" w:rsidP="000976BA">
                <w:pPr>
                  <w:jc w:val="center"/>
                  <w:rPr>
                    <w:sz w:val="16"/>
                    <w:szCs w:val="16"/>
                  </w:rPr>
                </w:pPr>
                <w:r w:rsidRPr="004E194E"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3A50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0D52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7B8CF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9DBFA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  <w:r w:rsidRPr="004E194E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8EC8C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  <w:r w:rsidRPr="004E194E">
              <w:rPr>
                <w:sz w:val="16"/>
                <w:szCs w:val="16"/>
              </w:rPr>
              <w:t xml:space="preserve"> en mois</w:t>
            </w:r>
          </w:p>
        </w:tc>
      </w:tr>
      <w:tr w:rsidR="000976BA" w:rsidRPr="004E194E" w14:paraId="5F488F69" w14:textId="77777777" w:rsidTr="00942807">
        <w:trPr>
          <w:trHeight w:val="567"/>
          <w:jc w:val="center"/>
        </w:trPr>
        <w:tc>
          <w:tcPr>
            <w:tcW w:w="1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12C3" w14:textId="77777777" w:rsidR="000976BA" w:rsidRPr="004E194E" w:rsidRDefault="000976BA" w:rsidP="00747C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684C7" w14:textId="77777777" w:rsidR="000976BA" w:rsidRPr="004E194E" w:rsidRDefault="000976BA" w:rsidP="00747CB8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t>3</w:t>
            </w:r>
            <w:r w:rsidRPr="004E194E">
              <w:rPr>
                <w:sz w:val="16"/>
                <w:szCs w:val="16"/>
                <w:vertAlign w:val="superscript"/>
              </w:rPr>
              <w:t>e</w:t>
            </w:r>
            <w:r w:rsidRPr="004E194E">
              <w:rPr>
                <w:sz w:val="16"/>
                <w:szCs w:val="16"/>
              </w:rPr>
              <w:t xml:space="preserve"> Référence</w:t>
            </w:r>
          </w:p>
        </w:tc>
        <w:sdt>
          <w:sdtPr>
            <w:rPr>
              <w:sz w:val="16"/>
              <w:szCs w:val="16"/>
            </w:rPr>
            <w:id w:val="-400283918"/>
            <w:placeholder>
              <w:docPart w:val="EF942F4F4ED34FEFA1059E5FB8776186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 de droit public" w:value="Accord-cadre de droit public"/>
              <w:listItem w:displayText="Devis" w:value="Devis"/>
            </w:comboBox>
          </w:sdtPr>
          <w:sdtEndPr/>
          <w:sdtContent>
            <w:tc>
              <w:tcPr>
                <w:tcW w:w="20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509A23" w14:textId="77777777" w:rsidR="000976BA" w:rsidRPr="004E194E" w:rsidRDefault="00942807" w:rsidP="000976BA">
                <w:pPr>
                  <w:jc w:val="center"/>
                  <w:rPr>
                    <w:sz w:val="16"/>
                    <w:szCs w:val="16"/>
                  </w:rPr>
                </w:pPr>
                <w:r w:rsidRPr="004E194E"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6145E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84A51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7DC1E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44ACF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  <w:r w:rsidRPr="004E194E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6ADDC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  <w:r w:rsidRPr="004E194E">
              <w:rPr>
                <w:sz w:val="16"/>
                <w:szCs w:val="16"/>
              </w:rPr>
              <w:t xml:space="preserve"> en mois</w:t>
            </w:r>
          </w:p>
        </w:tc>
      </w:tr>
      <w:tr w:rsidR="000976BA" w:rsidRPr="004E194E" w14:paraId="0D3BF45F" w14:textId="77777777" w:rsidTr="00942807">
        <w:tblPrEx>
          <w:jc w:val="left"/>
        </w:tblPrEx>
        <w:trPr>
          <w:trHeight w:val="567"/>
        </w:trPr>
        <w:tc>
          <w:tcPr>
            <w:tcW w:w="1334" w:type="dxa"/>
            <w:vMerge w:val="restart"/>
            <w:vAlign w:val="center"/>
          </w:tcPr>
          <w:p w14:paraId="7DB29BB6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rFonts w:cs="Calibri Light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4E194E">
              <w:rPr>
                <w:rFonts w:cs="Calibri Light"/>
                <w:sz w:val="16"/>
                <w:szCs w:val="16"/>
              </w:rPr>
              <w:instrText xml:space="preserve"> FORMTEXT </w:instrText>
            </w:r>
            <w:r w:rsidRPr="004E194E">
              <w:rPr>
                <w:rFonts w:cs="Calibri Light"/>
                <w:sz w:val="16"/>
                <w:szCs w:val="16"/>
              </w:rPr>
            </w:r>
            <w:r w:rsidRPr="004E194E">
              <w:rPr>
                <w:rFonts w:cs="Calibri Light"/>
                <w:sz w:val="16"/>
                <w:szCs w:val="16"/>
              </w:rPr>
              <w:fldChar w:fldCharType="separate"/>
            </w:r>
            <w:r w:rsidRPr="004E194E">
              <w:rPr>
                <w:rFonts w:cs="Calibri Light"/>
                <w:noProof/>
                <w:sz w:val="16"/>
                <w:szCs w:val="16"/>
              </w:rPr>
              <w:t>mentionnez le nom du membre</w:t>
            </w:r>
            <w:r w:rsidRPr="004E194E">
              <w:rPr>
                <w:rFonts w:cs="Calibri Light"/>
                <w:sz w:val="16"/>
                <w:szCs w:val="16"/>
              </w:rPr>
              <w:fldChar w:fldCharType="end"/>
            </w:r>
          </w:p>
        </w:tc>
        <w:tc>
          <w:tcPr>
            <w:tcW w:w="1334" w:type="dxa"/>
            <w:vAlign w:val="center"/>
            <w:hideMark/>
          </w:tcPr>
          <w:p w14:paraId="480C9CE3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t>1</w:t>
            </w:r>
            <w:r w:rsidRPr="004E194E">
              <w:rPr>
                <w:sz w:val="16"/>
                <w:szCs w:val="16"/>
                <w:vertAlign w:val="superscript"/>
              </w:rPr>
              <w:t>ère</w:t>
            </w:r>
            <w:r w:rsidRPr="004E194E">
              <w:rPr>
                <w:sz w:val="16"/>
                <w:szCs w:val="16"/>
              </w:rPr>
              <w:t xml:space="preserve"> Référence</w:t>
            </w:r>
          </w:p>
        </w:tc>
        <w:sdt>
          <w:sdtPr>
            <w:rPr>
              <w:sz w:val="16"/>
              <w:szCs w:val="16"/>
            </w:rPr>
            <w:id w:val="1492826962"/>
            <w:placeholder>
              <w:docPart w:val="6F218CDBC2AF4810A32E72EBA6BD4DEC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 de droit public" w:value="Accord-cadre de droit public"/>
              <w:listItem w:displayText="Devis" w:value="Devis"/>
            </w:comboBox>
          </w:sdtPr>
          <w:sdtEndPr/>
          <w:sdtContent>
            <w:tc>
              <w:tcPr>
                <w:tcW w:w="2097" w:type="dxa"/>
                <w:vAlign w:val="center"/>
              </w:tcPr>
              <w:p w14:paraId="26EB8F67" w14:textId="77777777" w:rsidR="000976BA" w:rsidRPr="004E194E" w:rsidRDefault="00942807" w:rsidP="000976BA">
                <w:pPr>
                  <w:jc w:val="center"/>
                  <w:rPr>
                    <w:sz w:val="16"/>
                    <w:szCs w:val="16"/>
                  </w:rPr>
                </w:pPr>
                <w:r w:rsidRPr="004E194E"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098" w:type="dxa"/>
            <w:vAlign w:val="center"/>
          </w:tcPr>
          <w:p w14:paraId="35E91B37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</w:p>
        </w:tc>
        <w:tc>
          <w:tcPr>
            <w:tcW w:w="2098" w:type="dxa"/>
            <w:vAlign w:val="center"/>
          </w:tcPr>
          <w:p w14:paraId="4AC5DAAE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</w:p>
        </w:tc>
        <w:tc>
          <w:tcPr>
            <w:tcW w:w="2098" w:type="dxa"/>
            <w:vAlign w:val="center"/>
            <w:hideMark/>
          </w:tcPr>
          <w:p w14:paraId="23632CEA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</w:p>
        </w:tc>
        <w:tc>
          <w:tcPr>
            <w:tcW w:w="1361" w:type="dxa"/>
            <w:vAlign w:val="center"/>
            <w:hideMark/>
          </w:tcPr>
          <w:p w14:paraId="2EBECF78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  <w:r w:rsidRPr="004E194E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361" w:type="dxa"/>
            <w:vAlign w:val="center"/>
            <w:hideMark/>
          </w:tcPr>
          <w:p w14:paraId="692A0CDA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  <w:r w:rsidRPr="004E194E">
              <w:rPr>
                <w:sz w:val="16"/>
                <w:szCs w:val="16"/>
              </w:rPr>
              <w:t xml:space="preserve"> en mois</w:t>
            </w:r>
          </w:p>
        </w:tc>
      </w:tr>
      <w:tr w:rsidR="000976BA" w:rsidRPr="004E194E" w14:paraId="489FA0BA" w14:textId="77777777" w:rsidTr="00942807">
        <w:tblPrEx>
          <w:jc w:val="left"/>
        </w:tblPrEx>
        <w:trPr>
          <w:trHeight w:val="567"/>
        </w:trPr>
        <w:tc>
          <w:tcPr>
            <w:tcW w:w="1334" w:type="dxa"/>
            <w:vMerge/>
          </w:tcPr>
          <w:p w14:paraId="501A8693" w14:textId="77777777" w:rsidR="000976BA" w:rsidRPr="004E194E" w:rsidRDefault="000976BA" w:rsidP="003E5B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4" w:type="dxa"/>
            <w:vAlign w:val="center"/>
            <w:hideMark/>
          </w:tcPr>
          <w:p w14:paraId="24A999BC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t>2</w:t>
            </w:r>
            <w:r w:rsidRPr="004E194E">
              <w:rPr>
                <w:sz w:val="16"/>
                <w:szCs w:val="16"/>
                <w:vertAlign w:val="superscript"/>
              </w:rPr>
              <w:t>e</w:t>
            </w:r>
            <w:r w:rsidRPr="004E194E">
              <w:rPr>
                <w:sz w:val="16"/>
                <w:szCs w:val="16"/>
              </w:rPr>
              <w:t xml:space="preserve"> Référence</w:t>
            </w:r>
          </w:p>
        </w:tc>
        <w:sdt>
          <w:sdtPr>
            <w:rPr>
              <w:sz w:val="16"/>
              <w:szCs w:val="16"/>
            </w:rPr>
            <w:id w:val="1671283631"/>
            <w:placeholder>
              <w:docPart w:val="7F5E524FBB4C4F5D8E998DB313B4A498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 de droit public" w:value="Accord-cadre de droit public"/>
              <w:listItem w:displayText="Devis" w:value="Devis"/>
            </w:comboBox>
          </w:sdtPr>
          <w:sdtEndPr/>
          <w:sdtContent>
            <w:tc>
              <w:tcPr>
                <w:tcW w:w="2097" w:type="dxa"/>
                <w:vAlign w:val="center"/>
              </w:tcPr>
              <w:p w14:paraId="197B7D18" w14:textId="77777777" w:rsidR="000976BA" w:rsidRPr="004E194E" w:rsidRDefault="00942807" w:rsidP="000976BA">
                <w:pPr>
                  <w:jc w:val="center"/>
                  <w:rPr>
                    <w:sz w:val="16"/>
                    <w:szCs w:val="16"/>
                  </w:rPr>
                </w:pPr>
                <w:r w:rsidRPr="004E194E"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098" w:type="dxa"/>
            <w:vAlign w:val="center"/>
          </w:tcPr>
          <w:p w14:paraId="317AB33F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</w:p>
        </w:tc>
        <w:tc>
          <w:tcPr>
            <w:tcW w:w="2098" w:type="dxa"/>
            <w:vAlign w:val="center"/>
          </w:tcPr>
          <w:p w14:paraId="4B3B5433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</w:p>
        </w:tc>
        <w:tc>
          <w:tcPr>
            <w:tcW w:w="2098" w:type="dxa"/>
            <w:vAlign w:val="center"/>
            <w:hideMark/>
          </w:tcPr>
          <w:p w14:paraId="3E19F9FA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</w:p>
        </w:tc>
        <w:tc>
          <w:tcPr>
            <w:tcW w:w="1361" w:type="dxa"/>
            <w:vAlign w:val="center"/>
            <w:hideMark/>
          </w:tcPr>
          <w:p w14:paraId="0597B04F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  <w:r w:rsidRPr="004E194E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361" w:type="dxa"/>
            <w:vAlign w:val="center"/>
            <w:hideMark/>
          </w:tcPr>
          <w:p w14:paraId="27537AED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  <w:r w:rsidRPr="004E194E">
              <w:rPr>
                <w:sz w:val="16"/>
                <w:szCs w:val="16"/>
              </w:rPr>
              <w:t xml:space="preserve"> en mois</w:t>
            </w:r>
          </w:p>
        </w:tc>
      </w:tr>
      <w:tr w:rsidR="000976BA" w:rsidRPr="004E194E" w14:paraId="551F6C49" w14:textId="77777777" w:rsidTr="00942807">
        <w:tblPrEx>
          <w:jc w:val="left"/>
        </w:tblPrEx>
        <w:trPr>
          <w:trHeight w:val="567"/>
        </w:trPr>
        <w:tc>
          <w:tcPr>
            <w:tcW w:w="1334" w:type="dxa"/>
            <w:vMerge/>
          </w:tcPr>
          <w:p w14:paraId="2EE5D61D" w14:textId="77777777" w:rsidR="000976BA" w:rsidRPr="004E194E" w:rsidRDefault="000976BA" w:rsidP="003E5B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4" w:type="dxa"/>
            <w:vAlign w:val="center"/>
            <w:hideMark/>
          </w:tcPr>
          <w:p w14:paraId="4253E882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t>3</w:t>
            </w:r>
            <w:r w:rsidRPr="004E194E">
              <w:rPr>
                <w:sz w:val="16"/>
                <w:szCs w:val="16"/>
                <w:vertAlign w:val="superscript"/>
              </w:rPr>
              <w:t>e</w:t>
            </w:r>
            <w:r w:rsidRPr="004E194E">
              <w:rPr>
                <w:sz w:val="16"/>
                <w:szCs w:val="16"/>
              </w:rPr>
              <w:t xml:space="preserve"> Référence</w:t>
            </w:r>
          </w:p>
        </w:tc>
        <w:sdt>
          <w:sdtPr>
            <w:rPr>
              <w:sz w:val="16"/>
              <w:szCs w:val="16"/>
            </w:rPr>
            <w:id w:val="232971993"/>
            <w:placeholder>
              <w:docPart w:val="E8DE922867A84959B1ACEC3D8124F2C8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 de droit public" w:value="Accord-cadre de droit public"/>
              <w:listItem w:displayText="Devis" w:value="Devis"/>
            </w:comboBox>
          </w:sdtPr>
          <w:sdtEndPr/>
          <w:sdtContent>
            <w:tc>
              <w:tcPr>
                <w:tcW w:w="2097" w:type="dxa"/>
                <w:vAlign w:val="center"/>
              </w:tcPr>
              <w:p w14:paraId="280B9221" w14:textId="77777777" w:rsidR="000976BA" w:rsidRPr="004E194E" w:rsidRDefault="00942807" w:rsidP="000976BA">
                <w:pPr>
                  <w:jc w:val="center"/>
                  <w:rPr>
                    <w:sz w:val="16"/>
                    <w:szCs w:val="16"/>
                  </w:rPr>
                </w:pPr>
                <w:r w:rsidRPr="004E194E"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098" w:type="dxa"/>
            <w:vAlign w:val="center"/>
          </w:tcPr>
          <w:p w14:paraId="5EF1B9BA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</w:p>
        </w:tc>
        <w:tc>
          <w:tcPr>
            <w:tcW w:w="2098" w:type="dxa"/>
            <w:vAlign w:val="center"/>
          </w:tcPr>
          <w:p w14:paraId="7A6F082E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</w:p>
        </w:tc>
        <w:tc>
          <w:tcPr>
            <w:tcW w:w="2098" w:type="dxa"/>
            <w:vAlign w:val="center"/>
            <w:hideMark/>
          </w:tcPr>
          <w:p w14:paraId="1099D755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</w:p>
        </w:tc>
        <w:tc>
          <w:tcPr>
            <w:tcW w:w="1361" w:type="dxa"/>
            <w:vAlign w:val="center"/>
            <w:hideMark/>
          </w:tcPr>
          <w:p w14:paraId="78E68CDA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  <w:r w:rsidRPr="004E194E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361" w:type="dxa"/>
            <w:vAlign w:val="center"/>
            <w:hideMark/>
          </w:tcPr>
          <w:p w14:paraId="3FB67125" w14:textId="77777777" w:rsidR="000976BA" w:rsidRPr="004E194E" w:rsidRDefault="000976BA" w:rsidP="000976BA">
            <w:pPr>
              <w:jc w:val="center"/>
              <w:rPr>
                <w:sz w:val="16"/>
                <w:szCs w:val="16"/>
              </w:rPr>
            </w:pPr>
            <w:r w:rsidRPr="004E194E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E194E">
              <w:rPr>
                <w:sz w:val="16"/>
                <w:szCs w:val="16"/>
              </w:rPr>
              <w:instrText xml:space="preserve"> FORMTEXT </w:instrText>
            </w:r>
            <w:r w:rsidRPr="004E194E">
              <w:rPr>
                <w:sz w:val="16"/>
                <w:szCs w:val="16"/>
              </w:rPr>
            </w:r>
            <w:r w:rsidRPr="004E194E">
              <w:rPr>
                <w:sz w:val="16"/>
                <w:szCs w:val="16"/>
              </w:rPr>
              <w:fldChar w:fldCharType="separate"/>
            </w:r>
            <w:r w:rsidRPr="004E194E">
              <w:rPr>
                <w:noProof/>
                <w:sz w:val="16"/>
                <w:szCs w:val="16"/>
              </w:rPr>
              <w:t>............</w:t>
            </w:r>
            <w:r w:rsidRPr="004E194E">
              <w:rPr>
                <w:sz w:val="16"/>
                <w:szCs w:val="16"/>
              </w:rPr>
              <w:fldChar w:fldCharType="end"/>
            </w:r>
            <w:r w:rsidRPr="004E194E">
              <w:rPr>
                <w:sz w:val="16"/>
                <w:szCs w:val="16"/>
              </w:rPr>
              <w:t xml:space="preserve"> en mois</w:t>
            </w:r>
          </w:p>
        </w:tc>
      </w:tr>
      <w:sdt>
        <w:sdtPr>
          <w:rPr>
            <w:rFonts w:cs="Calibri Light"/>
            <w:sz w:val="16"/>
            <w:szCs w:val="16"/>
          </w:rPr>
          <w:id w:val="1591579263"/>
          <w15:repeatingSection/>
        </w:sdtPr>
        <w:sdtEndPr>
          <w:rPr>
            <w:rFonts w:cs="Times New Roman"/>
          </w:rPr>
        </w:sdtEndPr>
        <w:sdtContent>
          <w:sdt>
            <w:sdtPr>
              <w:rPr>
                <w:rFonts w:cs="Calibri Light"/>
                <w:sz w:val="16"/>
                <w:szCs w:val="16"/>
              </w:rPr>
              <w:id w:val="-482167484"/>
              <w:placeholder>
                <w:docPart w:val="DefaultPlaceholder_-1854013436"/>
              </w:placeholder>
              <w15:repeatingSectionItem/>
            </w:sdtPr>
            <w:sdtEndPr>
              <w:rPr>
                <w:rFonts w:cs="Times New Roman"/>
              </w:rPr>
            </w:sdtEndPr>
            <w:sdtContent>
              <w:tr w:rsidR="000976BA" w:rsidRPr="004E194E" w14:paraId="5CBBFBCC" w14:textId="77777777" w:rsidTr="00942807">
                <w:tblPrEx>
                  <w:jc w:val="left"/>
                </w:tblPrEx>
                <w:trPr>
                  <w:trHeight w:val="567"/>
                </w:trPr>
                <w:tc>
                  <w:tcPr>
                    <w:tcW w:w="1334" w:type="dxa"/>
                    <w:vMerge w:val="restart"/>
                    <w:vAlign w:val="center"/>
                  </w:tcPr>
                  <w:p w14:paraId="318A102D" w14:textId="77777777" w:rsidR="000976BA" w:rsidRPr="004E194E" w:rsidRDefault="000976BA" w:rsidP="000976BA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E194E">
                      <w:rPr>
                        <w:rFonts w:cs="Calibri Light"/>
                        <w:sz w:val="16"/>
                        <w:szCs w:val="16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mentionnez le nom du membre"/>
                          </w:textInput>
                        </w:ffData>
                      </w:fldChar>
                    </w:r>
                    <w:r w:rsidRPr="004E194E">
                      <w:rPr>
                        <w:rFonts w:cs="Calibri Light"/>
                        <w:sz w:val="16"/>
                        <w:szCs w:val="16"/>
                      </w:rPr>
                      <w:instrText xml:space="preserve"> FORMTEXT </w:instrText>
                    </w:r>
                    <w:r w:rsidRPr="004E194E">
                      <w:rPr>
                        <w:rFonts w:cs="Calibri Light"/>
                        <w:sz w:val="16"/>
                        <w:szCs w:val="16"/>
                      </w:rPr>
                    </w:r>
                    <w:r w:rsidRPr="004E194E">
                      <w:rPr>
                        <w:rFonts w:cs="Calibri Light"/>
                        <w:sz w:val="16"/>
                        <w:szCs w:val="16"/>
                      </w:rPr>
                      <w:fldChar w:fldCharType="separate"/>
                    </w:r>
                    <w:r w:rsidRPr="004E194E">
                      <w:rPr>
                        <w:rFonts w:cs="Calibri Light"/>
                        <w:noProof/>
                        <w:sz w:val="16"/>
                        <w:szCs w:val="16"/>
                      </w:rPr>
                      <w:t>mentionnez le nom du membre</w:t>
                    </w:r>
                    <w:r w:rsidRPr="004E194E">
                      <w:rPr>
                        <w:rFonts w:cs="Calibri Light"/>
                        <w:sz w:val="16"/>
                        <w:szCs w:val="16"/>
                      </w:rPr>
                      <w:fldChar w:fldCharType="end"/>
                    </w:r>
                  </w:p>
                </w:tc>
                <w:tc>
                  <w:tcPr>
                    <w:tcW w:w="1334" w:type="dxa"/>
                    <w:vAlign w:val="center"/>
                    <w:hideMark/>
                  </w:tcPr>
                  <w:p w14:paraId="189B5828" w14:textId="77777777" w:rsidR="000976BA" w:rsidRPr="004E194E" w:rsidRDefault="000976BA" w:rsidP="000976BA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E194E">
                      <w:rPr>
                        <w:sz w:val="16"/>
                        <w:szCs w:val="16"/>
                      </w:rPr>
                      <w:t>1</w:t>
                    </w:r>
                    <w:r w:rsidRPr="004E194E">
                      <w:rPr>
                        <w:sz w:val="16"/>
                        <w:szCs w:val="16"/>
                        <w:vertAlign w:val="superscript"/>
                      </w:rPr>
                      <w:t>ère</w:t>
                    </w:r>
                    <w:r w:rsidRPr="004E194E">
                      <w:rPr>
                        <w:sz w:val="16"/>
                        <w:szCs w:val="16"/>
                      </w:rPr>
                      <w:t xml:space="preserve"> Référence</w:t>
                    </w:r>
                  </w:p>
                </w:tc>
                <w:sdt>
                  <w:sdtPr>
                    <w:rPr>
                      <w:sz w:val="16"/>
                      <w:szCs w:val="16"/>
                    </w:rPr>
                    <w:id w:val="-1501339621"/>
                    <w:placeholder>
                      <w:docPart w:val="8322A786436143A0A44E699BA37C410A"/>
                    </w:placeholder>
                    <w:comboBox>
                      <w:listItem w:displayText="Contrat de droit privé" w:value="Contrat de droit privé"/>
                      <w:listItem w:displayText="Contrat-cadre de droit privé" w:value="Contrat-cadre de droit privé"/>
                      <w:listItem w:displayText="Bon de commande" w:value="Bon de commande"/>
                      <w:listItem w:displayText="Marché public" w:value="Marché public"/>
                      <w:listItem w:displayText="Accord-cadre de droit public" w:value="Accord-cadre de droit public"/>
                      <w:listItem w:displayText="Devis" w:value="Devis"/>
                    </w:comboBox>
                  </w:sdtPr>
                  <w:sdtEndPr/>
                  <w:sdtContent>
                    <w:tc>
                      <w:tcPr>
                        <w:tcW w:w="2097" w:type="dxa"/>
                        <w:vAlign w:val="center"/>
                      </w:tcPr>
                      <w:p w14:paraId="1A91A6CA" w14:textId="77777777" w:rsidR="000976BA" w:rsidRPr="004E194E" w:rsidRDefault="00942807" w:rsidP="000976B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E194E">
                          <w:rPr>
                            <w:sz w:val="16"/>
                            <w:szCs w:val="16"/>
                          </w:rPr>
                          <w:t>…</w:t>
                        </w:r>
                      </w:p>
                    </w:tc>
                  </w:sdtContent>
                </w:sdt>
                <w:tc>
                  <w:tcPr>
                    <w:tcW w:w="2098" w:type="dxa"/>
                    <w:vAlign w:val="center"/>
                  </w:tcPr>
                  <w:p w14:paraId="60B845F5" w14:textId="77777777" w:rsidR="000976BA" w:rsidRPr="004E194E" w:rsidRDefault="000976BA" w:rsidP="000976BA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E194E">
                      <w:rPr>
                        <w:sz w:val="16"/>
                        <w:szCs w:val="16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4E194E">
                      <w:rPr>
                        <w:sz w:val="16"/>
                        <w:szCs w:val="16"/>
                      </w:rPr>
                      <w:instrText xml:space="preserve"> FORMTEXT </w:instrText>
                    </w:r>
                    <w:r w:rsidRPr="004E194E">
                      <w:rPr>
                        <w:sz w:val="16"/>
                        <w:szCs w:val="16"/>
                      </w:rPr>
                    </w:r>
                    <w:r w:rsidRPr="004E194E">
                      <w:rPr>
                        <w:sz w:val="16"/>
                        <w:szCs w:val="16"/>
                      </w:rPr>
                      <w:fldChar w:fldCharType="separate"/>
                    </w:r>
                    <w:r w:rsidRPr="004E194E">
                      <w:rPr>
                        <w:noProof/>
                        <w:sz w:val="16"/>
                        <w:szCs w:val="16"/>
                      </w:rPr>
                      <w:t>............</w:t>
                    </w:r>
                    <w:r w:rsidRPr="004E194E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c>
                <w:tc>
                  <w:tcPr>
                    <w:tcW w:w="2098" w:type="dxa"/>
                    <w:vAlign w:val="center"/>
                  </w:tcPr>
                  <w:p w14:paraId="1860B926" w14:textId="77777777" w:rsidR="000976BA" w:rsidRPr="004E194E" w:rsidRDefault="000976BA" w:rsidP="000976BA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E194E">
                      <w:rPr>
                        <w:sz w:val="16"/>
                        <w:szCs w:val="16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4E194E">
                      <w:rPr>
                        <w:sz w:val="16"/>
                        <w:szCs w:val="16"/>
                      </w:rPr>
                      <w:instrText xml:space="preserve"> FORMTEXT </w:instrText>
                    </w:r>
                    <w:r w:rsidRPr="004E194E">
                      <w:rPr>
                        <w:sz w:val="16"/>
                        <w:szCs w:val="16"/>
                      </w:rPr>
                    </w:r>
                    <w:r w:rsidRPr="004E194E">
                      <w:rPr>
                        <w:sz w:val="16"/>
                        <w:szCs w:val="16"/>
                      </w:rPr>
                      <w:fldChar w:fldCharType="separate"/>
                    </w:r>
                    <w:r w:rsidRPr="004E194E">
                      <w:rPr>
                        <w:noProof/>
                        <w:sz w:val="16"/>
                        <w:szCs w:val="16"/>
                      </w:rPr>
                      <w:t>............</w:t>
                    </w:r>
                    <w:r w:rsidRPr="004E194E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c>
                <w:tc>
                  <w:tcPr>
                    <w:tcW w:w="2098" w:type="dxa"/>
                    <w:vAlign w:val="center"/>
                    <w:hideMark/>
                  </w:tcPr>
                  <w:p w14:paraId="51ABA4EB" w14:textId="77777777" w:rsidR="000976BA" w:rsidRPr="004E194E" w:rsidRDefault="000976BA" w:rsidP="000976BA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E194E">
                      <w:rPr>
                        <w:sz w:val="16"/>
                        <w:szCs w:val="16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4E194E">
                      <w:rPr>
                        <w:sz w:val="16"/>
                        <w:szCs w:val="16"/>
                      </w:rPr>
                      <w:instrText xml:space="preserve"> FORMTEXT </w:instrText>
                    </w:r>
                    <w:r w:rsidRPr="004E194E">
                      <w:rPr>
                        <w:sz w:val="16"/>
                        <w:szCs w:val="16"/>
                      </w:rPr>
                    </w:r>
                    <w:r w:rsidRPr="004E194E">
                      <w:rPr>
                        <w:sz w:val="16"/>
                        <w:szCs w:val="16"/>
                      </w:rPr>
                      <w:fldChar w:fldCharType="separate"/>
                    </w:r>
                    <w:r w:rsidRPr="004E194E">
                      <w:rPr>
                        <w:noProof/>
                        <w:sz w:val="16"/>
                        <w:szCs w:val="16"/>
                      </w:rPr>
                      <w:t>............</w:t>
                    </w:r>
                    <w:r w:rsidRPr="004E194E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  <w:vAlign w:val="center"/>
                    <w:hideMark/>
                  </w:tcPr>
                  <w:p w14:paraId="40E2BB77" w14:textId="77777777" w:rsidR="000976BA" w:rsidRPr="004E194E" w:rsidRDefault="000976BA" w:rsidP="000976BA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E194E">
                      <w:rPr>
                        <w:sz w:val="16"/>
                        <w:szCs w:val="16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4E194E">
                      <w:rPr>
                        <w:sz w:val="16"/>
                        <w:szCs w:val="16"/>
                      </w:rPr>
                      <w:instrText xml:space="preserve"> FORMTEXT </w:instrText>
                    </w:r>
                    <w:r w:rsidRPr="004E194E">
                      <w:rPr>
                        <w:sz w:val="16"/>
                        <w:szCs w:val="16"/>
                      </w:rPr>
                    </w:r>
                    <w:r w:rsidRPr="004E194E">
                      <w:rPr>
                        <w:sz w:val="16"/>
                        <w:szCs w:val="16"/>
                      </w:rPr>
                      <w:fldChar w:fldCharType="separate"/>
                    </w:r>
                    <w:r w:rsidRPr="004E194E">
                      <w:rPr>
                        <w:noProof/>
                        <w:sz w:val="16"/>
                        <w:szCs w:val="16"/>
                      </w:rPr>
                      <w:t>............</w:t>
                    </w:r>
                    <w:r w:rsidRPr="004E194E">
                      <w:rPr>
                        <w:sz w:val="16"/>
                        <w:szCs w:val="16"/>
                      </w:rPr>
                      <w:fldChar w:fldCharType="end"/>
                    </w:r>
                    <w:r w:rsidRPr="004E194E">
                      <w:rPr>
                        <w:sz w:val="16"/>
                        <w:szCs w:val="16"/>
                      </w:rPr>
                      <w:t xml:space="preserve"> € HT</w:t>
                    </w:r>
                  </w:p>
                </w:tc>
                <w:tc>
                  <w:tcPr>
                    <w:tcW w:w="1361" w:type="dxa"/>
                    <w:vAlign w:val="center"/>
                    <w:hideMark/>
                  </w:tcPr>
                  <w:p w14:paraId="553E93E1" w14:textId="77777777" w:rsidR="000976BA" w:rsidRPr="004E194E" w:rsidRDefault="000976BA" w:rsidP="000976BA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E194E">
                      <w:rPr>
                        <w:sz w:val="16"/>
                        <w:szCs w:val="16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4E194E">
                      <w:rPr>
                        <w:sz w:val="16"/>
                        <w:szCs w:val="16"/>
                      </w:rPr>
                      <w:instrText xml:space="preserve"> FORMTEXT </w:instrText>
                    </w:r>
                    <w:r w:rsidRPr="004E194E">
                      <w:rPr>
                        <w:sz w:val="16"/>
                        <w:szCs w:val="16"/>
                      </w:rPr>
                    </w:r>
                    <w:r w:rsidRPr="004E194E">
                      <w:rPr>
                        <w:sz w:val="16"/>
                        <w:szCs w:val="16"/>
                      </w:rPr>
                      <w:fldChar w:fldCharType="separate"/>
                    </w:r>
                    <w:r w:rsidRPr="004E194E">
                      <w:rPr>
                        <w:noProof/>
                        <w:sz w:val="16"/>
                        <w:szCs w:val="16"/>
                      </w:rPr>
                      <w:t>............</w:t>
                    </w:r>
                    <w:r w:rsidRPr="004E194E">
                      <w:rPr>
                        <w:sz w:val="16"/>
                        <w:szCs w:val="16"/>
                      </w:rPr>
                      <w:fldChar w:fldCharType="end"/>
                    </w:r>
                    <w:r w:rsidRPr="004E194E">
                      <w:rPr>
                        <w:sz w:val="16"/>
                        <w:szCs w:val="16"/>
                      </w:rPr>
                      <w:t xml:space="preserve"> en mois</w:t>
                    </w:r>
                  </w:p>
                </w:tc>
              </w:tr>
              <w:tr w:rsidR="000976BA" w:rsidRPr="004E194E" w14:paraId="28C5ED63" w14:textId="77777777" w:rsidTr="00942807">
                <w:tblPrEx>
                  <w:jc w:val="left"/>
                </w:tblPrEx>
                <w:trPr>
                  <w:trHeight w:val="567"/>
                </w:trPr>
                <w:tc>
                  <w:tcPr>
                    <w:tcW w:w="1334" w:type="dxa"/>
                    <w:vMerge/>
                  </w:tcPr>
                  <w:p w14:paraId="32B7B1E1" w14:textId="77777777" w:rsidR="000976BA" w:rsidRPr="004E194E" w:rsidRDefault="000976BA" w:rsidP="003E5BF9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c>
                <w:tc>
                  <w:tcPr>
                    <w:tcW w:w="1334" w:type="dxa"/>
                    <w:vAlign w:val="center"/>
                    <w:hideMark/>
                  </w:tcPr>
                  <w:p w14:paraId="4C2FC660" w14:textId="77777777" w:rsidR="000976BA" w:rsidRPr="004E194E" w:rsidRDefault="000976BA" w:rsidP="000976BA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E194E">
                      <w:rPr>
                        <w:sz w:val="16"/>
                        <w:szCs w:val="16"/>
                      </w:rPr>
                      <w:t>2</w:t>
                    </w:r>
                    <w:r w:rsidRPr="004E194E">
                      <w:rPr>
                        <w:sz w:val="16"/>
                        <w:szCs w:val="16"/>
                        <w:vertAlign w:val="superscript"/>
                      </w:rPr>
                      <w:t>e</w:t>
                    </w:r>
                    <w:r w:rsidRPr="004E194E">
                      <w:rPr>
                        <w:sz w:val="16"/>
                        <w:szCs w:val="16"/>
                      </w:rPr>
                      <w:t xml:space="preserve"> Référence</w:t>
                    </w:r>
                  </w:p>
                </w:tc>
                <w:sdt>
                  <w:sdtPr>
                    <w:rPr>
                      <w:sz w:val="16"/>
                      <w:szCs w:val="16"/>
                    </w:rPr>
                    <w:id w:val="1018354161"/>
                    <w:placeholder>
                      <w:docPart w:val="A2EB3A79F2994274A5860437D78BF1CA"/>
                    </w:placeholder>
                    <w:comboBox>
                      <w:listItem w:displayText="Contrat de droit privé" w:value="Contrat de droit privé"/>
                      <w:listItem w:displayText="Contrat-cadre de droit privé" w:value="Contrat-cadre de droit privé"/>
                      <w:listItem w:displayText="Bon de commande" w:value="Bon de commande"/>
                      <w:listItem w:displayText="Marché public" w:value="Marché public"/>
                      <w:listItem w:displayText="Accord-cadre de droit public" w:value="Accord-cadre de droit public"/>
                      <w:listItem w:displayText="Devis" w:value="Devis"/>
                    </w:comboBox>
                  </w:sdtPr>
                  <w:sdtEndPr/>
                  <w:sdtContent>
                    <w:tc>
                      <w:tcPr>
                        <w:tcW w:w="2097" w:type="dxa"/>
                        <w:vAlign w:val="center"/>
                      </w:tcPr>
                      <w:p w14:paraId="5FDA2F35" w14:textId="77777777" w:rsidR="000976BA" w:rsidRPr="004E194E" w:rsidRDefault="00942807" w:rsidP="000976B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E194E">
                          <w:rPr>
                            <w:sz w:val="16"/>
                            <w:szCs w:val="16"/>
                          </w:rPr>
                          <w:t>…</w:t>
                        </w:r>
                      </w:p>
                    </w:tc>
                  </w:sdtContent>
                </w:sdt>
                <w:tc>
                  <w:tcPr>
                    <w:tcW w:w="2098" w:type="dxa"/>
                    <w:vAlign w:val="center"/>
                  </w:tcPr>
                  <w:p w14:paraId="5051F864" w14:textId="77777777" w:rsidR="000976BA" w:rsidRPr="004E194E" w:rsidRDefault="000976BA" w:rsidP="000976BA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E194E">
                      <w:rPr>
                        <w:sz w:val="16"/>
                        <w:szCs w:val="16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4E194E">
                      <w:rPr>
                        <w:sz w:val="16"/>
                        <w:szCs w:val="16"/>
                      </w:rPr>
                      <w:instrText xml:space="preserve"> FORMTEXT </w:instrText>
                    </w:r>
                    <w:r w:rsidRPr="004E194E">
                      <w:rPr>
                        <w:sz w:val="16"/>
                        <w:szCs w:val="16"/>
                      </w:rPr>
                    </w:r>
                    <w:r w:rsidRPr="004E194E">
                      <w:rPr>
                        <w:sz w:val="16"/>
                        <w:szCs w:val="16"/>
                      </w:rPr>
                      <w:fldChar w:fldCharType="separate"/>
                    </w:r>
                    <w:r w:rsidRPr="004E194E">
                      <w:rPr>
                        <w:noProof/>
                        <w:sz w:val="16"/>
                        <w:szCs w:val="16"/>
                      </w:rPr>
                      <w:t>............</w:t>
                    </w:r>
                    <w:r w:rsidRPr="004E194E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c>
                <w:tc>
                  <w:tcPr>
                    <w:tcW w:w="2098" w:type="dxa"/>
                    <w:vAlign w:val="center"/>
                  </w:tcPr>
                  <w:p w14:paraId="73B302FF" w14:textId="77777777" w:rsidR="000976BA" w:rsidRPr="004E194E" w:rsidRDefault="000976BA" w:rsidP="000976BA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E194E">
                      <w:rPr>
                        <w:sz w:val="16"/>
                        <w:szCs w:val="16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4E194E">
                      <w:rPr>
                        <w:sz w:val="16"/>
                        <w:szCs w:val="16"/>
                      </w:rPr>
                      <w:instrText xml:space="preserve"> FORMTEXT </w:instrText>
                    </w:r>
                    <w:r w:rsidRPr="004E194E">
                      <w:rPr>
                        <w:sz w:val="16"/>
                        <w:szCs w:val="16"/>
                      </w:rPr>
                    </w:r>
                    <w:r w:rsidRPr="004E194E">
                      <w:rPr>
                        <w:sz w:val="16"/>
                        <w:szCs w:val="16"/>
                      </w:rPr>
                      <w:fldChar w:fldCharType="separate"/>
                    </w:r>
                    <w:r w:rsidRPr="004E194E">
                      <w:rPr>
                        <w:noProof/>
                        <w:sz w:val="16"/>
                        <w:szCs w:val="16"/>
                      </w:rPr>
                      <w:t>............</w:t>
                    </w:r>
                    <w:r w:rsidRPr="004E194E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c>
                <w:tc>
                  <w:tcPr>
                    <w:tcW w:w="2098" w:type="dxa"/>
                    <w:vAlign w:val="center"/>
                    <w:hideMark/>
                  </w:tcPr>
                  <w:p w14:paraId="3586D557" w14:textId="77777777" w:rsidR="000976BA" w:rsidRPr="004E194E" w:rsidRDefault="000976BA" w:rsidP="000976BA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E194E">
                      <w:rPr>
                        <w:sz w:val="16"/>
                        <w:szCs w:val="16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4E194E">
                      <w:rPr>
                        <w:sz w:val="16"/>
                        <w:szCs w:val="16"/>
                      </w:rPr>
                      <w:instrText xml:space="preserve"> FORMTEXT </w:instrText>
                    </w:r>
                    <w:r w:rsidRPr="004E194E">
                      <w:rPr>
                        <w:sz w:val="16"/>
                        <w:szCs w:val="16"/>
                      </w:rPr>
                    </w:r>
                    <w:r w:rsidRPr="004E194E">
                      <w:rPr>
                        <w:sz w:val="16"/>
                        <w:szCs w:val="16"/>
                      </w:rPr>
                      <w:fldChar w:fldCharType="separate"/>
                    </w:r>
                    <w:r w:rsidRPr="004E194E">
                      <w:rPr>
                        <w:noProof/>
                        <w:sz w:val="16"/>
                        <w:szCs w:val="16"/>
                      </w:rPr>
                      <w:t>............</w:t>
                    </w:r>
                    <w:r w:rsidRPr="004E194E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  <w:vAlign w:val="center"/>
                    <w:hideMark/>
                  </w:tcPr>
                  <w:p w14:paraId="10B3493E" w14:textId="77777777" w:rsidR="000976BA" w:rsidRPr="004E194E" w:rsidRDefault="000976BA" w:rsidP="000976BA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E194E">
                      <w:rPr>
                        <w:sz w:val="16"/>
                        <w:szCs w:val="16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4E194E">
                      <w:rPr>
                        <w:sz w:val="16"/>
                        <w:szCs w:val="16"/>
                      </w:rPr>
                      <w:instrText xml:space="preserve"> FORMTEXT </w:instrText>
                    </w:r>
                    <w:r w:rsidRPr="004E194E">
                      <w:rPr>
                        <w:sz w:val="16"/>
                        <w:szCs w:val="16"/>
                      </w:rPr>
                    </w:r>
                    <w:r w:rsidRPr="004E194E">
                      <w:rPr>
                        <w:sz w:val="16"/>
                        <w:szCs w:val="16"/>
                      </w:rPr>
                      <w:fldChar w:fldCharType="separate"/>
                    </w:r>
                    <w:r w:rsidRPr="004E194E">
                      <w:rPr>
                        <w:noProof/>
                        <w:sz w:val="16"/>
                        <w:szCs w:val="16"/>
                      </w:rPr>
                      <w:t>............</w:t>
                    </w:r>
                    <w:r w:rsidRPr="004E194E">
                      <w:rPr>
                        <w:sz w:val="16"/>
                        <w:szCs w:val="16"/>
                      </w:rPr>
                      <w:fldChar w:fldCharType="end"/>
                    </w:r>
                    <w:r w:rsidRPr="004E194E">
                      <w:rPr>
                        <w:sz w:val="16"/>
                        <w:szCs w:val="16"/>
                      </w:rPr>
                      <w:t xml:space="preserve"> € HT</w:t>
                    </w:r>
                  </w:p>
                </w:tc>
                <w:tc>
                  <w:tcPr>
                    <w:tcW w:w="1361" w:type="dxa"/>
                    <w:vAlign w:val="center"/>
                    <w:hideMark/>
                  </w:tcPr>
                  <w:p w14:paraId="490D92CF" w14:textId="77777777" w:rsidR="000976BA" w:rsidRPr="004E194E" w:rsidRDefault="000976BA" w:rsidP="000976BA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E194E">
                      <w:rPr>
                        <w:sz w:val="16"/>
                        <w:szCs w:val="16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4E194E">
                      <w:rPr>
                        <w:sz w:val="16"/>
                        <w:szCs w:val="16"/>
                      </w:rPr>
                      <w:instrText xml:space="preserve"> FORMTEXT </w:instrText>
                    </w:r>
                    <w:r w:rsidRPr="004E194E">
                      <w:rPr>
                        <w:sz w:val="16"/>
                        <w:szCs w:val="16"/>
                      </w:rPr>
                    </w:r>
                    <w:r w:rsidRPr="004E194E">
                      <w:rPr>
                        <w:sz w:val="16"/>
                        <w:szCs w:val="16"/>
                      </w:rPr>
                      <w:fldChar w:fldCharType="separate"/>
                    </w:r>
                    <w:r w:rsidRPr="004E194E">
                      <w:rPr>
                        <w:noProof/>
                        <w:sz w:val="16"/>
                        <w:szCs w:val="16"/>
                      </w:rPr>
                      <w:t>............</w:t>
                    </w:r>
                    <w:r w:rsidRPr="004E194E">
                      <w:rPr>
                        <w:sz w:val="16"/>
                        <w:szCs w:val="16"/>
                      </w:rPr>
                      <w:fldChar w:fldCharType="end"/>
                    </w:r>
                    <w:r w:rsidRPr="004E194E">
                      <w:rPr>
                        <w:sz w:val="16"/>
                        <w:szCs w:val="16"/>
                      </w:rPr>
                      <w:t xml:space="preserve"> en mois</w:t>
                    </w:r>
                  </w:p>
                </w:tc>
              </w:tr>
              <w:tr w:rsidR="000976BA" w:rsidRPr="004E194E" w14:paraId="57744C76" w14:textId="77777777" w:rsidTr="00942807">
                <w:tblPrEx>
                  <w:jc w:val="left"/>
                </w:tblPrEx>
                <w:trPr>
                  <w:trHeight w:val="567"/>
                </w:trPr>
                <w:tc>
                  <w:tcPr>
                    <w:tcW w:w="1334" w:type="dxa"/>
                    <w:vMerge/>
                  </w:tcPr>
                  <w:p w14:paraId="4C30AECE" w14:textId="77777777" w:rsidR="000976BA" w:rsidRPr="004E194E" w:rsidRDefault="000976BA" w:rsidP="003E5BF9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c>
                <w:tc>
                  <w:tcPr>
                    <w:tcW w:w="1334" w:type="dxa"/>
                    <w:vAlign w:val="center"/>
                    <w:hideMark/>
                  </w:tcPr>
                  <w:p w14:paraId="02AEE563" w14:textId="77777777" w:rsidR="000976BA" w:rsidRPr="004E194E" w:rsidRDefault="000976BA" w:rsidP="000976BA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E194E">
                      <w:rPr>
                        <w:sz w:val="16"/>
                        <w:szCs w:val="16"/>
                      </w:rPr>
                      <w:t>3</w:t>
                    </w:r>
                    <w:r w:rsidRPr="004E194E">
                      <w:rPr>
                        <w:sz w:val="16"/>
                        <w:szCs w:val="16"/>
                        <w:vertAlign w:val="superscript"/>
                      </w:rPr>
                      <w:t>e</w:t>
                    </w:r>
                    <w:r w:rsidRPr="004E194E">
                      <w:rPr>
                        <w:sz w:val="16"/>
                        <w:szCs w:val="16"/>
                      </w:rPr>
                      <w:t xml:space="preserve"> Référence</w:t>
                    </w:r>
                  </w:p>
                </w:tc>
                <w:sdt>
                  <w:sdtPr>
                    <w:rPr>
                      <w:sz w:val="16"/>
                      <w:szCs w:val="16"/>
                    </w:rPr>
                    <w:id w:val="-1431498103"/>
                    <w:placeholder>
                      <w:docPart w:val="4D113CE8765645109C02836B2F985203"/>
                    </w:placeholder>
                    <w:comboBox>
                      <w:listItem w:displayText="Contrat de droit privé" w:value="Contrat de droit privé"/>
                      <w:listItem w:displayText="Contrat-cadre de droit privé" w:value="Contrat-cadre de droit privé"/>
                      <w:listItem w:displayText="Bon de commande" w:value="Bon de commande"/>
                      <w:listItem w:displayText="Marché public" w:value="Marché public"/>
                      <w:listItem w:displayText="Accord-cadre de droit public" w:value="Accord-cadre de droit public"/>
                      <w:listItem w:displayText="Devis" w:value="Devis"/>
                    </w:comboBox>
                  </w:sdtPr>
                  <w:sdtEndPr/>
                  <w:sdtContent>
                    <w:tc>
                      <w:tcPr>
                        <w:tcW w:w="2097" w:type="dxa"/>
                        <w:vAlign w:val="center"/>
                      </w:tcPr>
                      <w:p w14:paraId="0AA2C48F" w14:textId="77777777" w:rsidR="000976BA" w:rsidRPr="004E194E" w:rsidRDefault="00942807" w:rsidP="000976B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E194E">
                          <w:rPr>
                            <w:sz w:val="16"/>
                            <w:szCs w:val="16"/>
                          </w:rPr>
                          <w:t>…</w:t>
                        </w:r>
                      </w:p>
                    </w:tc>
                  </w:sdtContent>
                </w:sdt>
                <w:tc>
                  <w:tcPr>
                    <w:tcW w:w="2098" w:type="dxa"/>
                    <w:vAlign w:val="center"/>
                  </w:tcPr>
                  <w:p w14:paraId="215B6145" w14:textId="77777777" w:rsidR="000976BA" w:rsidRPr="004E194E" w:rsidRDefault="000976BA" w:rsidP="000976BA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E194E">
                      <w:rPr>
                        <w:sz w:val="16"/>
                        <w:szCs w:val="16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4E194E">
                      <w:rPr>
                        <w:sz w:val="16"/>
                        <w:szCs w:val="16"/>
                      </w:rPr>
                      <w:instrText xml:space="preserve"> FORMTEXT </w:instrText>
                    </w:r>
                    <w:r w:rsidRPr="004E194E">
                      <w:rPr>
                        <w:sz w:val="16"/>
                        <w:szCs w:val="16"/>
                      </w:rPr>
                    </w:r>
                    <w:r w:rsidRPr="004E194E">
                      <w:rPr>
                        <w:sz w:val="16"/>
                        <w:szCs w:val="16"/>
                      </w:rPr>
                      <w:fldChar w:fldCharType="separate"/>
                    </w:r>
                    <w:r w:rsidRPr="004E194E">
                      <w:rPr>
                        <w:noProof/>
                        <w:sz w:val="16"/>
                        <w:szCs w:val="16"/>
                      </w:rPr>
                      <w:t>............</w:t>
                    </w:r>
                    <w:r w:rsidRPr="004E194E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c>
                <w:tc>
                  <w:tcPr>
                    <w:tcW w:w="2098" w:type="dxa"/>
                    <w:vAlign w:val="center"/>
                  </w:tcPr>
                  <w:p w14:paraId="49AF4AD4" w14:textId="77777777" w:rsidR="000976BA" w:rsidRPr="004E194E" w:rsidRDefault="000976BA" w:rsidP="000976BA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E194E">
                      <w:rPr>
                        <w:sz w:val="16"/>
                        <w:szCs w:val="16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4E194E">
                      <w:rPr>
                        <w:sz w:val="16"/>
                        <w:szCs w:val="16"/>
                      </w:rPr>
                      <w:instrText xml:space="preserve"> FORMTEXT </w:instrText>
                    </w:r>
                    <w:r w:rsidRPr="004E194E">
                      <w:rPr>
                        <w:sz w:val="16"/>
                        <w:szCs w:val="16"/>
                      </w:rPr>
                    </w:r>
                    <w:r w:rsidRPr="004E194E">
                      <w:rPr>
                        <w:sz w:val="16"/>
                        <w:szCs w:val="16"/>
                      </w:rPr>
                      <w:fldChar w:fldCharType="separate"/>
                    </w:r>
                    <w:r w:rsidRPr="004E194E">
                      <w:rPr>
                        <w:noProof/>
                        <w:sz w:val="16"/>
                        <w:szCs w:val="16"/>
                      </w:rPr>
                      <w:t>............</w:t>
                    </w:r>
                    <w:r w:rsidRPr="004E194E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c>
                <w:tc>
                  <w:tcPr>
                    <w:tcW w:w="2098" w:type="dxa"/>
                    <w:vAlign w:val="center"/>
                    <w:hideMark/>
                  </w:tcPr>
                  <w:p w14:paraId="64D68F80" w14:textId="77777777" w:rsidR="000976BA" w:rsidRPr="004E194E" w:rsidRDefault="000976BA" w:rsidP="000976BA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E194E">
                      <w:rPr>
                        <w:sz w:val="16"/>
                        <w:szCs w:val="16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4E194E">
                      <w:rPr>
                        <w:sz w:val="16"/>
                        <w:szCs w:val="16"/>
                      </w:rPr>
                      <w:instrText xml:space="preserve"> FORMTEXT </w:instrText>
                    </w:r>
                    <w:r w:rsidRPr="004E194E">
                      <w:rPr>
                        <w:sz w:val="16"/>
                        <w:szCs w:val="16"/>
                      </w:rPr>
                    </w:r>
                    <w:r w:rsidRPr="004E194E">
                      <w:rPr>
                        <w:sz w:val="16"/>
                        <w:szCs w:val="16"/>
                      </w:rPr>
                      <w:fldChar w:fldCharType="separate"/>
                    </w:r>
                    <w:r w:rsidRPr="004E194E">
                      <w:rPr>
                        <w:noProof/>
                        <w:sz w:val="16"/>
                        <w:szCs w:val="16"/>
                      </w:rPr>
                      <w:t>............</w:t>
                    </w:r>
                    <w:r w:rsidRPr="004E194E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  <w:vAlign w:val="center"/>
                    <w:hideMark/>
                  </w:tcPr>
                  <w:p w14:paraId="164C19FD" w14:textId="77777777" w:rsidR="000976BA" w:rsidRPr="004E194E" w:rsidRDefault="000976BA" w:rsidP="000976BA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E194E">
                      <w:rPr>
                        <w:sz w:val="16"/>
                        <w:szCs w:val="16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4E194E">
                      <w:rPr>
                        <w:sz w:val="16"/>
                        <w:szCs w:val="16"/>
                      </w:rPr>
                      <w:instrText xml:space="preserve"> FORMTEXT </w:instrText>
                    </w:r>
                    <w:r w:rsidRPr="004E194E">
                      <w:rPr>
                        <w:sz w:val="16"/>
                        <w:szCs w:val="16"/>
                      </w:rPr>
                    </w:r>
                    <w:r w:rsidRPr="004E194E">
                      <w:rPr>
                        <w:sz w:val="16"/>
                        <w:szCs w:val="16"/>
                      </w:rPr>
                      <w:fldChar w:fldCharType="separate"/>
                    </w:r>
                    <w:r w:rsidRPr="004E194E">
                      <w:rPr>
                        <w:noProof/>
                        <w:sz w:val="16"/>
                        <w:szCs w:val="16"/>
                      </w:rPr>
                      <w:t>............</w:t>
                    </w:r>
                    <w:r w:rsidRPr="004E194E">
                      <w:rPr>
                        <w:sz w:val="16"/>
                        <w:szCs w:val="16"/>
                      </w:rPr>
                      <w:fldChar w:fldCharType="end"/>
                    </w:r>
                    <w:r w:rsidRPr="004E194E">
                      <w:rPr>
                        <w:sz w:val="16"/>
                        <w:szCs w:val="16"/>
                      </w:rPr>
                      <w:t xml:space="preserve"> € HT</w:t>
                    </w:r>
                  </w:p>
                </w:tc>
                <w:tc>
                  <w:tcPr>
                    <w:tcW w:w="1361" w:type="dxa"/>
                    <w:vAlign w:val="center"/>
                    <w:hideMark/>
                  </w:tcPr>
                  <w:p w14:paraId="008DB563" w14:textId="77777777" w:rsidR="000976BA" w:rsidRPr="004E194E" w:rsidRDefault="000976BA" w:rsidP="000976BA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E194E">
                      <w:rPr>
                        <w:sz w:val="16"/>
                        <w:szCs w:val="16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4E194E">
                      <w:rPr>
                        <w:sz w:val="16"/>
                        <w:szCs w:val="16"/>
                      </w:rPr>
                      <w:instrText xml:space="preserve"> FORMTEXT </w:instrText>
                    </w:r>
                    <w:r w:rsidRPr="004E194E">
                      <w:rPr>
                        <w:sz w:val="16"/>
                        <w:szCs w:val="16"/>
                      </w:rPr>
                    </w:r>
                    <w:r w:rsidRPr="004E194E">
                      <w:rPr>
                        <w:sz w:val="16"/>
                        <w:szCs w:val="16"/>
                      </w:rPr>
                      <w:fldChar w:fldCharType="separate"/>
                    </w:r>
                    <w:r w:rsidRPr="004E194E">
                      <w:rPr>
                        <w:noProof/>
                        <w:sz w:val="16"/>
                        <w:szCs w:val="16"/>
                      </w:rPr>
                      <w:t>............</w:t>
                    </w:r>
                    <w:r w:rsidRPr="004E194E">
                      <w:rPr>
                        <w:sz w:val="16"/>
                        <w:szCs w:val="16"/>
                      </w:rPr>
                      <w:fldChar w:fldCharType="end"/>
                    </w:r>
                    <w:r w:rsidRPr="004E194E">
                      <w:rPr>
                        <w:sz w:val="16"/>
                        <w:szCs w:val="16"/>
                      </w:rPr>
                      <w:t xml:space="preserve"> en mois</w:t>
                    </w:r>
                  </w:p>
                </w:tc>
              </w:tr>
            </w:sdtContent>
          </w:sdt>
        </w:sdtContent>
      </w:sdt>
    </w:tbl>
    <w:p w14:paraId="23A63F3C" w14:textId="77777777" w:rsidR="00747CB8" w:rsidRPr="00FC0E75" w:rsidRDefault="00747CB8" w:rsidP="00747CB8">
      <w:pPr>
        <w:rPr>
          <w:rFonts w:cs="Calibri Light"/>
          <w:szCs w:val="24"/>
        </w:rPr>
      </w:pPr>
    </w:p>
    <w:p w14:paraId="3BD4A31C" w14:textId="77777777" w:rsidR="000976BA" w:rsidRPr="00FC0E75" w:rsidRDefault="000976BA">
      <w:pPr>
        <w:suppressAutoHyphens w:val="0"/>
        <w:contextualSpacing w:val="0"/>
        <w:jc w:val="left"/>
        <w:rPr>
          <w:rFonts w:cs="Calibri Light"/>
          <w:szCs w:val="24"/>
        </w:rPr>
      </w:pPr>
      <w:r w:rsidRPr="00FC0E75">
        <w:rPr>
          <w:rFonts w:cs="Calibri Light"/>
          <w:szCs w:val="24"/>
        </w:rPr>
        <w:br w:type="page"/>
      </w:r>
    </w:p>
    <w:p w14:paraId="6782397E" w14:textId="77777777" w:rsidR="000976BA" w:rsidRPr="00FC0E75" w:rsidRDefault="000976BA" w:rsidP="000976BA">
      <w:pPr>
        <w:jc w:val="center"/>
        <w:rPr>
          <w:rFonts w:cs="Calibri Light"/>
          <w:b/>
          <w:bCs/>
          <w:szCs w:val="24"/>
        </w:rPr>
      </w:pPr>
      <w:r w:rsidRPr="00FC0E75">
        <w:rPr>
          <w:rFonts w:cs="Calibri Light"/>
          <w:b/>
          <w:bCs/>
          <w:szCs w:val="24"/>
        </w:rPr>
        <w:lastRenderedPageBreak/>
        <w:t xml:space="preserve">Annexe - </w:t>
      </w:r>
      <w:r w:rsidR="00995883" w:rsidRPr="00FC0E75">
        <w:rPr>
          <w:rFonts w:cs="Calibri Light"/>
          <w:b/>
          <w:bCs/>
          <w:szCs w:val="24"/>
        </w:rPr>
        <w:t xml:space="preserve">Moyens </w:t>
      </w:r>
      <w:r w:rsidRPr="00FC0E75">
        <w:rPr>
          <w:rFonts w:cs="Calibri Light"/>
          <w:b/>
          <w:bCs/>
          <w:szCs w:val="24"/>
        </w:rPr>
        <w:t>matériels et techniques</w:t>
      </w:r>
    </w:p>
    <w:p w14:paraId="09E48C31" w14:textId="77777777" w:rsidR="000976BA" w:rsidRPr="00FC0E75" w:rsidRDefault="000976BA" w:rsidP="000976BA">
      <w:pPr>
        <w:rPr>
          <w:rFonts w:cs="Calibri Light"/>
          <w:szCs w:val="24"/>
        </w:rPr>
      </w:pPr>
    </w:p>
    <w:tbl>
      <w:tblPr>
        <w:tblStyle w:val="Grilledutableau"/>
        <w:tblW w:w="13994" w:type="dxa"/>
        <w:jc w:val="center"/>
        <w:tblLook w:val="04A0" w:firstRow="1" w:lastRow="0" w:firstColumn="1" w:lastColumn="0" w:noHBand="0" w:noVBand="1"/>
      </w:tblPr>
      <w:tblGrid>
        <w:gridCol w:w="4250"/>
        <w:gridCol w:w="4821"/>
        <w:gridCol w:w="4923"/>
      </w:tblGrid>
      <w:tr w:rsidR="000976BA" w:rsidRPr="00FC0E75" w14:paraId="3E7901AA" w14:textId="77777777" w:rsidTr="004E194E">
        <w:trPr>
          <w:trHeight w:val="567"/>
          <w:jc w:val="center"/>
        </w:trPr>
        <w:tc>
          <w:tcPr>
            <w:tcW w:w="4250" w:type="dxa"/>
            <w:shd w:val="clear" w:color="auto" w:fill="204D9C"/>
            <w:vAlign w:val="center"/>
          </w:tcPr>
          <w:p w14:paraId="1FE2D91E" w14:textId="77777777" w:rsidR="000976BA" w:rsidRPr="004E194E" w:rsidRDefault="000976BA" w:rsidP="000976BA">
            <w:pPr>
              <w:jc w:val="center"/>
              <w:rPr>
                <w:b/>
                <w:bCs/>
                <w:color w:val="FFFFFF" w:themeColor="background1"/>
                <w:szCs w:val="24"/>
              </w:rPr>
            </w:pPr>
            <w:r w:rsidRPr="004E194E">
              <w:rPr>
                <w:b/>
                <w:bCs/>
                <w:color w:val="FFFFFF" w:themeColor="background1"/>
                <w:szCs w:val="24"/>
              </w:rPr>
              <w:t>Membre du groupement</w:t>
            </w:r>
          </w:p>
        </w:tc>
        <w:tc>
          <w:tcPr>
            <w:tcW w:w="4821" w:type="dxa"/>
            <w:shd w:val="clear" w:color="auto" w:fill="204D9C"/>
            <w:vAlign w:val="center"/>
          </w:tcPr>
          <w:p w14:paraId="5CB018E8" w14:textId="77777777" w:rsidR="000976BA" w:rsidRPr="004E194E" w:rsidRDefault="000976BA" w:rsidP="003E5BF9">
            <w:pPr>
              <w:jc w:val="center"/>
              <w:rPr>
                <w:b/>
                <w:bCs/>
                <w:color w:val="FFFFFF" w:themeColor="background1"/>
                <w:szCs w:val="24"/>
              </w:rPr>
            </w:pPr>
            <w:r w:rsidRPr="004E194E">
              <w:rPr>
                <w:b/>
                <w:bCs/>
                <w:color w:val="FFFFFF" w:themeColor="background1"/>
                <w:szCs w:val="24"/>
              </w:rPr>
              <w:t>Type de moyens matériels et techniques</w:t>
            </w:r>
          </w:p>
        </w:tc>
        <w:tc>
          <w:tcPr>
            <w:tcW w:w="4923" w:type="dxa"/>
            <w:shd w:val="clear" w:color="auto" w:fill="204D9C"/>
            <w:vAlign w:val="center"/>
          </w:tcPr>
          <w:p w14:paraId="6AB86148" w14:textId="77777777" w:rsidR="000976BA" w:rsidRPr="004E194E" w:rsidRDefault="000976BA" w:rsidP="003E5BF9">
            <w:pPr>
              <w:jc w:val="center"/>
              <w:rPr>
                <w:b/>
                <w:bCs/>
                <w:color w:val="FFFFFF" w:themeColor="background1"/>
                <w:szCs w:val="24"/>
              </w:rPr>
            </w:pPr>
            <w:r w:rsidRPr="004E194E">
              <w:rPr>
                <w:b/>
                <w:bCs/>
                <w:color w:val="FFFFFF" w:themeColor="background1"/>
                <w:szCs w:val="24"/>
              </w:rPr>
              <w:t>Liste des moyens matériels et techniques</w:t>
            </w:r>
          </w:p>
        </w:tc>
      </w:tr>
      <w:tr w:rsidR="004E194E" w:rsidRPr="00FC0E75" w14:paraId="14D964C4" w14:textId="77777777" w:rsidTr="004F4F38">
        <w:trPr>
          <w:trHeight w:val="567"/>
          <w:jc w:val="center"/>
        </w:trPr>
        <w:tc>
          <w:tcPr>
            <w:tcW w:w="4250" w:type="dxa"/>
            <w:vMerge w:val="restart"/>
            <w:vAlign w:val="center"/>
          </w:tcPr>
          <w:p w14:paraId="4341AFEC" w14:textId="77777777" w:rsidR="004E194E" w:rsidRPr="00FC0E75" w:rsidRDefault="004E194E" w:rsidP="004E194E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4821" w:type="dxa"/>
            <w:vAlign w:val="center"/>
          </w:tcPr>
          <w:p w14:paraId="4A06D06B" w14:textId="3F97D9DE" w:rsidR="004E194E" w:rsidRPr="006D78B5" w:rsidRDefault="004E194E" w:rsidP="004E194E"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4923" w:type="dxa"/>
            <w:vAlign w:val="center"/>
          </w:tcPr>
          <w:p w14:paraId="027670FE" w14:textId="77777777" w:rsidR="004E194E" w:rsidRPr="00FC0E75" w:rsidRDefault="004E194E" w:rsidP="004E194E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4E194E" w:rsidRPr="00FC0E75" w14:paraId="0C36C916" w14:textId="77777777" w:rsidTr="004F4F38">
        <w:trPr>
          <w:trHeight w:val="567"/>
          <w:jc w:val="center"/>
        </w:trPr>
        <w:tc>
          <w:tcPr>
            <w:tcW w:w="4250" w:type="dxa"/>
            <w:vMerge/>
            <w:vAlign w:val="center"/>
          </w:tcPr>
          <w:p w14:paraId="72FB7849" w14:textId="77777777" w:rsidR="004E194E" w:rsidRPr="00FC0E75" w:rsidRDefault="004E194E" w:rsidP="004E194E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  <w:vAlign w:val="center"/>
          </w:tcPr>
          <w:p w14:paraId="34428B7F" w14:textId="3F8DEE3E" w:rsidR="004E194E" w:rsidRPr="006D78B5" w:rsidRDefault="004E194E" w:rsidP="004E194E"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4923" w:type="dxa"/>
            <w:vAlign w:val="center"/>
          </w:tcPr>
          <w:p w14:paraId="77EE4E17" w14:textId="77777777" w:rsidR="004E194E" w:rsidRPr="00FC0E75" w:rsidRDefault="004E194E" w:rsidP="004E194E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4E194E" w:rsidRPr="00FC0E75" w14:paraId="1A1E186F" w14:textId="77777777" w:rsidTr="004F4F38">
        <w:trPr>
          <w:trHeight w:val="567"/>
          <w:jc w:val="center"/>
        </w:trPr>
        <w:tc>
          <w:tcPr>
            <w:tcW w:w="4250" w:type="dxa"/>
            <w:vMerge/>
            <w:vAlign w:val="center"/>
          </w:tcPr>
          <w:p w14:paraId="2CCD06DE" w14:textId="77777777" w:rsidR="004E194E" w:rsidRPr="00FC0E75" w:rsidRDefault="004E194E" w:rsidP="004E194E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  <w:vAlign w:val="center"/>
          </w:tcPr>
          <w:p w14:paraId="508D3D20" w14:textId="42F99D23" w:rsidR="004E194E" w:rsidRPr="006D78B5" w:rsidRDefault="004E194E" w:rsidP="004E194E"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4923" w:type="dxa"/>
            <w:vAlign w:val="center"/>
          </w:tcPr>
          <w:p w14:paraId="556EE398" w14:textId="77777777" w:rsidR="004E194E" w:rsidRPr="00FC0E75" w:rsidRDefault="004E194E" w:rsidP="004E194E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4E194E" w:rsidRPr="00FC0E75" w14:paraId="211830DE" w14:textId="77777777" w:rsidTr="004F4F38">
        <w:trPr>
          <w:trHeight w:val="567"/>
          <w:jc w:val="center"/>
        </w:trPr>
        <w:tc>
          <w:tcPr>
            <w:tcW w:w="4250" w:type="dxa"/>
            <w:vMerge/>
            <w:vAlign w:val="center"/>
          </w:tcPr>
          <w:p w14:paraId="0F9C287A" w14:textId="77777777" w:rsidR="004E194E" w:rsidRPr="00FC0E75" w:rsidRDefault="004E194E" w:rsidP="004E194E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  <w:vAlign w:val="center"/>
          </w:tcPr>
          <w:p w14:paraId="74C9951A" w14:textId="7D0E0EAB" w:rsidR="004E194E" w:rsidRPr="006D78B5" w:rsidRDefault="004E194E" w:rsidP="004E194E"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4923" w:type="dxa"/>
            <w:vAlign w:val="center"/>
          </w:tcPr>
          <w:p w14:paraId="7469FCE7" w14:textId="77777777" w:rsidR="004E194E" w:rsidRPr="00FC0E75" w:rsidRDefault="004E194E" w:rsidP="004E194E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4E194E" w:rsidRPr="00FC0E75" w14:paraId="7139327E" w14:textId="77777777" w:rsidTr="000976BA">
        <w:trPr>
          <w:trHeight w:val="567"/>
          <w:jc w:val="center"/>
        </w:trPr>
        <w:tc>
          <w:tcPr>
            <w:tcW w:w="4250" w:type="dxa"/>
            <w:vMerge/>
            <w:vAlign w:val="center"/>
          </w:tcPr>
          <w:p w14:paraId="38176D5F" w14:textId="77777777" w:rsidR="004E194E" w:rsidRPr="00FC0E75" w:rsidRDefault="004E194E" w:rsidP="004E194E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  <w:vAlign w:val="center"/>
          </w:tcPr>
          <w:p w14:paraId="75CB9C3E" w14:textId="1F55B6DA" w:rsidR="004E194E" w:rsidRPr="00FC0E75" w:rsidRDefault="004E194E" w:rsidP="004E194E">
            <w:pPr>
              <w:rPr>
                <w:rFonts w:cs="Calibri Light"/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4923" w:type="dxa"/>
            <w:vAlign w:val="center"/>
          </w:tcPr>
          <w:p w14:paraId="1F35E259" w14:textId="77777777" w:rsidR="004E194E" w:rsidRPr="00FC0E75" w:rsidRDefault="004E194E" w:rsidP="004E194E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4E194E" w:rsidRPr="00FC0E75" w14:paraId="46748BCC" w14:textId="77777777" w:rsidTr="004F4F38">
        <w:tblPrEx>
          <w:jc w:val="left"/>
        </w:tblPrEx>
        <w:trPr>
          <w:trHeight w:val="567"/>
        </w:trPr>
        <w:tc>
          <w:tcPr>
            <w:tcW w:w="4250" w:type="dxa"/>
            <w:vMerge w:val="restart"/>
            <w:vAlign w:val="center"/>
          </w:tcPr>
          <w:p w14:paraId="3A52F486" w14:textId="77777777" w:rsidR="004E194E" w:rsidRPr="00FC0E75" w:rsidRDefault="004E194E" w:rsidP="004E194E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4821" w:type="dxa"/>
            <w:vAlign w:val="center"/>
          </w:tcPr>
          <w:p w14:paraId="1B7B9020" w14:textId="36547F12" w:rsidR="004E194E" w:rsidRPr="00B32858" w:rsidRDefault="004E194E" w:rsidP="004E194E"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4923" w:type="dxa"/>
            <w:vAlign w:val="center"/>
          </w:tcPr>
          <w:p w14:paraId="6E54CE20" w14:textId="77777777" w:rsidR="004E194E" w:rsidRPr="00FC0E75" w:rsidRDefault="004E194E" w:rsidP="004E194E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4E194E" w:rsidRPr="00FC0E75" w14:paraId="7DBDC0F4" w14:textId="77777777" w:rsidTr="004F4F38">
        <w:tblPrEx>
          <w:jc w:val="left"/>
        </w:tblPrEx>
        <w:trPr>
          <w:trHeight w:val="567"/>
        </w:trPr>
        <w:tc>
          <w:tcPr>
            <w:tcW w:w="4250" w:type="dxa"/>
            <w:vMerge/>
          </w:tcPr>
          <w:p w14:paraId="0023F9CA" w14:textId="77777777" w:rsidR="004E194E" w:rsidRPr="00FC0E75" w:rsidRDefault="004E194E" w:rsidP="004E194E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  <w:vAlign w:val="center"/>
          </w:tcPr>
          <w:p w14:paraId="7F326457" w14:textId="629BA004" w:rsidR="004E194E" w:rsidRPr="00B32858" w:rsidRDefault="004E194E" w:rsidP="004E194E"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4923" w:type="dxa"/>
            <w:vAlign w:val="center"/>
          </w:tcPr>
          <w:p w14:paraId="4B405305" w14:textId="77777777" w:rsidR="004E194E" w:rsidRPr="00FC0E75" w:rsidRDefault="004E194E" w:rsidP="004E194E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4E194E" w:rsidRPr="00FC0E75" w14:paraId="40D540FB" w14:textId="77777777" w:rsidTr="004F4F38">
        <w:tblPrEx>
          <w:jc w:val="left"/>
        </w:tblPrEx>
        <w:trPr>
          <w:trHeight w:val="567"/>
        </w:trPr>
        <w:tc>
          <w:tcPr>
            <w:tcW w:w="4250" w:type="dxa"/>
            <w:vMerge/>
          </w:tcPr>
          <w:p w14:paraId="73A03E2F" w14:textId="77777777" w:rsidR="004E194E" w:rsidRPr="00FC0E75" w:rsidRDefault="004E194E" w:rsidP="004E194E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  <w:vAlign w:val="center"/>
          </w:tcPr>
          <w:p w14:paraId="657E807E" w14:textId="0756A86D" w:rsidR="004E194E" w:rsidRPr="00B32858" w:rsidRDefault="004E194E" w:rsidP="004E194E"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4923" w:type="dxa"/>
            <w:vAlign w:val="center"/>
          </w:tcPr>
          <w:p w14:paraId="41143F82" w14:textId="77777777" w:rsidR="004E194E" w:rsidRPr="00FC0E75" w:rsidRDefault="004E194E" w:rsidP="004E194E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4E194E" w:rsidRPr="00FC0E75" w14:paraId="0F5A087E" w14:textId="77777777" w:rsidTr="004F4F38">
        <w:tblPrEx>
          <w:jc w:val="left"/>
        </w:tblPrEx>
        <w:trPr>
          <w:trHeight w:val="567"/>
        </w:trPr>
        <w:tc>
          <w:tcPr>
            <w:tcW w:w="4250" w:type="dxa"/>
            <w:vMerge/>
          </w:tcPr>
          <w:p w14:paraId="502AC675" w14:textId="77777777" w:rsidR="004E194E" w:rsidRPr="00FC0E75" w:rsidRDefault="004E194E" w:rsidP="004E194E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  <w:vAlign w:val="center"/>
          </w:tcPr>
          <w:p w14:paraId="140C5837" w14:textId="22881173" w:rsidR="004E194E" w:rsidRPr="00B32858" w:rsidRDefault="004E194E" w:rsidP="004E194E"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4923" w:type="dxa"/>
            <w:vAlign w:val="center"/>
          </w:tcPr>
          <w:p w14:paraId="38A0E410" w14:textId="77777777" w:rsidR="004E194E" w:rsidRPr="00FC0E75" w:rsidRDefault="004E194E" w:rsidP="004E194E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4E194E" w:rsidRPr="00FC0E75" w14:paraId="7B89310E" w14:textId="77777777" w:rsidTr="000976BA">
        <w:tblPrEx>
          <w:jc w:val="left"/>
        </w:tblPrEx>
        <w:trPr>
          <w:trHeight w:val="567"/>
        </w:trPr>
        <w:tc>
          <w:tcPr>
            <w:tcW w:w="4250" w:type="dxa"/>
            <w:vMerge/>
          </w:tcPr>
          <w:p w14:paraId="0C04729D" w14:textId="77777777" w:rsidR="004E194E" w:rsidRPr="00FC0E75" w:rsidRDefault="004E194E" w:rsidP="004E194E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  <w:vAlign w:val="center"/>
          </w:tcPr>
          <w:p w14:paraId="21ADA44A" w14:textId="591236ED" w:rsidR="004E194E" w:rsidRPr="00FC0E75" w:rsidRDefault="004E194E" w:rsidP="004E194E">
            <w:pPr>
              <w:jc w:val="left"/>
              <w:rPr>
                <w:rFonts w:cs="Calibri Light"/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4923" w:type="dxa"/>
            <w:vAlign w:val="center"/>
          </w:tcPr>
          <w:p w14:paraId="1D8467A7" w14:textId="77777777" w:rsidR="004E194E" w:rsidRPr="00FC0E75" w:rsidRDefault="004E194E" w:rsidP="004E194E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4E194E" w:rsidRPr="00FC0E75" w14:paraId="6489B277" w14:textId="77777777" w:rsidTr="004F4F38">
        <w:tblPrEx>
          <w:jc w:val="left"/>
        </w:tblPrEx>
        <w:trPr>
          <w:trHeight w:val="567"/>
        </w:trPr>
        <w:tc>
          <w:tcPr>
            <w:tcW w:w="4250" w:type="dxa"/>
            <w:vMerge w:val="restart"/>
            <w:vAlign w:val="center"/>
          </w:tcPr>
          <w:p w14:paraId="592BD98D" w14:textId="77777777" w:rsidR="004E194E" w:rsidRPr="00FC0E75" w:rsidRDefault="004E194E" w:rsidP="004E194E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4821" w:type="dxa"/>
            <w:vAlign w:val="center"/>
          </w:tcPr>
          <w:p w14:paraId="0245CC9E" w14:textId="2AD20D3F" w:rsidR="004E194E" w:rsidRPr="00AC7D6B" w:rsidRDefault="004E194E" w:rsidP="004E194E"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4923" w:type="dxa"/>
            <w:vAlign w:val="center"/>
          </w:tcPr>
          <w:p w14:paraId="4AC78D6F" w14:textId="77777777" w:rsidR="004E194E" w:rsidRPr="00FC0E75" w:rsidRDefault="004E194E" w:rsidP="004E194E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4E194E" w:rsidRPr="00FC0E75" w14:paraId="4CCB0107" w14:textId="77777777" w:rsidTr="004F4F38">
        <w:tblPrEx>
          <w:jc w:val="left"/>
        </w:tblPrEx>
        <w:trPr>
          <w:trHeight w:val="567"/>
        </w:trPr>
        <w:tc>
          <w:tcPr>
            <w:tcW w:w="4250" w:type="dxa"/>
            <w:vMerge/>
          </w:tcPr>
          <w:p w14:paraId="11907997" w14:textId="77777777" w:rsidR="004E194E" w:rsidRPr="00FC0E75" w:rsidRDefault="004E194E" w:rsidP="004E194E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  <w:vAlign w:val="center"/>
          </w:tcPr>
          <w:p w14:paraId="6E956115" w14:textId="5752F9FC" w:rsidR="004E194E" w:rsidRPr="00AC7D6B" w:rsidRDefault="004E194E" w:rsidP="004E194E"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4923" w:type="dxa"/>
            <w:vAlign w:val="center"/>
          </w:tcPr>
          <w:p w14:paraId="73BA4A8D" w14:textId="77777777" w:rsidR="004E194E" w:rsidRPr="00FC0E75" w:rsidRDefault="004E194E" w:rsidP="004E194E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4E194E" w:rsidRPr="00FC0E75" w14:paraId="0BC45A16" w14:textId="77777777" w:rsidTr="004F4F38">
        <w:tblPrEx>
          <w:jc w:val="left"/>
        </w:tblPrEx>
        <w:trPr>
          <w:trHeight w:val="567"/>
        </w:trPr>
        <w:tc>
          <w:tcPr>
            <w:tcW w:w="4250" w:type="dxa"/>
            <w:vMerge/>
          </w:tcPr>
          <w:p w14:paraId="22F3427C" w14:textId="77777777" w:rsidR="004E194E" w:rsidRPr="00FC0E75" w:rsidRDefault="004E194E" w:rsidP="004E194E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  <w:vAlign w:val="center"/>
          </w:tcPr>
          <w:p w14:paraId="694A59D3" w14:textId="254D190E" w:rsidR="004E194E" w:rsidRPr="00AC7D6B" w:rsidRDefault="004E194E" w:rsidP="004E194E"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4923" w:type="dxa"/>
            <w:vAlign w:val="center"/>
          </w:tcPr>
          <w:p w14:paraId="6464D821" w14:textId="77777777" w:rsidR="004E194E" w:rsidRPr="00FC0E75" w:rsidRDefault="004E194E" w:rsidP="004E194E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4E194E" w:rsidRPr="00FC0E75" w14:paraId="27F3D75F" w14:textId="77777777" w:rsidTr="004F4F38">
        <w:tblPrEx>
          <w:jc w:val="left"/>
        </w:tblPrEx>
        <w:trPr>
          <w:trHeight w:val="567"/>
        </w:trPr>
        <w:tc>
          <w:tcPr>
            <w:tcW w:w="4250" w:type="dxa"/>
            <w:vMerge/>
          </w:tcPr>
          <w:p w14:paraId="06C0A748" w14:textId="77777777" w:rsidR="004E194E" w:rsidRPr="00FC0E75" w:rsidRDefault="004E194E" w:rsidP="004E194E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  <w:vAlign w:val="center"/>
          </w:tcPr>
          <w:p w14:paraId="27DE2BDB" w14:textId="19C70621" w:rsidR="004E194E" w:rsidRPr="00AC7D6B" w:rsidRDefault="004E194E" w:rsidP="004E194E"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4923" w:type="dxa"/>
            <w:vAlign w:val="center"/>
          </w:tcPr>
          <w:p w14:paraId="11453AF7" w14:textId="77777777" w:rsidR="004E194E" w:rsidRPr="00FC0E75" w:rsidRDefault="004E194E" w:rsidP="004E194E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4E194E" w:rsidRPr="00FC0E75" w14:paraId="722EE6B4" w14:textId="77777777" w:rsidTr="000976BA">
        <w:tblPrEx>
          <w:jc w:val="left"/>
        </w:tblPrEx>
        <w:trPr>
          <w:trHeight w:val="567"/>
        </w:trPr>
        <w:tc>
          <w:tcPr>
            <w:tcW w:w="4250" w:type="dxa"/>
            <w:vMerge/>
          </w:tcPr>
          <w:p w14:paraId="509A0F7C" w14:textId="77777777" w:rsidR="004E194E" w:rsidRPr="00FC0E75" w:rsidRDefault="004E194E" w:rsidP="004E194E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  <w:vAlign w:val="center"/>
          </w:tcPr>
          <w:p w14:paraId="4150D5D3" w14:textId="68EF9B24" w:rsidR="004E194E" w:rsidRPr="00FC0E75" w:rsidRDefault="004E194E" w:rsidP="004E194E">
            <w:pPr>
              <w:jc w:val="left"/>
              <w:rPr>
                <w:rFonts w:cs="Calibri Light"/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4923" w:type="dxa"/>
            <w:vAlign w:val="center"/>
          </w:tcPr>
          <w:p w14:paraId="5527C7F5" w14:textId="2630C3DA" w:rsidR="004E194E" w:rsidRPr="00FC0E75" w:rsidRDefault="004E194E" w:rsidP="004E194E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</w:tbl>
    <w:p w14:paraId="0C558C64" w14:textId="77777777" w:rsidR="000976BA" w:rsidRPr="00FC0E75" w:rsidRDefault="000976BA" w:rsidP="00747CB8">
      <w:pPr>
        <w:rPr>
          <w:rFonts w:cs="Calibri Light"/>
          <w:szCs w:val="24"/>
        </w:rPr>
      </w:pPr>
    </w:p>
    <w:p w14:paraId="48F79BB0" w14:textId="77777777" w:rsidR="00060268" w:rsidRPr="00FC0E75" w:rsidRDefault="00060268">
      <w:pPr>
        <w:suppressAutoHyphens w:val="0"/>
        <w:contextualSpacing w:val="0"/>
        <w:jc w:val="left"/>
        <w:rPr>
          <w:rFonts w:cs="Calibri Light"/>
          <w:szCs w:val="24"/>
        </w:rPr>
      </w:pPr>
      <w:r w:rsidRPr="00FC0E75">
        <w:rPr>
          <w:rFonts w:cs="Calibri Light"/>
          <w:szCs w:val="24"/>
        </w:rPr>
        <w:br w:type="page"/>
      </w:r>
    </w:p>
    <w:p w14:paraId="5E1C9417" w14:textId="77777777" w:rsidR="00060268" w:rsidRPr="00FC0E75" w:rsidRDefault="00060268" w:rsidP="00060268">
      <w:pPr>
        <w:jc w:val="center"/>
        <w:rPr>
          <w:rFonts w:cs="Calibri Light"/>
          <w:b/>
          <w:szCs w:val="24"/>
        </w:rPr>
      </w:pPr>
      <w:r w:rsidRPr="00FC0E75">
        <w:rPr>
          <w:rFonts w:cs="Calibri Light"/>
          <w:b/>
          <w:szCs w:val="24"/>
        </w:rPr>
        <w:lastRenderedPageBreak/>
        <w:t>Annexe – Effectifs</w:t>
      </w:r>
    </w:p>
    <w:p w14:paraId="096A1871" w14:textId="77777777" w:rsidR="00060268" w:rsidRPr="00FC0E75" w:rsidRDefault="00060268" w:rsidP="00060268">
      <w:pPr>
        <w:jc w:val="center"/>
        <w:rPr>
          <w:rFonts w:cs="Calibri Light"/>
          <w:szCs w:val="24"/>
        </w:rPr>
      </w:pPr>
    </w:p>
    <w:tbl>
      <w:tblPr>
        <w:tblStyle w:val="Grilledutableau"/>
        <w:tblW w:w="13663" w:type="dxa"/>
        <w:jc w:val="center"/>
        <w:tblLook w:val="04A0" w:firstRow="1" w:lastRow="0" w:firstColumn="1" w:lastColumn="0" w:noHBand="0" w:noVBand="1"/>
      </w:tblPr>
      <w:tblGrid>
        <w:gridCol w:w="2891"/>
        <w:gridCol w:w="3402"/>
        <w:gridCol w:w="3685"/>
        <w:gridCol w:w="3685"/>
      </w:tblGrid>
      <w:tr w:rsidR="00060268" w:rsidRPr="00FC0E75" w14:paraId="48642AD1" w14:textId="77777777" w:rsidTr="004E194E">
        <w:trPr>
          <w:trHeight w:val="56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</w:tcPr>
          <w:p w14:paraId="4638519C" w14:textId="77777777" w:rsidR="00060268" w:rsidRPr="004E194E" w:rsidRDefault="00060268" w:rsidP="00060268">
            <w:pPr>
              <w:jc w:val="center"/>
              <w:rPr>
                <w:rFonts w:cs="Calibri Light"/>
                <w:b/>
                <w:bCs/>
                <w:color w:val="FFFFFF" w:themeColor="background1"/>
                <w:szCs w:val="24"/>
              </w:rPr>
            </w:pPr>
            <w:r w:rsidRPr="004E194E">
              <w:rPr>
                <w:rFonts w:cs="Calibri Light"/>
                <w:b/>
                <w:bCs/>
                <w:color w:val="FFFFFF" w:themeColor="background1"/>
                <w:szCs w:val="24"/>
              </w:rPr>
              <w:t>Membre du groupement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  <w:hideMark/>
          </w:tcPr>
          <w:p w14:paraId="799FAE1A" w14:textId="77777777" w:rsidR="00060268" w:rsidRPr="004E194E" w:rsidRDefault="00060268" w:rsidP="00060268">
            <w:pPr>
              <w:jc w:val="center"/>
              <w:rPr>
                <w:rFonts w:cs="Calibri Light"/>
                <w:b/>
                <w:bCs/>
                <w:color w:val="FFFFFF" w:themeColor="background1"/>
                <w:szCs w:val="24"/>
              </w:rPr>
            </w:pPr>
            <w:r w:rsidRPr="004E194E">
              <w:rPr>
                <w:rFonts w:cs="Calibri Light"/>
                <w:b/>
                <w:bCs/>
                <w:color w:val="FFFFFF" w:themeColor="background1"/>
                <w:szCs w:val="24"/>
              </w:rPr>
              <w:t>Année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  <w:hideMark/>
          </w:tcPr>
          <w:p w14:paraId="7DE712E1" w14:textId="77777777" w:rsidR="00060268" w:rsidRPr="004E194E" w:rsidRDefault="00060268" w:rsidP="00060268">
            <w:pPr>
              <w:jc w:val="center"/>
              <w:rPr>
                <w:b/>
                <w:color w:val="FFFFFF" w:themeColor="background1"/>
                <w:szCs w:val="24"/>
              </w:rPr>
            </w:pPr>
            <w:r w:rsidRPr="004E194E">
              <w:rPr>
                <w:b/>
                <w:color w:val="FFFFFF" w:themeColor="background1"/>
                <w:szCs w:val="24"/>
              </w:rPr>
              <w:t>Effectif moyen annuel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</w:tcPr>
          <w:p w14:paraId="24CC3042" w14:textId="77777777" w:rsidR="00060268" w:rsidRPr="004E194E" w:rsidRDefault="00060268" w:rsidP="00060268">
            <w:pPr>
              <w:jc w:val="center"/>
              <w:rPr>
                <w:b/>
                <w:color w:val="FFFFFF" w:themeColor="background1"/>
                <w:szCs w:val="24"/>
              </w:rPr>
            </w:pPr>
            <w:r w:rsidRPr="004E194E">
              <w:rPr>
                <w:b/>
                <w:color w:val="FFFFFF" w:themeColor="background1"/>
                <w:szCs w:val="24"/>
              </w:rPr>
              <w:t>Importance du personnel encadrant</w:t>
            </w:r>
          </w:p>
        </w:tc>
      </w:tr>
      <w:tr w:rsidR="00060268" w:rsidRPr="00FC0E75" w14:paraId="58D3673C" w14:textId="77777777" w:rsidTr="003E5BF9">
        <w:trPr>
          <w:trHeight w:val="567"/>
          <w:jc w:val="center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CB81C5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E4759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544333913"/>
                <w:placeholder>
                  <w:docPart w:val="47C01051F4DA4C91A222262A9340DC81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E093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2691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>%</w:t>
            </w:r>
          </w:p>
        </w:tc>
      </w:tr>
      <w:tr w:rsidR="00060268" w:rsidRPr="00FC0E75" w14:paraId="20499051" w14:textId="77777777" w:rsidTr="003E5BF9">
        <w:trPr>
          <w:trHeight w:val="567"/>
          <w:jc w:val="center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2C4B7A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869A0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876583169"/>
                <w:placeholder>
                  <w:docPart w:val="DDD4D90FC86347F19C4DEF27F2B7C989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904F3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D8B6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>%</w:t>
            </w:r>
          </w:p>
        </w:tc>
      </w:tr>
      <w:tr w:rsidR="00060268" w:rsidRPr="00FC0E75" w14:paraId="71DCE65D" w14:textId="77777777" w:rsidTr="003E5BF9">
        <w:trPr>
          <w:trHeight w:val="567"/>
          <w:jc w:val="center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30DE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98C64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333961702"/>
                <w:placeholder>
                  <w:docPart w:val="A40F3DB953894975BCB034D3507A0D78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BA6B4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2114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>%</w:t>
            </w:r>
          </w:p>
        </w:tc>
      </w:tr>
      <w:tr w:rsidR="00060268" w:rsidRPr="00FC0E75" w14:paraId="375F06E7" w14:textId="77777777" w:rsidTr="003E5BF9">
        <w:tblPrEx>
          <w:jc w:val="left"/>
        </w:tblPrEx>
        <w:trPr>
          <w:trHeight w:val="567"/>
        </w:trPr>
        <w:tc>
          <w:tcPr>
            <w:tcW w:w="2891" w:type="dxa"/>
            <w:vMerge w:val="restart"/>
            <w:vAlign w:val="center"/>
          </w:tcPr>
          <w:p w14:paraId="427E5F6B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3402" w:type="dxa"/>
            <w:vAlign w:val="center"/>
            <w:hideMark/>
          </w:tcPr>
          <w:p w14:paraId="051F596D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001356023"/>
                <w:placeholder>
                  <w:docPart w:val="2D4CFC38B9074462B5F03D0983559788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vAlign w:val="center"/>
            <w:hideMark/>
          </w:tcPr>
          <w:p w14:paraId="1EB65E00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5540F0B4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>%</w:t>
            </w:r>
          </w:p>
        </w:tc>
      </w:tr>
      <w:tr w:rsidR="00060268" w:rsidRPr="00FC0E75" w14:paraId="6F5E150A" w14:textId="77777777" w:rsidTr="003E5BF9">
        <w:tblPrEx>
          <w:jc w:val="left"/>
        </w:tblPrEx>
        <w:trPr>
          <w:trHeight w:val="567"/>
        </w:trPr>
        <w:tc>
          <w:tcPr>
            <w:tcW w:w="2891" w:type="dxa"/>
            <w:vMerge/>
          </w:tcPr>
          <w:p w14:paraId="539899C5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vAlign w:val="center"/>
            <w:hideMark/>
          </w:tcPr>
          <w:p w14:paraId="204FE9D8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178865133"/>
                <w:placeholder>
                  <w:docPart w:val="817481B42EA3413490021BB41FCF9B4B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vAlign w:val="center"/>
            <w:hideMark/>
          </w:tcPr>
          <w:p w14:paraId="34CABDB0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60DBE7F2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>%</w:t>
            </w:r>
          </w:p>
        </w:tc>
      </w:tr>
      <w:tr w:rsidR="00060268" w:rsidRPr="00FC0E75" w14:paraId="622148BE" w14:textId="77777777" w:rsidTr="003E5BF9">
        <w:tblPrEx>
          <w:jc w:val="left"/>
        </w:tblPrEx>
        <w:trPr>
          <w:trHeight w:val="567"/>
        </w:trPr>
        <w:tc>
          <w:tcPr>
            <w:tcW w:w="2891" w:type="dxa"/>
            <w:vMerge/>
          </w:tcPr>
          <w:p w14:paraId="075A1094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vAlign w:val="center"/>
            <w:hideMark/>
          </w:tcPr>
          <w:p w14:paraId="253ABFA1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772058624"/>
                <w:placeholder>
                  <w:docPart w:val="4B3D5D34ADEC44B79698C4E816EDF9DE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EndPr/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vAlign w:val="center"/>
            <w:hideMark/>
          </w:tcPr>
          <w:p w14:paraId="59D6505D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0DD5E790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>%</w:t>
            </w:r>
          </w:p>
        </w:tc>
      </w:tr>
      <w:sdt>
        <w:sdtPr>
          <w:rPr>
            <w:rFonts w:cs="Calibri Light"/>
            <w:szCs w:val="24"/>
          </w:rPr>
          <w:id w:val="-1523325305"/>
          <w15:repeatingSection/>
        </w:sdtPr>
        <w:sdtEndPr/>
        <w:sdtContent>
          <w:sdt>
            <w:sdtPr>
              <w:rPr>
                <w:rFonts w:cs="Calibri Light"/>
                <w:szCs w:val="24"/>
              </w:rPr>
              <w:id w:val="881446099"/>
              <w:placeholder>
                <w:docPart w:val="3C05082A3C6546399156B854C1129EE9"/>
              </w:placeholder>
              <w15:repeatingSectionItem/>
            </w:sdtPr>
            <w:sdtEndPr/>
            <w:sdtContent>
              <w:tr w:rsidR="00060268" w:rsidRPr="00FC0E75" w14:paraId="43BDC578" w14:textId="77777777" w:rsidTr="003E5BF9">
                <w:tblPrEx>
                  <w:jc w:val="left"/>
                </w:tblPrEx>
                <w:trPr>
                  <w:trHeight w:val="567"/>
                </w:trPr>
                <w:tc>
                  <w:tcPr>
                    <w:tcW w:w="2891" w:type="dxa"/>
                    <w:vMerge w:val="restart"/>
                    <w:vAlign w:val="center"/>
                  </w:tcPr>
                  <w:p w14:paraId="31F07B2A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mentionnez le nom du membre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mentionnez le nom du membre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3402" w:type="dxa"/>
                    <w:vAlign w:val="center"/>
                    <w:hideMark/>
                  </w:tcPr>
                  <w:p w14:paraId="71B1C170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t xml:space="preserve">Année </w:t>
                    </w:r>
                    <w:sdt>
                      <w:sdtPr>
                        <w:rPr>
                          <w:rFonts w:cs="Calibri Light"/>
                          <w:szCs w:val="24"/>
                        </w:rPr>
                        <w:id w:val="477416574"/>
                        <w:placeholder>
                          <w:docPart w:val="A47DF1C22C67493AB6878FF7C6431B53"/>
                        </w:placeholder>
                        <w:comboBox>
                          <w:listItem w:displayText="2024" w:value="2024"/>
                          <w:listItem w:displayText="2023" w:value="2023"/>
                          <w:listItem w:displayText="2022" w:value="2022"/>
                          <w:listItem w:displayText="2021" w:value="2021"/>
                          <w:listItem w:displayText="2020" w:value="2020"/>
                          <w:listItem w:displayText="..." w:value="..."/>
                        </w:comboBox>
                      </w:sdtPr>
                      <w:sdtEndPr/>
                      <w:sdtContent>
                        <w:r w:rsidRPr="00FC0E75">
                          <w:rPr>
                            <w:rFonts w:cs="Calibri Light"/>
                            <w:szCs w:val="24"/>
                          </w:rPr>
                          <w:t>...</w:t>
                        </w:r>
                      </w:sdtContent>
                    </w:sdt>
                  </w:p>
                </w:tc>
                <w:tc>
                  <w:tcPr>
                    <w:tcW w:w="3685" w:type="dxa"/>
                    <w:vAlign w:val="center"/>
                    <w:hideMark/>
                  </w:tcPr>
                  <w:p w14:paraId="4B56D4F5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 xml:space="preserve"> </w:t>
                    </w:r>
                  </w:p>
                </w:tc>
                <w:tc>
                  <w:tcPr>
                    <w:tcW w:w="3685" w:type="dxa"/>
                    <w:vAlign w:val="center"/>
                  </w:tcPr>
                  <w:p w14:paraId="5D348ACD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>%</w:t>
                    </w:r>
                  </w:p>
                </w:tc>
              </w:tr>
              <w:tr w:rsidR="00060268" w:rsidRPr="00FC0E75" w14:paraId="06407CA5" w14:textId="77777777" w:rsidTr="003E5BF9">
                <w:tblPrEx>
                  <w:jc w:val="left"/>
                </w:tblPrEx>
                <w:trPr>
                  <w:trHeight w:val="567"/>
                </w:trPr>
                <w:tc>
                  <w:tcPr>
                    <w:tcW w:w="2891" w:type="dxa"/>
                    <w:vMerge/>
                    <w:vAlign w:val="center"/>
                  </w:tcPr>
                  <w:p w14:paraId="624D751E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</w:p>
                </w:tc>
                <w:tc>
                  <w:tcPr>
                    <w:tcW w:w="3402" w:type="dxa"/>
                    <w:vAlign w:val="center"/>
                  </w:tcPr>
                  <w:p w14:paraId="5092E8A6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t xml:space="preserve">Année </w:t>
                    </w:r>
                    <w:sdt>
                      <w:sdtPr>
                        <w:rPr>
                          <w:rFonts w:cs="Calibri Light"/>
                          <w:szCs w:val="24"/>
                        </w:rPr>
                        <w:id w:val="1767967572"/>
                        <w:placeholder>
                          <w:docPart w:val="2A621BC165F24D0DA5DBDF7D2F71AD39"/>
                        </w:placeholder>
                        <w:comboBox>
                          <w:listItem w:displayText="2024" w:value="2024"/>
                          <w:listItem w:displayText="2023" w:value="2023"/>
                          <w:listItem w:displayText="2022" w:value="2022"/>
                          <w:listItem w:displayText="2021" w:value="2021"/>
                          <w:listItem w:displayText="2020" w:value="2020"/>
                          <w:listItem w:displayText="..." w:value="..."/>
                        </w:comboBox>
                      </w:sdtPr>
                      <w:sdtEndPr/>
                      <w:sdtContent>
                        <w:r w:rsidRPr="00FC0E75">
                          <w:rPr>
                            <w:rFonts w:cs="Calibri Light"/>
                            <w:szCs w:val="24"/>
                          </w:rPr>
                          <w:t>...</w:t>
                        </w:r>
                      </w:sdtContent>
                    </w:sdt>
                  </w:p>
                </w:tc>
                <w:tc>
                  <w:tcPr>
                    <w:tcW w:w="3685" w:type="dxa"/>
                    <w:vAlign w:val="center"/>
                  </w:tcPr>
                  <w:p w14:paraId="2EF3FF99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 xml:space="preserve"> </w:t>
                    </w:r>
                  </w:p>
                </w:tc>
                <w:tc>
                  <w:tcPr>
                    <w:tcW w:w="3685" w:type="dxa"/>
                    <w:vAlign w:val="center"/>
                  </w:tcPr>
                  <w:p w14:paraId="61A15B82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>%</w:t>
                    </w:r>
                  </w:p>
                </w:tc>
              </w:tr>
              <w:tr w:rsidR="00060268" w:rsidRPr="00FC0E75" w14:paraId="764F37F1" w14:textId="77777777" w:rsidTr="003E5BF9">
                <w:tblPrEx>
                  <w:jc w:val="left"/>
                </w:tblPrEx>
                <w:trPr>
                  <w:trHeight w:val="567"/>
                </w:trPr>
                <w:tc>
                  <w:tcPr>
                    <w:tcW w:w="2891" w:type="dxa"/>
                    <w:vMerge/>
                    <w:vAlign w:val="center"/>
                  </w:tcPr>
                  <w:p w14:paraId="72FA876D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</w:p>
                </w:tc>
                <w:tc>
                  <w:tcPr>
                    <w:tcW w:w="3402" w:type="dxa"/>
                    <w:vAlign w:val="center"/>
                  </w:tcPr>
                  <w:p w14:paraId="102A575D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t xml:space="preserve">Année </w:t>
                    </w:r>
                    <w:sdt>
                      <w:sdtPr>
                        <w:rPr>
                          <w:rFonts w:cs="Calibri Light"/>
                          <w:szCs w:val="24"/>
                        </w:rPr>
                        <w:id w:val="-709109032"/>
                        <w:placeholder>
                          <w:docPart w:val="0C92F19B8D8E41B598B62848A67D5853"/>
                        </w:placeholder>
                        <w:comboBox>
                          <w:listItem w:displayText="2024" w:value="2024"/>
                          <w:listItem w:displayText="2023" w:value="2023"/>
                          <w:listItem w:displayText="2022" w:value="2022"/>
                          <w:listItem w:displayText="2021" w:value="2021"/>
                          <w:listItem w:displayText="2020" w:value="2020"/>
                          <w:listItem w:displayText="..." w:value="..."/>
                        </w:comboBox>
                      </w:sdtPr>
                      <w:sdtEndPr/>
                      <w:sdtContent>
                        <w:r w:rsidRPr="00FC0E75">
                          <w:rPr>
                            <w:rFonts w:cs="Calibri Light"/>
                            <w:szCs w:val="24"/>
                          </w:rPr>
                          <w:t>...</w:t>
                        </w:r>
                      </w:sdtContent>
                    </w:sdt>
                  </w:p>
                </w:tc>
                <w:tc>
                  <w:tcPr>
                    <w:tcW w:w="3685" w:type="dxa"/>
                    <w:vAlign w:val="center"/>
                  </w:tcPr>
                  <w:p w14:paraId="43663A84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 xml:space="preserve"> </w:t>
                    </w:r>
                  </w:p>
                </w:tc>
                <w:tc>
                  <w:tcPr>
                    <w:tcW w:w="3685" w:type="dxa"/>
                    <w:vAlign w:val="center"/>
                  </w:tcPr>
                  <w:p w14:paraId="43DFA87A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>%</w:t>
                    </w:r>
                  </w:p>
                </w:tc>
              </w:tr>
            </w:sdtContent>
          </w:sdt>
        </w:sdtContent>
      </w:sdt>
    </w:tbl>
    <w:p w14:paraId="582220C5" w14:textId="77777777" w:rsidR="00060268" w:rsidRPr="00FC0E75" w:rsidRDefault="00060268" w:rsidP="00747CB8">
      <w:pPr>
        <w:rPr>
          <w:rFonts w:cs="Calibri Light"/>
          <w:szCs w:val="24"/>
        </w:rPr>
      </w:pPr>
    </w:p>
    <w:sectPr w:rsidR="00060268" w:rsidRPr="00FC0E75" w:rsidSect="0099326B">
      <w:pgSz w:w="16838" w:h="11906" w:orient="landscape"/>
      <w:pgMar w:top="1417" w:right="1417" w:bottom="1417" w:left="1417" w:header="720" w:footer="680" w:gutter="0"/>
      <w:pgBorders w:offsetFrom="page">
        <w:top w:val="single" w:sz="8" w:space="24" w:color="204D9C"/>
        <w:left w:val="single" w:sz="8" w:space="24" w:color="204D9C"/>
        <w:bottom w:val="single" w:sz="8" w:space="24" w:color="204D9C"/>
        <w:right w:val="single" w:sz="8" w:space="24" w:color="204D9C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845D9" w14:textId="77777777" w:rsidR="00C84D03" w:rsidRDefault="00C84D03">
      <w:r>
        <w:separator/>
      </w:r>
    </w:p>
    <w:p w14:paraId="749C7B82" w14:textId="77777777" w:rsidR="00C84D03" w:rsidRDefault="00C84D03"/>
  </w:endnote>
  <w:endnote w:type="continuationSeparator" w:id="0">
    <w:p w14:paraId="1FE391A6" w14:textId="77777777" w:rsidR="00C84D03" w:rsidRDefault="00C84D03">
      <w:r>
        <w:continuationSeparator/>
      </w:r>
    </w:p>
    <w:p w14:paraId="785749FE" w14:textId="77777777" w:rsidR="00C84D03" w:rsidRDefault="00C84D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D585" w14:textId="77777777" w:rsidR="003E5BF9" w:rsidRPr="001E2A17" w:rsidRDefault="003E5BF9" w:rsidP="00621DA0">
    <w:pPr>
      <w:pStyle w:val="Pieddepage"/>
      <w:tabs>
        <w:tab w:val="clear" w:pos="4536"/>
        <w:tab w:val="clear" w:pos="9072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B6D25" w14:textId="77777777" w:rsidR="003E5BF9" w:rsidRDefault="003E5BF9" w:rsidP="00621DA0">
    <w:pPr>
      <w:pStyle w:val="Pieddepag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4AB77" w14:textId="77777777" w:rsidR="003E5BF9" w:rsidRPr="00C1257E" w:rsidRDefault="003E5BF9" w:rsidP="00C125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88B09" w14:textId="77777777" w:rsidR="00C84D03" w:rsidRDefault="00C84D03">
      <w:r>
        <w:separator/>
      </w:r>
    </w:p>
    <w:p w14:paraId="263AAF90" w14:textId="77777777" w:rsidR="00C84D03" w:rsidRDefault="00C84D03"/>
  </w:footnote>
  <w:footnote w:type="continuationSeparator" w:id="0">
    <w:p w14:paraId="78F30093" w14:textId="77777777" w:rsidR="00C84D03" w:rsidRDefault="00C84D03">
      <w:r>
        <w:continuationSeparator/>
      </w:r>
    </w:p>
    <w:p w14:paraId="1D69EF41" w14:textId="77777777" w:rsidR="00C84D03" w:rsidRDefault="00C84D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09E70" w14:textId="77777777" w:rsidR="003E5BF9" w:rsidRDefault="003E5BF9" w:rsidP="00621DA0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3EC02" w14:textId="77777777" w:rsidR="003E5BF9" w:rsidRPr="002879B4" w:rsidRDefault="003E5BF9" w:rsidP="002879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D3C6C34"/>
    <w:multiLevelType w:val="hybridMultilevel"/>
    <w:tmpl w:val="11287258"/>
    <w:lvl w:ilvl="0" w:tplc="E1180152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4" w15:restartNumberingAfterBreak="0">
    <w:nsid w:val="125D2B86"/>
    <w:multiLevelType w:val="hybridMultilevel"/>
    <w:tmpl w:val="E04A0BD6"/>
    <w:lvl w:ilvl="0" w:tplc="831AF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674D3B"/>
    <w:multiLevelType w:val="hybridMultilevel"/>
    <w:tmpl w:val="3604AF58"/>
    <w:lvl w:ilvl="0" w:tplc="9800C908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41368"/>
    <w:multiLevelType w:val="hybridMultilevel"/>
    <w:tmpl w:val="61C06AA6"/>
    <w:lvl w:ilvl="0" w:tplc="A39C27BC">
      <w:numFmt w:val="bullet"/>
      <w:lvlText w:val="-"/>
      <w:lvlJc w:val="left"/>
      <w:pPr>
        <w:ind w:left="720" w:hanging="360"/>
      </w:pPr>
      <w:rPr>
        <w:rFonts w:ascii="Calibri" w:eastAsia="Times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A58C0"/>
    <w:multiLevelType w:val="hybridMultilevel"/>
    <w:tmpl w:val="1CD695AA"/>
    <w:lvl w:ilvl="0" w:tplc="A39C27BC">
      <w:numFmt w:val="bullet"/>
      <w:lvlText w:val="-"/>
      <w:lvlJc w:val="left"/>
      <w:pPr>
        <w:ind w:left="720" w:hanging="360"/>
      </w:pPr>
      <w:rPr>
        <w:rFonts w:ascii="Calibri" w:eastAsia="Times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04270"/>
    <w:multiLevelType w:val="hybridMultilevel"/>
    <w:tmpl w:val="B31A91B4"/>
    <w:lvl w:ilvl="0" w:tplc="9800C908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804D0"/>
    <w:multiLevelType w:val="hybridMultilevel"/>
    <w:tmpl w:val="EDE61382"/>
    <w:lvl w:ilvl="0" w:tplc="1A80EC3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416FA8"/>
    <w:multiLevelType w:val="hybridMultilevel"/>
    <w:tmpl w:val="CABC1CA4"/>
    <w:lvl w:ilvl="0" w:tplc="EBEC489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72395"/>
    <w:multiLevelType w:val="hybridMultilevel"/>
    <w:tmpl w:val="0F44261C"/>
    <w:lvl w:ilvl="0" w:tplc="21D2BF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5456E"/>
    <w:multiLevelType w:val="hybridMultilevel"/>
    <w:tmpl w:val="7D909E9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AD0EA3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BB37AF8"/>
    <w:multiLevelType w:val="hybridMultilevel"/>
    <w:tmpl w:val="5EEA9C78"/>
    <w:lvl w:ilvl="0" w:tplc="168C550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41177965">
    <w:abstractNumId w:val="0"/>
  </w:num>
  <w:num w:numId="2" w16cid:durableId="754861436">
    <w:abstractNumId w:val="1"/>
  </w:num>
  <w:num w:numId="3" w16cid:durableId="1665814255">
    <w:abstractNumId w:val="16"/>
  </w:num>
  <w:num w:numId="4" w16cid:durableId="509948393">
    <w:abstractNumId w:val="0"/>
  </w:num>
  <w:num w:numId="5" w16cid:durableId="953050378">
    <w:abstractNumId w:val="0"/>
  </w:num>
  <w:num w:numId="6" w16cid:durableId="1650093704">
    <w:abstractNumId w:val="0"/>
  </w:num>
  <w:num w:numId="7" w16cid:durableId="958533647">
    <w:abstractNumId w:val="3"/>
  </w:num>
  <w:num w:numId="8" w16cid:durableId="1236285402">
    <w:abstractNumId w:val="14"/>
  </w:num>
  <w:num w:numId="9" w16cid:durableId="1567254577">
    <w:abstractNumId w:val="2"/>
  </w:num>
  <w:num w:numId="10" w16cid:durableId="1502431229">
    <w:abstractNumId w:val="10"/>
  </w:num>
  <w:num w:numId="11" w16cid:durableId="1794860318">
    <w:abstractNumId w:val="12"/>
  </w:num>
  <w:num w:numId="12" w16cid:durableId="1602909365">
    <w:abstractNumId w:val="4"/>
  </w:num>
  <w:num w:numId="13" w16cid:durableId="2001539902">
    <w:abstractNumId w:val="9"/>
  </w:num>
  <w:num w:numId="14" w16cid:durableId="67309868">
    <w:abstractNumId w:val="7"/>
  </w:num>
  <w:num w:numId="15" w16cid:durableId="1396010130">
    <w:abstractNumId w:val="15"/>
  </w:num>
  <w:num w:numId="16" w16cid:durableId="1641303147">
    <w:abstractNumId w:val="13"/>
  </w:num>
  <w:num w:numId="17" w16cid:durableId="213128906">
    <w:abstractNumId w:val="12"/>
  </w:num>
  <w:num w:numId="18" w16cid:durableId="1138760602">
    <w:abstractNumId w:val="11"/>
  </w:num>
  <w:num w:numId="19" w16cid:durableId="416486017">
    <w:abstractNumId w:val="8"/>
  </w:num>
  <w:num w:numId="20" w16cid:durableId="1405371817">
    <w:abstractNumId w:val="5"/>
  </w:num>
  <w:num w:numId="21" w16cid:durableId="1167204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23D"/>
    <w:rsid w:val="000168B2"/>
    <w:rsid w:val="00033BC0"/>
    <w:rsid w:val="00056CB1"/>
    <w:rsid w:val="00057419"/>
    <w:rsid w:val="000579B8"/>
    <w:rsid w:val="00060268"/>
    <w:rsid w:val="00080939"/>
    <w:rsid w:val="00080D2A"/>
    <w:rsid w:val="00084F22"/>
    <w:rsid w:val="000976BA"/>
    <w:rsid w:val="000A4B86"/>
    <w:rsid w:val="000E5E39"/>
    <w:rsid w:val="000E783E"/>
    <w:rsid w:val="001017EB"/>
    <w:rsid w:val="001052F6"/>
    <w:rsid w:val="001101D5"/>
    <w:rsid w:val="00120DB2"/>
    <w:rsid w:val="00125559"/>
    <w:rsid w:val="00126EFD"/>
    <w:rsid w:val="00151C32"/>
    <w:rsid w:val="001521ED"/>
    <w:rsid w:val="001557C7"/>
    <w:rsid w:val="001565FA"/>
    <w:rsid w:val="001642AF"/>
    <w:rsid w:val="00170EF7"/>
    <w:rsid w:val="00184AEF"/>
    <w:rsid w:val="00187E3C"/>
    <w:rsid w:val="0019700A"/>
    <w:rsid w:val="001B7DE3"/>
    <w:rsid w:val="001C3027"/>
    <w:rsid w:val="001D588C"/>
    <w:rsid w:val="001E2A17"/>
    <w:rsid w:val="001F2872"/>
    <w:rsid w:val="00203AD5"/>
    <w:rsid w:val="00210677"/>
    <w:rsid w:val="00212DC8"/>
    <w:rsid w:val="002247B8"/>
    <w:rsid w:val="00232658"/>
    <w:rsid w:val="00234A81"/>
    <w:rsid w:val="00243049"/>
    <w:rsid w:val="002440D7"/>
    <w:rsid w:val="002529ED"/>
    <w:rsid w:val="00256871"/>
    <w:rsid w:val="00257FD6"/>
    <w:rsid w:val="002656C0"/>
    <w:rsid w:val="00270D3E"/>
    <w:rsid w:val="00271E3F"/>
    <w:rsid w:val="002739A9"/>
    <w:rsid w:val="0027492A"/>
    <w:rsid w:val="00275F20"/>
    <w:rsid w:val="00276982"/>
    <w:rsid w:val="00277501"/>
    <w:rsid w:val="0028065B"/>
    <w:rsid w:val="00285D7E"/>
    <w:rsid w:val="002875DE"/>
    <w:rsid w:val="002879B4"/>
    <w:rsid w:val="00294225"/>
    <w:rsid w:val="002A19F7"/>
    <w:rsid w:val="002A6AA3"/>
    <w:rsid w:val="002A6C8B"/>
    <w:rsid w:val="002B1F7A"/>
    <w:rsid w:val="002B3BF3"/>
    <w:rsid w:val="002C67E0"/>
    <w:rsid w:val="002C7BBC"/>
    <w:rsid w:val="002E250C"/>
    <w:rsid w:val="002F424E"/>
    <w:rsid w:val="0030291B"/>
    <w:rsid w:val="003054EB"/>
    <w:rsid w:val="00315CF0"/>
    <w:rsid w:val="003425B3"/>
    <w:rsid w:val="003426D0"/>
    <w:rsid w:val="00346F8A"/>
    <w:rsid w:val="0035087D"/>
    <w:rsid w:val="003526E4"/>
    <w:rsid w:val="00370C43"/>
    <w:rsid w:val="0038040B"/>
    <w:rsid w:val="00382123"/>
    <w:rsid w:val="003842BA"/>
    <w:rsid w:val="00386724"/>
    <w:rsid w:val="00386EA9"/>
    <w:rsid w:val="00391815"/>
    <w:rsid w:val="003A594D"/>
    <w:rsid w:val="003B4647"/>
    <w:rsid w:val="003C071E"/>
    <w:rsid w:val="003C0BB4"/>
    <w:rsid w:val="003C189F"/>
    <w:rsid w:val="003C3A5C"/>
    <w:rsid w:val="003D02BB"/>
    <w:rsid w:val="003D2F13"/>
    <w:rsid w:val="003E58DA"/>
    <w:rsid w:val="003E5BF9"/>
    <w:rsid w:val="003E716D"/>
    <w:rsid w:val="003F0EC6"/>
    <w:rsid w:val="003F1528"/>
    <w:rsid w:val="003F2D90"/>
    <w:rsid w:val="0040170F"/>
    <w:rsid w:val="00402F5F"/>
    <w:rsid w:val="00412718"/>
    <w:rsid w:val="00413A54"/>
    <w:rsid w:val="00456A7D"/>
    <w:rsid w:val="00472DBE"/>
    <w:rsid w:val="00486CBD"/>
    <w:rsid w:val="00491433"/>
    <w:rsid w:val="0049797A"/>
    <w:rsid w:val="004A77F4"/>
    <w:rsid w:val="004B21EB"/>
    <w:rsid w:val="004D1DF9"/>
    <w:rsid w:val="004D2E7F"/>
    <w:rsid w:val="004D7559"/>
    <w:rsid w:val="004E13BF"/>
    <w:rsid w:val="004E194E"/>
    <w:rsid w:val="004F5585"/>
    <w:rsid w:val="00507C52"/>
    <w:rsid w:val="00521228"/>
    <w:rsid w:val="005223D1"/>
    <w:rsid w:val="00522C1D"/>
    <w:rsid w:val="00523768"/>
    <w:rsid w:val="00536431"/>
    <w:rsid w:val="00536DF9"/>
    <w:rsid w:val="005404D8"/>
    <w:rsid w:val="005451F3"/>
    <w:rsid w:val="0055495B"/>
    <w:rsid w:val="005613A6"/>
    <w:rsid w:val="0056196B"/>
    <w:rsid w:val="005672BE"/>
    <w:rsid w:val="00577B00"/>
    <w:rsid w:val="00580D20"/>
    <w:rsid w:val="005905AB"/>
    <w:rsid w:val="00593B1A"/>
    <w:rsid w:val="005A47F9"/>
    <w:rsid w:val="005A4F60"/>
    <w:rsid w:val="005B1763"/>
    <w:rsid w:val="005B287C"/>
    <w:rsid w:val="005C24B6"/>
    <w:rsid w:val="005E12D0"/>
    <w:rsid w:val="00621DA0"/>
    <w:rsid w:val="00625F1D"/>
    <w:rsid w:val="00627AC4"/>
    <w:rsid w:val="00632D63"/>
    <w:rsid w:val="00633D7F"/>
    <w:rsid w:val="006340F5"/>
    <w:rsid w:val="0064014A"/>
    <w:rsid w:val="00645991"/>
    <w:rsid w:val="00645FD5"/>
    <w:rsid w:val="0065431B"/>
    <w:rsid w:val="00673463"/>
    <w:rsid w:val="00676069"/>
    <w:rsid w:val="00683A77"/>
    <w:rsid w:val="00691AF8"/>
    <w:rsid w:val="006A4C67"/>
    <w:rsid w:val="006A6CCC"/>
    <w:rsid w:val="006D5E52"/>
    <w:rsid w:val="006D7224"/>
    <w:rsid w:val="006E64CC"/>
    <w:rsid w:val="006F26C8"/>
    <w:rsid w:val="007070DF"/>
    <w:rsid w:val="00716E26"/>
    <w:rsid w:val="00720606"/>
    <w:rsid w:val="00723F39"/>
    <w:rsid w:val="00725AAE"/>
    <w:rsid w:val="00731FBD"/>
    <w:rsid w:val="007336CD"/>
    <w:rsid w:val="007411D9"/>
    <w:rsid w:val="00747CB8"/>
    <w:rsid w:val="00751002"/>
    <w:rsid w:val="00754100"/>
    <w:rsid w:val="00775F55"/>
    <w:rsid w:val="00776CDE"/>
    <w:rsid w:val="007969BA"/>
    <w:rsid w:val="007C3B73"/>
    <w:rsid w:val="007D3787"/>
    <w:rsid w:val="007F13DD"/>
    <w:rsid w:val="007F4A27"/>
    <w:rsid w:val="007F7A0E"/>
    <w:rsid w:val="008014AD"/>
    <w:rsid w:val="0080486C"/>
    <w:rsid w:val="00811298"/>
    <w:rsid w:val="0081189B"/>
    <w:rsid w:val="00811AFD"/>
    <w:rsid w:val="008326E4"/>
    <w:rsid w:val="00835A5B"/>
    <w:rsid w:val="00836576"/>
    <w:rsid w:val="00845687"/>
    <w:rsid w:val="0085254F"/>
    <w:rsid w:val="00857B72"/>
    <w:rsid w:val="00864BF3"/>
    <w:rsid w:val="00873EAF"/>
    <w:rsid w:val="00890E9E"/>
    <w:rsid w:val="0089582C"/>
    <w:rsid w:val="008A0F01"/>
    <w:rsid w:val="008A11F0"/>
    <w:rsid w:val="008C5152"/>
    <w:rsid w:val="008C5414"/>
    <w:rsid w:val="008D5A17"/>
    <w:rsid w:val="008E00ED"/>
    <w:rsid w:val="008E1EBA"/>
    <w:rsid w:val="008E4066"/>
    <w:rsid w:val="008E57D8"/>
    <w:rsid w:val="008F5284"/>
    <w:rsid w:val="0090026E"/>
    <w:rsid w:val="00903B8E"/>
    <w:rsid w:val="00922BA4"/>
    <w:rsid w:val="009277A2"/>
    <w:rsid w:val="0093683A"/>
    <w:rsid w:val="00942807"/>
    <w:rsid w:val="0095627F"/>
    <w:rsid w:val="00956C45"/>
    <w:rsid w:val="00960E4C"/>
    <w:rsid w:val="00961C93"/>
    <w:rsid w:val="00967818"/>
    <w:rsid w:val="0097024E"/>
    <w:rsid w:val="00981CD3"/>
    <w:rsid w:val="00990786"/>
    <w:rsid w:val="009924C9"/>
    <w:rsid w:val="0099326B"/>
    <w:rsid w:val="00995883"/>
    <w:rsid w:val="009977E8"/>
    <w:rsid w:val="009A6876"/>
    <w:rsid w:val="009A71D9"/>
    <w:rsid w:val="009B0B7A"/>
    <w:rsid w:val="009B14B4"/>
    <w:rsid w:val="009B4328"/>
    <w:rsid w:val="009C2155"/>
    <w:rsid w:val="009D6461"/>
    <w:rsid w:val="009E37B2"/>
    <w:rsid w:val="00A0059F"/>
    <w:rsid w:val="00A02C06"/>
    <w:rsid w:val="00A2623C"/>
    <w:rsid w:val="00A32C14"/>
    <w:rsid w:val="00A43718"/>
    <w:rsid w:val="00A440EF"/>
    <w:rsid w:val="00A45462"/>
    <w:rsid w:val="00A46DBA"/>
    <w:rsid w:val="00A503F3"/>
    <w:rsid w:val="00A50BF9"/>
    <w:rsid w:val="00A520E2"/>
    <w:rsid w:val="00A65EBB"/>
    <w:rsid w:val="00A70828"/>
    <w:rsid w:val="00A75394"/>
    <w:rsid w:val="00A80E9C"/>
    <w:rsid w:val="00A908F7"/>
    <w:rsid w:val="00AA01D7"/>
    <w:rsid w:val="00AB0126"/>
    <w:rsid w:val="00AD1804"/>
    <w:rsid w:val="00AE5974"/>
    <w:rsid w:val="00AE730C"/>
    <w:rsid w:val="00B02DE5"/>
    <w:rsid w:val="00B06FCC"/>
    <w:rsid w:val="00B21062"/>
    <w:rsid w:val="00B27508"/>
    <w:rsid w:val="00B53C80"/>
    <w:rsid w:val="00B569DE"/>
    <w:rsid w:val="00B9664F"/>
    <w:rsid w:val="00BA306F"/>
    <w:rsid w:val="00BB2EF6"/>
    <w:rsid w:val="00BB77D2"/>
    <w:rsid w:val="00BE48FE"/>
    <w:rsid w:val="00BF7BD8"/>
    <w:rsid w:val="00C01A17"/>
    <w:rsid w:val="00C02AA1"/>
    <w:rsid w:val="00C02D34"/>
    <w:rsid w:val="00C1257E"/>
    <w:rsid w:val="00C1386A"/>
    <w:rsid w:val="00C261A1"/>
    <w:rsid w:val="00C27B5A"/>
    <w:rsid w:val="00C3656B"/>
    <w:rsid w:val="00C50B6D"/>
    <w:rsid w:val="00C56EB5"/>
    <w:rsid w:val="00C751EE"/>
    <w:rsid w:val="00C812AC"/>
    <w:rsid w:val="00C84D03"/>
    <w:rsid w:val="00C853F3"/>
    <w:rsid w:val="00C877BA"/>
    <w:rsid w:val="00C97C17"/>
    <w:rsid w:val="00CB1774"/>
    <w:rsid w:val="00CB5E4C"/>
    <w:rsid w:val="00CC3A38"/>
    <w:rsid w:val="00CD0F79"/>
    <w:rsid w:val="00CD4969"/>
    <w:rsid w:val="00CD55BF"/>
    <w:rsid w:val="00CE76E0"/>
    <w:rsid w:val="00CF2D14"/>
    <w:rsid w:val="00D07C18"/>
    <w:rsid w:val="00D132A3"/>
    <w:rsid w:val="00D14D72"/>
    <w:rsid w:val="00D2723D"/>
    <w:rsid w:val="00D34D9F"/>
    <w:rsid w:val="00D5574A"/>
    <w:rsid w:val="00D6342E"/>
    <w:rsid w:val="00D7269B"/>
    <w:rsid w:val="00D753CE"/>
    <w:rsid w:val="00D84A53"/>
    <w:rsid w:val="00D90436"/>
    <w:rsid w:val="00D9074A"/>
    <w:rsid w:val="00DB278D"/>
    <w:rsid w:val="00DB3307"/>
    <w:rsid w:val="00DB721D"/>
    <w:rsid w:val="00DC00F7"/>
    <w:rsid w:val="00DC510F"/>
    <w:rsid w:val="00DD1774"/>
    <w:rsid w:val="00DE001E"/>
    <w:rsid w:val="00DE1001"/>
    <w:rsid w:val="00DE12FC"/>
    <w:rsid w:val="00DF238A"/>
    <w:rsid w:val="00DF7E37"/>
    <w:rsid w:val="00E107A1"/>
    <w:rsid w:val="00E12486"/>
    <w:rsid w:val="00E12544"/>
    <w:rsid w:val="00E169C0"/>
    <w:rsid w:val="00E2086D"/>
    <w:rsid w:val="00E45DE6"/>
    <w:rsid w:val="00E47409"/>
    <w:rsid w:val="00E50C89"/>
    <w:rsid w:val="00E55EE5"/>
    <w:rsid w:val="00E73A82"/>
    <w:rsid w:val="00E766FF"/>
    <w:rsid w:val="00E81212"/>
    <w:rsid w:val="00EA2BB8"/>
    <w:rsid w:val="00EB014D"/>
    <w:rsid w:val="00EB24F7"/>
    <w:rsid w:val="00EB4DEA"/>
    <w:rsid w:val="00EC376E"/>
    <w:rsid w:val="00EC3C60"/>
    <w:rsid w:val="00EC6D8B"/>
    <w:rsid w:val="00EF13E3"/>
    <w:rsid w:val="00EF4EFF"/>
    <w:rsid w:val="00EF5497"/>
    <w:rsid w:val="00F1191F"/>
    <w:rsid w:val="00F21563"/>
    <w:rsid w:val="00F272D9"/>
    <w:rsid w:val="00F41FB0"/>
    <w:rsid w:val="00F44110"/>
    <w:rsid w:val="00F446BF"/>
    <w:rsid w:val="00F54FDA"/>
    <w:rsid w:val="00F7007F"/>
    <w:rsid w:val="00F80C58"/>
    <w:rsid w:val="00F82AC6"/>
    <w:rsid w:val="00F83BE0"/>
    <w:rsid w:val="00F943C7"/>
    <w:rsid w:val="00F958E3"/>
    <w:rsid w:val="00FA01A3"/>
    <w:rsid w:val="00FB2458"/>
    <w:rsid w:val="00FC0E75"/>
    <w:rsid w:val="00FD0C10"/>
    <w:rsid w:val="00FD7BCB"/>
    <w:rsid w:val="00FE1EC7"/>
    <w:rsid w:val="00FE74A7"/>
    <w:rsid w:val="00FF1DE5"/>
    <w:rsid w:val="00FF2B8F"/>
    <w:rsid w:val="00FF70AC"/>
    <w:rsid w:val="00FF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EF1C948"/>
  <w15:docId w15:val="{4FEA7763-F6D6-481C-8254-2FAAD252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E75"/>
    <w:pPr>
      <w:suppressAutoHyphens/>
      <w:contextualSpacing/>
      <w:jc w:val="both"/>
    </w:pPr>
    <w:rPr>
      <w:rFonts w:ascii="Calibri Light" w:hAnsi="Calibri Light"/>
      <w:sz w:val="24"/>
      <w:lang w:eastAsia="zh-CN"/>
    </w:rPr>
  </w:style>
  <w:style w:type="paragraph" w:styleId="Titre1">
    <w:name w:val="heading 1"/>
    <w:basedOn w:val="Normal"/>
    <w:next w:val="Normal"/>
    <w:uiPriority w:val="9"/>
    <w:qFormat/>
    <w:rsid w:val="00C56EB5"/>
    <w:pPr>
      <w:keepNext/>
      <w:numPr>
        <w:numId w:val="16"/>
      </w:numPr>
      <w:shd w:val="clear" w:color="auto" w:fill="D9D9D9"/>
      <w:suppressAutoHyphens w:val="0"/>
      <w:overflowPunct w:val="0"/>
      <w:autoSpaceDE w:val="0"/>
      <w:autoSpaceDN w:val="0"/>
      <w:adjustRightInd w:val="0"/>
      <w:textAlignment w:val="baseline"/>
      <w:outlineLvl w:val="0"/>
    </w:pPr>
    <w:rPr>
      <w:rFonts w:eastAsia="Calibri" w:cs="Calibri Light"/>
      <w:b/>
      <w:bCs/>
      <w:color w:val="C00000"/>
      <w:kern w:val="32"/>
      <w:szCs w:val="24"/>
      <w:lang w:eastAsia="fr-FR"/>
    </w:rPr>
  </w:style>
  <w:style w:type="paragraph" w:styleId="Titre2">
    <w:name w:val="heading 2"/>
    <w:basedOn w:val="Normal"/>
    <w:next w:val="Normal"/>
    <w:uiPriority w:val="9"/>
    <w:qFormat/>
    <w:pPr>
      <w:keepNext/>
      <w:numPr>
        <w:ilvl w:val="1"/>
        <w:numId w:val="16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uiPriority w:val="9"/>
    <w:qFormat/>
    <w:pPr>
      <w:keepNext/>
      <w:numPr>
        <w:ilvl w:val="2"/>
        <w:numId w:val="16"/>
      </w:numPr>
      <w:outlineLvl w:val="2"/>
    </w:pPr>
    <w:rPr>
      <w:b/>
      <w:bCs/>
    </w:rPr>
  </w:style>
  <w:style w:type="paragraph" w:styleId="Titre4">
    <w:name w:val="heading 4"/>
    <w:basedOn w:val="Normal"/>
    <w:next w:val="Normal"/>
    <w:uiPriority w:val="9"/>
    <w:qFormat/>
    <w:pPr>
      <w:keepNext/>
      <w:numPr>
        <w:ilvl w:val="3"/>
        <w:numId w:val="16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uiPriority w:val="9"/>
    <w:qFormat/>
    <w:pPr>
      <w:keepNext/>
      <w:numPr>
        <w:ilvl w:val="4"/>
        <w:numId w:val="16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uiPriority w:val="9"/>
    <w:qFormat/>
    <w:pPr>
      <w:keepNext/>
      <w:numPr>
        <w:ilvl w:val="5"/>
        <w:numId w:val="16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uiPriority w:val="9"/>
    <w:qFormat/>
    <w:pPr>
      <w:keepNext/>
      <w:numPr>
        <w:ilvl w:val="6"/>
        <w:numId w:val="16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uiPriority w:val="9"/>
    <w:qFormat/>
    <w:pPr>
      <w:keepNext/>
      <w:numPr>
        <w:ilvl w:val="7"/>
        <w:numId w:val="16"/>
      </w:numPr>
      <w:jc w:val="center"/>
      <w:outlineLvl w:val="7"/>
    </w:pPr>
    <w:rPr>
      <w:rFonts w:ascii="Arial" w:hAnsi="Arial" w:cs="Arial"/>
      <w:b/>
      <w:bCs/>
      <w:szCs w:val="24"/>
    </w:rPr>
  </w:style>
  <w:style w:type="paragraph" w:styleId="Titre9">
    <w:name w:val="heading 9"/>
    <w:basedOn w:val="Normal"/>
    <w:next w:val="Normal"/>
    <w:uiPriority w:val="9"/>
    <w:qFormat/>
    <w:pPr>
      <w:keepNext/>
      <w:numPr>
        <w:ilvl w:val="8"/>
        <w:numId w:val="16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uiPriority w:val="99"/>
    <w:rPr>
      <w:sz w:val="20"/>
      <w:szCs w:val="20"/>
    </w:rPr>
  </w:style>
  <w:style w:type="character" w:customStyle="1" w:styleId="PieddepageCar">
    <w:name w:val="Pied de page Car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styleId="Paragraphedeliste">
    <w:name w:val="List Paragraph"/>
    <w:basedOn w:val="Normal"/>
    <w:uiPriority w:val="34"/>
    <w:qFormat/>
    <w:rsid w:val="007969BA"/>
    <w:pPr>
      <w:ind w:left="708"/>
    </w:pPr>
  </w:style>
  <w:style w:type="character" w:styleId="Textedelespacerserv">
    <w:name w:val="Placeholder Text"/>
    <w:basedOn w:val="Policepardfaut"/>
    <w:uiPriority w:val="99"/>
    <w:semiHidden/>
    <w:rsid w:val="00EC6D8B"/>
    <w:rPr>
      <w:color w:val="808080"/>
    </w:rPr>
  </w:style>
  <w:style w:type="table" w:styleId="Grilledutableau">
    <w:name w:val="Table Grid"/>
    <w:basedOn w:val="TableauNormal"/>
    <w:uiPriority w:val="59"/>
    <w:rsid w:val="00956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.do?idSectionTA=LEGISCTA000037703603&amp;cidTexte=LEGITEXT000037701019&amp;dateTexte=20190401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pplinat\Office2016Pro\Modeles-styles\Mod&#232;le_D&#233;claration_Individuell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AC5395D5560474992BD9E13A107F4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F325D9-1E48-4BA0-A16B-D465D69A3B8E}"/>
      </w:docPartPr>
      <w:docPartBody>
        <w:p w:rsidR="008D3C53" w:rsidRDefault="008D3C53" w:rsidP="008D3C53">
          <w:pPr>
            <w:pStyle w:val="EAC5395D5560474992BD9E13A107F43F"/>
          </w:pPr>
          <w:r w:rsidRPr="000B53B1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5C502A-6BBC-49D1-B439-2709FE0B0FB0}"/>
      </w:docPartPr>
      <w:docPartBody>
        <w:p w:rsidR="00666C49" w:rsidRDefault="00666C49">
          <w:r w:rsidRPr="0047675D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3A2154CC962442F18B1B343B5A44F9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5D88305-D2FE-412B-B28F-3E294EF55902}"/>
      </w:docPartPr>
      <w:docPartBody>
        <w:p w:rsidR="00DF1D8B" w:rsidRDefault="00666C49" w:rsidP="00666C49">
          <w:pPr>
            <w:pStyle w:val="3A2154CC962442F18B1B343B5A44F96B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214A10D459264CF5AF64F390A22392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3EE738-1FBA-4265-A672-C4ED88441915}"/>
      </w:docPartPr>
      <w:docPartBody>
        <w:p w:rsidR="00127EBE" w:rsidRDefault="00DF1D8B" w:rsidP="00DF1D8B">
          <w:pPr>
            <w:pStyle w:val="214A10D459264CF5AF64F390A2239291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EF942F4F4ED34FEFA1059E5FB87761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2B17F7-3EC0-444B-A788-62881F3B5507}"/>
      </w:docPartPr>
      <w:docPartBody>
        <w:p w:rsidR="00127EBE" w:rsidRDefault="00DF1D8B" w:rsidP="00DF1D8B">
          <w:pPr>
            <w:pStyle w:val="EF942F4F4ED34FEFA1059E5FB8776186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6F218CDBC2AF4810A32E72EBA6BD4DE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19C99B-D486-4B47-B993-CEDF0BDD5CCC}"/>
      </w:docPartPr>
      <w:docPartBody>
        <w:p w:rsidR="00127EBE" w:rsidRDefault="00DF1D8B" w:rsidP="00DF1D8B">
          <w:pPr>
            <w:pStyle w:val="6F218CDBC2AF4810A32E72EBA6BD4DEC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7F5E524FBB4C4F5D8E998DB313B4A4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EDB3FC-2EE2-4661-8678-3273D93F2F8D}"/>
      </w:docPartPr>
      <w:docPartBody>
        <w:p w:rsidR="00127EBE" w:rsidRDefault="00DF1D8B" w:rsidP="00DF1D8B">
          <w:pPr>
            <w:pStyle w:val="7F5E524FBB4C4F5D8E998DB313B4A498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E8DE922867A84959B1ACEC3D8124F2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FF4A8-DDA9-41FD-8605-A6D4C50D62C6}"/>
      </w:docPartPr>
      <w:docPartBody>
        <w:p w:rsidR="00127EBE" w:rsidRDefault="00DF1D8B" w:rsidP="00DF1D8B">
          <w:pPr>
            <w:pStyle w:val="E8DE922867A84959B1ACEC3D8124F2C8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8322A786436143A0A44E699BA37C41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4A2BA3-973C-4EAE-9137-95A30EA28287}"/>
      </w:docPartPr>
      <w:docPartBody>
        <w:p w:rsidR="00127EBE" w:rsidRDefault="00DF1D8B" w:rsidP="00DF1D8B">
          <w:pPr>
            <w:pStyle w:val="8322A786436143A0A44E699BA37C410A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A2EB3A79F2994274A5860437D78BF1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87F6-51DC-4A31-A26D-7A2180DD6C90}"/>
      </w:docPartPr>
      <w:docPartBody>
        <w:p w:rsidR="00127EBE" w:rsidRDefault="00DF1D8B" w:rsidP="00DF1D8B">
          <w:pPr>
            <w:pStyle w:val="A2EB3A79F2994274A5860437D78BF1CA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4D113CE8765645109C02836B2F9852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0FE1AD-6298-42D6-804B-DB6F557B7995}"/>
      </w:docPartPr>
      <w:docPartBody>
        <w:p w:rsidR="00127EBE" w:rsidRDefault="00DF1D8B" w:rsidP="00DF1D8B">
          <w:pPr>
            <w:pStyle w:val="4D113CE8765645109C02836B2F985203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B3FC7B6CB828408EBE1D078D2F23B4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CE3307-5A51-44BC-B57A-55BC60BD46BF}"/>
      </w:docPartPr>
      <w:docPartBody>
        <w:p w:rsidR="009B7ACE" w:rsidRDefault="00127EBE" w:rsidP="00127EBE">
          <w:pPr>
            <w:pStyle w:val="B3FC7B6CB828408EBE1D078D2F23B459"/>
          </w:pPr>
          <w:r w:rsidRPr="0047675D">
            <w:rPr>
              <w:rStyle w:val="Textedelespacerserv"/>
            </w:rPr>
            <w:t>Choisissez un élément.</w:t>
          </w:r>
        </w:p>
      </w:docPartBody>
    </w:docPart>
    <w:docPart>
      <w:docPartPr>
        <w:name w:val="62CC4B51DDF3473ABAC4E936CB4A0B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ECC57A-F6C5-4DE5-9BED-C24DE5820089}"/>
      </w:docPartPr>
      <w:docPartBody>
        <w:p w:rsidR="009B7ACE" w:rsidRDefault="00127EBE" w:rsidP="00127EBE">
          <w:pPr>
            <w:pStyle w:val="62CC4B51DDF3473ABAC4E936CB4A0BCD"/>
          </w:pPr>
          <w:r w:rsidRPr="0047675D">
            <w:rPr>
              <w:rStyle w:val="Textedelespacerserv"/>
            </w:rPr>
            <w:t>Choisissez un élément.</w:t>
          </w:r>
        </w:p>
      </w:docPartBody>
    </w:docPart>
    <w:docPart>
      <w:docPartPr>
        <w:name w:val="5A9930554B2A443C80D64ABC27AAA6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9246EE-66EC-4B3B-A915-1464FE2F5BFB}"/>
      </w:docPartPr>
      <w:docPartBody>
        <w:p w:rsidR="009B7ACE" w:rsidRDefault="00127EBE" w:rsidP="00127EBE">
          <w:pPr>
            <w:pStyle w:val="5A9930554B2A443C80D64ABC27AAA6F5"/>
          </w:pPr>
          <w:r w:rsidRPr="0047675D">
            <w:rPr>
              <w:rStyle w:val="Textedelespacerserv"/>
            </w:rPr>
            <w:t>Choisissez un élément.</w:t>
          </w:r>
        </w:p>
      </w:docPartBody>
    </w:docPart>
    <w:docPart>
      <w:docPartPr>
        <w:name w:val="9794C3A141CC419C99208B1989E61A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D969AE-6662-48F0-ADE7-9010580BB371}"/>
      </w:docPartPr>
      <w:docPartBody>
        <w:p w:rsidR="000D7F4C" w:rsidRDefault="009B7ACE" w:rsidP="009B7ACE">
          <w:pPr>
            <w:pStyle w:val="9794C3A141CC419C99208B1989E61A13"/>
          </w:pPr>
          <w:r w:rsidRPr="0047675D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47C01051F4DA4C91A222262A9340DC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94DAA8-8BCC-4F2E-B8BA-D50914A42E73}"/>
      </w:docPartPr>
      <w:docPartBody>
        <w:p w:rsidR="000D7F4C" w:rsidRDefault="009B7ACE" w:rsidP="009B7ACE">
          <w:pPr>
            <w:pStyle w:val="47C01051F4DA4C91A222262A9340DC81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DDD4D90FC86347F19C4DEF27F2B7C98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E9BCC0-B23A-4B3D-878C-65AA52F24B4C}"/>
      </w:docPartPr>
      <w:docPartBody>
        <w:p w:rsidR="000D7F4C" w:rsidRDefault="009B7ACE" w:rsidP="009B7ACE">
          <w:pPr>
            <w:pStyle w:val="DDD4D90FC86347F19C4DEF27F2B7C989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A40F3DB953894975BCB034D3507A0D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9A9519-976C-490B-9390-8CFA4A6B729B}"/>
      </w:docPartPr>
      <w:docPartBody>
        <w:p w:rsidR="000D7F4C" w:rsidRDefault="009B7ACE" w:rsidP="009B7ACE">
          <w:pPr>
            <w:pStyle w:val="A40F3DB953894975BCB034D3507A0D78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2D4CFC38B9074462B5F03D09835597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72301B-F6A3-4FA8-9C9B-62F9F8C8BC2B}"/>
      </w:docPartPr>
      <w:docPartBody>
        <w:p w:rsidR="000D7F4C" w:rsidRDefault="009B7ACE" w:rsidP="009B7ACE">
          <w:pPr>
            <w:pStyle w:val="2D4CFC38B9074462B5F03D0983559788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817481B42EA3413490021BB41FCF9B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82A3B3-6C4B-4322-895B-1003CB55A7E8}"/>
      </w:docPartPr>
      <w:docPartBody>
        <w:p w:rsidR="000D7F4C" w:rsidRDefault="009B7ACE" w:rsidP="009B7ACE">
          <w:pPr>
            <w:pStyle w:val="817481B42EA3413490021BB41FCF9B4B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4B3D5D34ADEC44B79698C4E816EDF9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4DF429-7EAF-4254-BBEE-6D337FCBFA38}"/>
      </w:docPartPr>
      <w:docPartBody>
        <w:p w:rsidR="000D7F4C" w:rsidRDefault="009B7ACE" w:rsidP="009B7ACE">
          <w:pPr>
            <w:pStyle w:val="4B3D5D34ADEC44B79698C4E816EDF9DE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3C05082A3C6546399156B854C1129E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7E8D2D-6114-48F0-BBFE-B6963D765CE3}"/>
      </w:docPartPr>
      <w:docPartBody>
        <w:p w:rsidR="000D7F4C" w:rsidRDefault="009B7ACE" w:rsidP="009B7ACE">
          <w:pPr>
            <w:pStyle w:val="3C05082A3C6546399156B854C1129EE9"/>
          </w:pPr>
          <w:r w:rsidRPr="0047675D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A47DF1C22C67493AB6878FF7C6431B5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58300A-D5E8-4D04-A1A4-B2569E61E260}"/>
      </w:docPartPr>
      <w:docPartBody>
        <w:p w:rsidR="000D7F4C" w:rsidRDefault="009B7ACE" w:rsidP="009B7ACE">
          <w:pPr>
            <w:pStyle w:val="A47DF1C22C67493AB6878FF7C6431B53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2A621BC165F24D0DA5DBDF7D2F71AD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EC84A6-A851-46A7-8453-E71797E47352}"/>
      </w:docPartPr>
      <w:docPartBody>
        <w:p w:rsidR="000D7F4C" w:rsidRDefault="009B7ACE" w:rsidP="009B7ACE">
          <w:pPr>
            <w:pStyle w:val="2A621BC165F24D0DA5DBDF7D2F71AD39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0C92F19B8D8E41B598B62848A67D585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A681E7-DF37-4118-8EF3-0F57B1409914}"/>
      </w:docPartPr>
      <w:docPartBody>
        <w:p w:rsidR="000D7F4C" w:rsidRDefault="009B7ACE" w:rsidP="009B7ACE">
          <w:pPr>
            <w:pStyle w:val="0C92F19B8D8E41B598B62848A67D5853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95D8D8F2C12143B9B47D453FA4A478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EF121A-90B1-440E-8186-F16AF55E6C04}"/>
      </w:docPartPr>
      <w:docPartBody>
        <w:p w:rsidR="005440B8" w:rsidRDefault="000D7F4C" w:rsidP="000D7F4C">
          <w:pPr>
            <w:pStyle w:val="95D8D8F2C12143B9B47D453FA4A478DB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CBDBEBED7F7A4F1AB4EE7F2350EAA0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23C67-D49A-4B1D-B7F6-40E4064EAEAC}"/>
      </w:docPartPr>
      <w:docPartBody>
        <w:p w:rsidR="005440B8" w:rsidRDefault="000D7F4C" w:rsidP="000D7F4C">
          <w:pPr>
            <w:pStyle w:val="CBDBEBED7F7A4F1AB4EE7F2350EAA034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4B44D12E3F4B4270B3A0C436DF1F0C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D1C2B5-5F21-48A6-B55A-AEBD226AFEBA}"/>
      </w:docPartPr>
      <w:docPartBody>
        <w:p w:rsidR="005440B8" w:rsidRDefault="000D7F4C" w:rsidP="000D7F4C">
          <w:pPr>
            <w:pStyle w:val="4B44D12E3F4B4270B3A0C436DF1F0CBD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307C9005E9754D34AED62FEEFC0CC9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D726FB-9459-4757-B45E-5B972F97FBFD}"/>
      </w:docPartPr>
      <w:docPartBody>
        <w:p w:rsidR="005440B8" w:rsidRDefault="000D7F4C" w:rsidP="000D7F4C">
          <w:pPr>
            <w:pStyle w:val="307C9005E9754D34AED62FEEFC0CC913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44783E3EABA94CA6972879BA586263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BE7D48-0E9D-4ACF-A82A-70689114B422}"/>
      </w:docPartPr>
      <w:docPartBody>
        <w:p w:rsidR="005440B8" w:rsidRDefault="000D7F4C" w:rsidP="000D7F4C">
          <w:pPr>
            <w:pStyle w:val="44783E3EABA94CA6972879BA5862636E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C14B92C78C4C4DC6AD1AB2A5CCF2EA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9D4A22-BDFC-44EE-A108-F87D88EFAF7F}"/>
      </w:docPartPr>
      <w:docPartBody>
        <w:p w:rsidR="005440B8" w:rsidRDefault="000D7F4C" w:rsidP="000D7F4C">
          <w:pPr>
            <w:pStyle w:val="C14B92C78C4C4DC6AD1AB2A5CCF2EAB5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D6D635E311744CC098757B9A04DB7C2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047F0A-CE96-499B-A396-699740E01940}"/>
      </w:docPartPr>
      <w:docPartBody>
        <w:p w:rsidR="005440B8" w:rsidRDefault="000D7F4C" w:rsidP="000D7F4C">
          <w:pPr>
            <w:pStyle w:val="D6D635E311744CC098757B9A04DB7C25"/>
          </w:pPr>
          <w:r w:rsidRPr="0047675D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EC090E52A0A444CBBFA3F471F8EF53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BBE843-4A7C-447F-AA4E-B1B994AF67E5}"/>
      </w:docPartPr>
      <w:docPartBody>
        <w:p w:rsidR="005440B8" w:rsidRDefault="000D7F4C" w:rsidP="000D7F4C">
          <w:pPr>
            <w:pStyle w:val="EC090E52A0A444CBBFA3F471F8EF536C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6ACEBF32D1304218A26AEC0BBAF367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F64824-E81C-4635-BB36-BBF6D0E4F2F4}"/>
      </w:docPartPr>
      <w:docPartBody>
        <w:p w:rsidR="005440B8" w:rsidRDefault="000D7F4C" w:rsidP="000D7F4C">
          <w:pPr>
            <w:pStyle w:val="6ACEBF32D1304218A26AEC0BBAF3670D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6E267A10902745D3850537C2951767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7294C4-5AED-49A9-9D5F-8B4063D15C69}"/>
      </w:docPartPr>
      <w:docPartBody>
        <w:p w:rsidR="005440B8" w:rsidRDefault="000D7F4C" w:rsidP="000D7F4C">
          <w:pPr>
            <w:pStyle w:val="6E267A10902745D3850537C295176717"/>
          </w:pPr>
          <w:r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3F2"/>
    <w:rsid w:val="000C0F32"/>
    <w:rsid w:val="000D7F4C"/>
    <w:rsid w:val="00127EBE"/>
    <w:rsid w:val="002D7613"/>
    <w:rsid w:val="0038775B"/>
    <w:rsid w:val="003E716D"/>
    <w:rsid w:val="005223D1"/>
    <w:rsid w:val="005440B8"/>
    <w:rsid w:val="006043F2"/>
    <w:rsid w:val="00666C49"/>
    <w:rsid w:val="00731FBD"/>
    <w:rsid w:val="008D3C53"/>
    <w:rsid w:val="0095226A"/>
    <w:rsid w:val="009B4328"/>
    <w:rsid w:val="009B7ACE"/>
    <w:rsid w:val="00D9309F"/>
    <w:rsid w:val="00DF1D8B"/>
    <w:rsid w:val="00EE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9309F"/>
    <w:rPr>
      <w:color w:val="808080"/>
    </w:rPr>
  </w:style>
  <w:style w:type="paragraph" w:customStyle="1" w:styleId="06563C5FE603443D9AD73D492F90B26D">
    <w:name w:val="06563C5FE603443D9AD73D492F90B26D"/>
    <w:rsid w:val="00D9309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AC5395D5560474992BD9E13A107F43F">
    <w:name w:val="EAC5395D5560474992BD9E13A107F43F"/>
    <w:rsid w:val="008D3C53"/>
  </w:style>
  <w:style w:type="paragraph" w:customStyle="1" w:styleId="3A2154CC962442F18B1B343B5A44F96B">
    <w:name w:val="3A2154CC962442F18B1B343B5A44F96B"/>
    <w:rsid w:val="00666C49"/>
  </w:style>
  <w:style w:type="paragraph" w:customStyle="1" w:styleId="214A10D459264CF5AF64F390A2239291">
    <w:name w:val="214A10D459264CF5AF64F390A2239291"/>
    <w:rsid w:val="00DF1D8B"/>
  </w:style>
  <w:style w:type="paragraph" w:customStyle="1" w:styleId="EF942F4F4ED34FEFA1059E5FB8776186">
    <w:name w:val="EF942F4F4ED34FEFA1059E5FB8776186"/>
    <w:rsid w:val="00DF1D8B"/>
  </w:style>
  <w:style w:type="paragraph" w:customStyle="1" w:styleId="6F218CDBC2AF4810A32E72EBA6BD4DEC">
    <w:name w:val="6F218CDBC2AF4810A32E72EBA6BD4DEC"/>
    <w:rsid w:val="00DF1D8B"/>
  </w:style>
  <w:style w:type="paragraph" w:customStyle="1" w:styleId="7F5E524FBB4C4F5D8E998DB313B4A498">
    <w:name w:val="7F5E524FBB4C4F5D8E998DB313B4A498"/>
    <w:rsid w:val="00DF1D8B"/>
  </w:style>
  <w:style w:type="paragraph" w:customStyle="1" w:styleId="E8DE922867A84959B1ACEC3D8124F2C8">
    <w:name w:val="E8DE922867A84959B1ACEC3D8124F2C8"/>
    <w:rsid w:val="00DF1D8B"/>
  </w:style>
  <w:style w:type="paragraph" w:customStyle="1" w:styleId="8322A786436143A0A44E699BA37C410A">
    <w:name w:val="8322A786436143A0A44E699BA37C410A"/>
    <w:rsid w:val="00DF1D8B"/>
  </w:style>
  <w:style w:type="paragraph" w:customStyle="1" w:styleId="A2EB3A79F2994274A5860437D78BF1CA">
    <w:name w:val="A2EB3A79F2994274A5860437D78BF1CA"/>
    <w:rsid w:val="00DF1D8B"/>
  </w:style>
  <w:style w:type="paragraph" w:customStyle="1" w:styleId="4D113CE8765645109C02836B2F985203">
    <w:name w:val="4D113CE8765645109C02836B2F985203"/>
    <w:rsid w:val="00DF1D8B"/>
  </w:style>
  <w:style w:type="paragraph" w:customStyle="1" w:styleId="B3FC7B6CB828408EBE1D078D2F23B459">
    <w:name w:val="B3FC7B6CB828408EBE1D078D2F23B459"/>
    <w:rsid w:val="00127EBE"/>
  </w:style>
  <w:style w:type="paragraph" w:customStyle="1" w:styleId="62CC4B51DDF3473ABAC4E936CB4A0BCD">
    <w:name w:val="62CC4B51DDF3473ABAC4E936CB4A0BCD"/>
    <w:rsid w:val="00127EBE"/>
  </w:style>
  <w:style w:type="paragraph" w:customStyle="1" w:styleId="5A9930554B2A443C80D64ABC27AAA6F5">
    <w:name w:val="5A9930554B2A443C80D64ABC27AAA6F5"/>
    <w:rsid w:val="00127EBE"/>
  </w:style>
  <w:style w:type="paragraph" w:customStyle="1" w:styleId="9794C3A141CC419C99208B1989E61A13">
    <w:name w:val="9794C3A141CC419C99208B1989E61A13"/>
    <w:rsid w:val="009B7ACE"/>
  </w:style>
  <w:style w:type="paragraph" w:customStyle="1" w:styleId="47C01051F4DA4C91A222262A9340DC81">
    <w:name w:val="47C01051F4DA4C91A222262A9340DC81"/>
    <w:rsid w:val="009B7ACE"/>
  </w:style>
  <w:style w:type="paragraph" w:customStyle="1" w:styleId="DDD4D90FC86347F19C4DEF27F2B7C989">
    <w:name w:val="DDD4D90FC86347F19C4DEF27F2B7C989"/>
    <w:rsid w:val="009B7ACE"/>
  </w:style>
  <w:style w:type="paragraph" w:customStyle="1" w:styleId="A40F3DB953894975BCB034D3507A0D78">
    <w:name w:val="A40F3DB953894975BCB034D3507A0D78"/>
    <w:rsid w:val="009B7ACE"/>
  </w:style>
  <w:style w:type="paragraph" w:customStyle="1" w:styleId="2D4CFC38B9074462B5F03D0983559788">
    <w:name w:val="2D4CFC38B9074462B5F03D0983559788"/>
    <w:rsid w:val="009B7ACE"/>
  </w:style>
  <w:style w:type="paragraph" w:customStyle="1" w:styleId="817481B42EA3413490021BB41FCF9B4B">
    <w:name w:val="817481B42EA3413490021BB41FCF9B4B"/>
    <w:rsid w:val="009B7ACE"/>
  </w:style>
  <w:style w:type="paragraph" w:customStyle="1" w:styleId="4B3D5D34ADEC44B79698C4E816EDF9DE">
    <w:name w:val="4B3D5D34ADEC44B79698C4E816EDF9DE"/>
    <w:rsid w:val="009B7ACE"/>
  </w:style>
  <w:style w:type="paragraph" w:customStyle="1" w:styleId="3C05082A3C6546399156B854C1129EE9">
    <w:name w:val="3C05082A3C6546399156B854C1129EE9"/>
    <w:rsid w:val="009B7ACE"/>
  </w:style>
  <w:style w:type="paragraph" w:customStyle="1" w:styleId="A47DF1C22C67493AB6878FF7C6431B53">
    <w:name w:val="A47DF1C22C67493AB6878FF7C6431B53"/>
    <w:rsid w:val="009B7ACE"/>
  </w:style>
  <w:style w:type="paragraph" w:customStyle="1" w:styleId="2A621BC165F24D0DA5DBDF7D2F71AD39">
    <w:name w:val="2A621BC165F24D0DA5DBDF7D2F71AD39"/>
    <w:rsid w:val="009B7ACE"/>
  </w:style>
  <w:style w:type="paragraph" w:customStyle="1" w:styleId="0C92F19B8D8E41B598B62848A67D5853">
    <w:name w:val="0C92F19B8D8E41B598B62848A67D5853"/>
    <w:rsid w:val="009B7ACE"/>
  </w:style>
  <w:style w:type="paragraph" w:customStyle="1" w:styleId="95D8D8F2C12143B9B47D453FA4A478DB">
    <w:name w:val="95D8D8F2C12143B9B47D453FA4A478DB"/>
    <w:rsid w:val="000D7F4C"/>
  </w:style>
  <w:style w:type="paragraph" w:customStyle="1" w:styleId="CBDBEBED7F7A4F1AB4EE7F2350EAA034">
    <w:name w:val="CBDBEBED7F7A4F1AB4EE7F2350EAA034"/>
    <w:rsid w:val="000D7F4C"/>
  </w:style>
  <w:style w:type="paragraph" w:customStyle="1" w:styleId="4B44D12E3F4B4270B3A0C436DF1F0CBD">
    <w:name w:val="4B44D12E3F4B4270B3A0C436DF1F0CBD"/>
    <w:rsid w:val="000D7F4C"/>
  </w:style>
  <w:style w:type="paragraph" w:customStyle="1" w:styleId="307C9005E9754D34AED62FEEFC0CC913">
    <w:name w:val="307C9005E9754D34AED62FEEFC0CC913"/>
    <w:rsid w:val="000D7F4C"/>
  </w:style>
  <w:style w:type="paragraph" w:customStyle="1" w:styleId="44783E3EABA94CA6972879BA5862636E">
    <w:name w:val="44783E3EABA94CA6972879BA5862636E"/>
    <w:rsid w:val="000D7F4C"/>
  </w:style>
  <w:style w:type="paragraph" w:customStyle="1" w:styleId="C14B92C78C4C4DC6AD1AB2A5CCF2EAB5">
    <w:name w:val="C14B92C78C4C4DC6AD1AB2A5CCF2EAB5"/>
    <w:rsid w:val="000D7F4C"/>
  </w:style>
  <w:style w:type="paragraph" w:customStyle="1" w:styleId="D6D635E311744CC098757B9A04DB7C25">
    <w:name w:val="D6D635E311744CC098757B9A04DB7C25"/>
    <w:rsid w:val="000D7F4C"/>
  </w:style>
  <w:style w:type="paragraph" w:customStyle="1" w:styleId="EC090E52A0A444CBBFA3F471F8EF536C">
    <w:name w:val="EC090E52A0A444CBBFA3F471F8EF536C"/>
    <w:rsid w:val="000D7F4C"/>
  </w:style>
  <w:style w:type="paragraph" w:customStyle="1" w:styleId="6ACEBF32D1304218A26AEC0BBAF3670D">
    <w:name w:val="6ACEBF32D1304218A26AEC0BBAF3670D"/>
    <w:rsid w:val="000D7F4C"/>
  </w:style>
  <w:style w:type="paragraph" w:customStyle="1" w:styleId="6E267A10902745D3850537C295176717">
    <w:name w:val="6E267A10902745D3850537C295176717"/>
    <w:rsid w:val="000D7F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_x00e9_rodeproc_x00e9_dure xmlns="dafb84f0-685c-417f-8600-a09adcb8f8b3" xsi:nil="true"/>
    <Ann_x00e9_e xmlns="dafb84f0-685c-417f-8600-a09adcb8f8b3" xsi:nil="true"/>
    <Nature xmlns="dafb84f0-685c-417f-8600-a09adcb8f8b3" xsi:nil="true"/>
    <R_x00e9_ccurence xmlns="dafb84f0-685c-417f-8600-a09adcb8f8b3">Besoins récurrent</R_x00e9_ccurenc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65A0326FC0448B472D148B9AB3FEB" ma:contentTypeVersion="7" ma:contentTypeDescription="Crée un document." ma:contentTypeScope="" ma:versionID="cd034e9c8ff4f7da91dce640b9f39b73">
  <xsd:schema xmlns:xsd="http://www.w3.org/2001/XMLSchema" xmlns:xs="http://www.w3.org/2001/XMLSchema" xmlns:p="http://schemas.microsoft.com/office/2006/metadata/properties" xmlns:ns2="dafb84f0-685c-417f-8600-a09adcb8f8b3" targetNamespace="http://schemas.microsoft.com/office/2006/metadata/properties" ma:root="true" ma:fieldsID="19b5e753229bd460576c8b59b48b618f" ns2:_="">
    <xsd:import namespace="dafb84f0-685c-417f-8600-a09adcb8f8b3"/>
    <xsd:element name="properties">
      <xsd:complexType>
        <xsd:sequence>
          <xsd:element name="documentManagement">
            <xsd:complexType>
              <xsd:all>
                <xsd:element ref="ns2:Num_x00e9_rodeproc_x00e9_dure" minOccurs="0"/>
                <xsd:element ref="ns2:Nature" minOccurs="0"/>
                <xsd:element ref="ns2:R_x00e9_ccurence" minOccurs="0"/>
                <xsd:element ref="ns2:Ann_x00e9_e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fb84f0-685c-417f-8600-a09adcb8f8b3" elementFormDefault="qualified">
    <xsd:import namespace="http://schemas.microsoft.com/office/2006/documentManagement/types"/>
    <xsd:import namespace="http://schemas.microsoft.com/office/infopath/2007/PartnerControls"/>
    <xsd:element name="Num_x00e9_rodeproc_x00e9_dure" ma:index="8" nillable="true" ma:displayName="Numéro de procédure" ma:format="Dropdown" ma:list="bed9b4cd-e2e5-4d6d-aed0-db6c9ce73bd8" ma:internalName="Num_x00e9_rodeproc_x00e9_dure" ma:showField="Title">
      <xsd:simpleType>
        <xsd:restriction base="dms:Lookup"/>
      </xsd:simpleType>
    </xsd:element>
    <xsd:element name="Nature" ma:index="9" nillable="true" ma:displayName="Nature" ma:format="Dropdown" ma:internalName="Nature">
      <xsd:simpleType>
        <xsd:restriction base="dms:Choice">
          <xsd:enumeration value="Travaux"/>
          <xsd:enumeration value="Services"/>
          <xsd:enumeration value="Fournitures"/>
        </xsd:restriction>
      </xsd:simpleType>
    </xsd:element>
    <xsd:element name="R_x00e9_ccurence" ma:index="10" nillable="true" ma:displayName="Récurrence" ma:default="Besoins récurrent" ma:format="Dropdown" ma:internalName="R_x00e9_ccurence">
      <xsd:simpleType>
        <xsd:restriction base="dms:Choice">
          <xsd:enumeration value="Besoins récurrent"/>
          <xsd:enumeration value="Besoin non réccurent"/>
        </xsd:restriction>
      </xsd:simpleType>
    </xsd:element>
    <xsd:element name="Ann_x00e9_e" ma:index="11" nillable="true" ma:displayName="Année" ma:format="Dropdown" ma:internalName="Ann_x00e9_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10ABD9-4630-403C-9E6F-2183DE4C75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00AF34-1F22-4F23-BD13-32691ECF85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87E493-32C7-420F-8BB6-6C7DF410A8AB}">
  <ds:schemaRefs>
    <ds:schemaRef ds:uri="http://schemas.microsoft.com/office/2006/metadata/properties"/>
    <ds:schemaRef ds:uri="http://schemas.microsoft.com/office/infopath/2007/PartnerControls"/>
    <ds:schemaRef ds:uri="dafb84f0-685c-417f-8600-a09adcb8f8b3"/>
  </ds:schemaRefs>
</ds:datastoreItem>
</file>

<file path=customXml/itemProps4.xml><?xml version="1.0" encoding="utf-8"?>
<ds:datastoreItem xmlns:ds="http://schemas.openxmlformats.org/officeDocument/2006/customXml" ds:itemID="{A46276DD-8DAB-436B-912F-BE4ABFB51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fb84f0-685c-417f-8600-a09adcb8f8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Modèle_Déclaration_Individuelle</Template>
  <TotalTime>184</TotalTime>
  <Pages>9</Pages>
  <Words>1855</Words>
  <Characters>10205</Characters>
  <Application>Microsoft Office Word</Application>
  <DocSecurity>0</DocSecurity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12036</CharactersWithSpaces>
  <SharedDoc>false</SharedDoc>
  <HLinks>
    <vt:vector size="18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0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FAYCAL ABDOU (CNAM / Paris)</dc:creator>
  <cp:lastModifiedBy>Faycal ABDOU</cp:lastModifiedBy>
  <cp:revision>26</cp:revision>
  <cp:lastPrinted>2020-08-07T13:51:00Z</cp:lastPrinted>
  <dcterms:created xsi:type="dcterms:W3CDTF">2023-10-30T15:12:00Z</dcterms:created>
  <dcterms:modified xsi:type="dcterms:W3CDTF">2025-11-04T08:31:00Z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0x01010085865A0326FC0448B472D148B9AB3FEB</vt:lpwstr>
  </property>
  <property fmtid="{D5CDD505-2E9C-101B-9397-08002B2CF9AE}" pid="3" name="Order">
    <vt:r8>302900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